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 for all content"/>
      </w:tblPr>
      <w:tblGrid>
        <w:gridCol w:w="3023"/>
        <w:gridCol w:w="6913"/>
      </w:tblGrid>
      <w:tr w:rsidR="00C420C8" w:rsidRPr="005152F2" w14:paraId="031F92FF" w14:textId="77777777" w:rsidTr="00C420C8">
        <w:tc>
          <w:tcPr>
            <w:tcW w:w="3023" w:type="dxa"/>
          </w:tcPr>
          <w:p w14:paraId="47C9BA85" w14:textId="77777777" w:rsidR="00C420C8" w:rsidRPr="005152F2" w:rsidRDefault="0023010D" w:rsidP="003856C9">
            <w:pPr>
              <w:pStyle w:val="Heading1"/>
            </w:pPr>
            <w:r>
              <w:t>Name here</w:t>
            </w:r>
          </w:p>
          <w:p w14:paraId="210552BD" w14:textId="77777777" w:rsidR="00C420C8" w:rsidRPr="00C420C8" w:rsidRDefault="00C420C8" w:rsidP="005246B9">
            <w:pPr>
              <w:pStyle w:val="Graphic"/>
            </w:pPr>
            <w:r w:rsidRPr="00C420C8">
              <w:rPr>
                <w:noProof/>
              </w:rPr>
              <mc:AlternateContent>
                <mc:Choice Requires="wpg">
                  <w:drawing>
                    <wp:inline distT="0" distB="0" distL="0" distR="0" wp14:anchorId="3DCB5818" wp14:editId="3CFF72F3">
                      <wp:extent cx="329184" cy="329184"/>
                      <wp:effectExtent l="0" t="0" r="13970" b="13970"/>
                      <wp:docPr id="49" name="Group 43" title="Email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29184" cy="329184"/>
                                <a:chOff x="0" y="0"/>
                                <a:chExt cx="208" cy="208"/>
                              </a:xfrm>
                            </wpg:grpSpPr>
                            <wps:wsp>
                              <wps:cNvPr id="2" name="Freeform 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39" y="55"/>
                                  <a:ext cx="130" cy="97"/>
                                </a:xfrm>
                                <a:custGeom>
                                  <a:avLst/>
                                  <a:gdLst>
                                    <a:gd name="T0" fmla="*/ 56 w 2082"/>
                                    <a:gd name="T1" fmla="*/ 1237 h 1560"/>
                                    <a:gd name="T2" fmla="*/ 67 w 2082"/>
                                    <a:gd name="T3" fmla="*/ 1315 h 1560"/>
                                    <a:gd name="T4" fmla="*/ 99 w 2082"/>
                                    <a:gd name="T5" fmla="*/ 1383 h 1560"/>
                                    <a:gd name="T6" fmla="*/ 147 w 2082"/>
                                    <a:gd name="T7" fmla="*/ 1438 h 1560"/>
                                    <a:gd name="T8" fmla="*/ 210 w 2082"/>
                                    <a:gd name="T9" fmla="*/ 1479 h 1560"/>
                                    <a:gd name="T10" fmla="*/ 282 w 2082"/>
                                    <a:gd name="T11" fmla="*/ 1501 h 1560"/>
                                    <a:gd name="T12" fmla="*/ 1760 w 2082"/>
                                    <a:gd name="T13" fmla="*/ 1503 h 1560"/>
                                    <a:gd name="T14" fmla="*/ 1837 w 2082"/>
                                    <a:gd name="T15" fmla="*/ 1493 h 1560"/>
                                    <a:gd name="T16" fmla="*/ 1905 w 2082"/>
                                    <a:gd name="T17" fmla="*/ 1461 h 1560"/>
                                    <a:gd name="T18" fmla="*/ 1961 w 2082"/>
                                    <a:gd name="T19" fmla="*/ 1412 h 1560"/>
                                    <a:gd name="T20" fmla="*/ 2002 w 2082"/>
                                    <a:gd name="T21" fmla="*/ 1350 h 1560"/>
                                    <a:gd name="T22" fmla="*/ 2023 w 2082"/>
                                    <a:gd name="T23" fmla="*/ 1277 h 1560"/>
                                    <a:gd name="T24" fmla="*/ 2026 w 2082"/>
                                    <a:gd name="T25" fmla="*/ 482 h 1560"/>
                                    <a:gd name="T26" fmla="*/ 1034 w 2082"/>
                                    <a:gd name="T27" fmla="*/ 1013 h 1560"/>
                                    <a:gd name="T28" fmla="*/ 322 w 2082"/>
                                    <a:gd name="T29" fmla="*/ 56 h 1560"/>
                                    <a:gd name="T30" fmla="*/ 244 w 2082"/>
                                    <a:gd name="T31" fmla="*/ 68 h 1560"/>
                                    <a:gd name="T32" fmla="*/ 176 w 2082"/>
                                    <a:gd name="T33" fmla="*/ 100 h 1560"/>
                                    <a:gd name="T34" fmla="*/ 121 w 2082"/>
                                    <a:gd name="T35" fmla="*/ 149 h 1560"/>
                                    <a:gd name="T36" fmla="*/ 81 w 2082"/>
                                    <a:gd name="T37" fmla="*/ 211 h 1560"/>
                                    <a:gd name="T38" fmla="*/ 59 w 2082"/>
                                    <a:gd name="T39" fmla="*/ 283 h 1560"/>
                                    <a:gd name="T40" fmla="*/ 56 w 2082"/>
                                    <a:gd name="T41" fmla="*/ 449 h 1560"/>
                                    <a:gd name="T42" fmla="*/ 2026 w 2082"/>
                                    <a:gd name="T43" fmla="*/ 449 h 1560"/>
                                    <a:gd name="T44" fmla="*/ 2023 w 2082"/>
                                    <a:gd name="T45" fmla="*/ 283 h 1560"/>
                                    <a:gd name="T46" fmla="*/ 2002 w 2082"/>
                                    <a:gd name="T47" fmla="*/ 211 h 1560"/>
                                    <a:gd name="T48" fmla="*/ 1961 w 2082"/>
                                    <a:gd name="T49" fmla="*/ 149 h 1560"/>
                                    <a:gd name="T50" fmla="*/ 1905 w 2082"/>
                                    <a:gd name="T51" fmla="*/ 100 h 1560"/>
                                    <a:gd name="T52" fmla="*/ 1837 w 2082"/>
                                    <a:gd name="T53" fmla="*/ 68 h 1560"/>
                                    <a:gd name="T54" fmla="*/ 1760 w 2082"/>
                                    <a:gd name="T55" fmla="*/ 56 h 1560"/>
                                    <a:gd name="T56" fmla="*/ 322 w 2082"/>
                                    <a:gd name="T57" fmla="*/ 0 h 1560"/>
                                    <a:gd name="T58" fmla="*/ 1803 w 2082"/>
                                    <a:gd name="T59" fmla="*/ 4 h 1560"/>
                                    <a:gd name="T60" fmla="*/ 1883 w 2082"/>
                                    <a:gd name="T61" fmla="*/ 26 h 1560"/>
                                    <a:gd name="T62" fmla="*/ 1957 w 2082"/>
                                    <a:gd name="T63" fmla="*/ 68 h 1560"/>
                                    <a:gd name="T64" fmla="*/ 2016 w 2082"/>
                                    <a:gd name="T65" fmla="*/ 127 h 1560"/>
                                    <a:gd name="T66" fmla="*/ 2058 w 2082"/>
                                    <a:gd name="T67" fmla="*/ 199 h 1560"/>
                                    <a:gd name="T68" fmla="*/ 2079 w 2082"/>
                                    <a:gd name="T69" fmla="*/ 280 h 1560"/>
                                    <a:gd name="T70" fmla="*/ 2082 w 2082"/>
                                    <a:gd name="T71" fmla="*/ 1237 h 1560"/>
                                    <a:gd name="T72" fmla="*/ 2074 w 2082"/>
                                    <a:gd name="T73" fmla="*/ 1310 h 1560"/>
                                    <a:gd name="T74" fmla="*/ 2051 w 2082"/>
                                    <a:gd name="T75" fmla="*/ 1378 h 1560"/>
                                    <a:gd name="T76" fmla="*/ 2012 w 2082"/>
                                    <a:gd name="T77" fmla="*/ 1438 h 1560"/>
                                    <a:gd name="T78" fmla="*/ 1961 w 2082"/>
                                    <a:gd name="T79" fmla="*/ 1490 h 1560"/>
                                    <a:gd name="T80" fmla="*/ 1900 w 2082"/>
                                    <a:gd name="T81" fmla="*/ 1528 h 1560"/>
                                    <a:gd name="T82" fmla="*/ 1832 w 2082"/>
                                    <a:gd name="T83" fmla="*/ 1551 h 1560"/>
                                    <a:gd name="T84" fmla="*/ 1760 w 2082"/>
                                    <a:gd name="T85" fmla="*/ 1560 h 1560"/>
                                    <a:gd name="T86" fmla="*/ 278 w 2082"/>
                                    <a:gd name="T87" fmla="*/ 1557 h 1560"/>
                                    <a:gd name="T88" fmla="*/ 195 w 2082"/>
                                    <a:gd name="T89" fmla="*/ 1535 h 1560"/>
                                    <a:gd name="T90" fmla="*/ 124 w 2082"/>
                                    <a:gd name="T91" fmla="*/ 1493 h 1560"/>
                                    <a:gd name="T92" fmla="*/ 66 w 2082"/>
                                    <a:gd name="T93" fmla="*/ 1434 h 1560"/>
                                    <a:gd name="T94" fmla="*/ 24 w 2082"/>
                                    <a:gd name="T95" fmla="*/ 1363 h 1560"/>
                                    <a:gd name="T96" fmla="*/ 2 w 2082"/>
                                    <a:gd name="T97" fmla="*/ 1281 h 1560"/>
                                    <a:gd name="T98" fmla="*/ 0 w 2082"/>
                                    <a:gd name="T99" fmla="*/ 322 h 1560"/>
                                    <a:gd name="T100" fmla="*/ 11 w 2082"/>
                                    <a:gd name="T101" fmla="*/ 237 h 1560"/>
                                    <a:gd name="T102" fmla="*/ 43 w 2082"/>
                                    <a:gd name="T103" fmla="*/ 160 h 1560"/>
                                    <a:gd name="T104" fmla="*/ 94 w 2082"/>
                                    <a:gd name="T105" fmla="*/ 95 h 1560"/>
                                    <a:gd name="T106" fmla="*/ 159 w 2082"/>
                                    <a:gd name="T107" fmla="*/ 44 h 1560"/>
                                    <a:gd name="T108" fmla="*/ 236 w 2082"/>
                                    <a:gd name="T109" fmla="*/ 12 h 1560"/>
                                    <a:gd name="T110" fmla="*/ 322 w 2082"/>
                                    <a:gd name="T111" fmla="*/ 0 h 15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2082" h="1560">
                                      <a:moveTo>
                                        <a:pt x="56" y="482"/>
                                      </a:moveTo>
                                      <a:lnTo>
                                        <a:pt x="56" y="1237"/>
                                      </a:lnTo>
                                      <a:lnTo>
                                        <a:pt x="59" y="1277"/>
                                      </a:lnTo>
                                      <a:lnTo>
                                        <a:pt x="67" y="1315"/>
                                      </a:lnTo>
                                      <a:lnTo>
                                        <a:pt x="81" y="1350"/>
                                      </a:lnTo>
                                      <a:lnTo>
                                        <a:pt x="99" y="1383"/>
                                      </a:lnTo>
                                      <a:lnTo>
                                        <a:pt x="121" y="1412"/>
                                      </a:lnTo>
                                      <a:lnTo>
                                        <a:pt x="147" y="1438"/>
                                      </a:lnTo>
                                      <a:lnTo>
                                        <a:pt x="176" y="1461"/>
                                      </a:lnTo>
                                      <a:lnTo>
                                        <a:pt x="210" y="1479"/>
                                      </a:lnTo>
                                      <a:lnTo>
                                        <a:pt x="244" y="1493"/>
                                      </a:lnTo>
                                      <a:lnTo>
                                        <a:pt x="282" y="1501"/>
                                      </a:lnTo>
                                      <a:lnTo>
                                        <a:pt x="322" y="1503"/>
                                      </a:lnTo>
                                      <a:lnTo>
                                        <a:pt x="1760" y="1503"/>
                                      </a:lnTo>
                                      <a:lnTo>
                                        <a:pt x="1800" y="1501"/>
                                      </a:lnTo>
                                      <a:lnTo>
                                        <a:pt x="1837" y="1493"/>
                                      </a:lnTo>
                                      <a:lnTo>
                                        <a:pt x="1873" y="1479"/>
                                      </a:lnTo>
                                      <a:lnTo>
                                        <a:pt x="1905" y="1461"/>
                                      </a:lnTo>
                                      <a:lnTo>
                                        <a:pt x="1935" y="1438"/>
                                      </a:lnTo>
                                      <a:lnTo>
                                        <a:pt x="1961" y="1412"/>
                                      </a:lnTo>
                                      <a:lnTo>
                                        <a:pt x="1984" y="1383"/>
                                      </a:lnTo>
                                      <a:lnTo>
                                        <a:pt x="2002" y="1350"/>
                                      </a:lnTo>
                                      <a:lnTo>
                                        <a:pt x="2015" y="1315"/>
                                      </a:lnTo>
                                      <a:lnTo>
                                        <a:pt x="2023" y="1277"/>
                                      </a:lnTo>
                                      <a:lnTo>
                                        <a:pt x="2026" y="1237"/>
                                      </a:lnTo>
                                      <a:lnTo>
                                        <a:pt x="2026" y="482"/>
                                      </a:lnTo>
                                      <a:lnTo>
                                        <a:pt x="1049" y="1013"/>
                                      </a:lnTo>
                                      <a:lnTo>
                                        <a:pt x="1034" y="1013"/>
                                      </a:lnTo>
                                      <a:lnTo>
                                        <a:pt x="56" y="482"/>
                                      </a:lnTo>
                                      <a:close/>
                                      <a:moveTo>
                                        <a:pt x="322" y="56"/>
                                      </a:moveTo>
                                      <a:lnTo>
                                        <a:pt x="282" y="59"/>
                                      </a:lnTo>
                                      <a:lnTo>
                                        <a:pt x="244" y="68"/>
                                      </a:lnTo>
                                      <a:lnTo>
                                        <a:pt x="210" y="81"/>
                                      </a:lnTo>
                                      <a:lnTo>
                                        <a:pt x="176" y="100"/>
                                      </a:lnTo>
                                      <a:lnTo>
                                        <a:pt x="147" y="122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99" y="179"/>
                                      </a:lnTo>
                                      <a:lnTo>
                                        <a:pt x="81" y="211"/>
                                      </a:lnTo>
                                      <a:lnTo>
                                        <a:pt x="67" y="247"/>
                                      </a:lnTo>
                                      <a:lnTo>
                                        <a:pt x="59" y="283"/>
                                      </a:lnTo>
                                      <a:lnTo>
                                        <a:pt x="56" y="322"/>
                                      </a:lnTo>
                                      <a:lnTo>
                                        <a:pt x="56" y="449"/>
                                      </a:lnTo>
                                      <a:lnTo>
                                        <a:pt x="1039" y="984"/>
                                      </a:lnTo>
                                      <a:lnTo>
                                        <a:pt x="2026" y="449"/>
                                      </a:lnTo>
                                      <a:lnTo>
                                        <a:pt x="2026" y="322"/>
                                      </a:lnTo>
                                      <a:lnTo>
                                        <a:pt x="2023" y="283"/>
                                      </a:lnTo>
                                      <a:lnTo>
                                        <a:pt x="2015" y="247"/>
                                      </a:lnTo>
                                      <a:lnTo>
                                        <a:pt x="2002" y="211"/>
                                      </a:lnTo>
                                      <a:lnTo>
                                        <a:pt x="1984" y="179"/>
                                      </a:lnTo>
                                      <a:lnTo>
                                        <a:pt x="1961" y="149"/>
                                      </a:lnTo>
                                      <a:lnTo>
                                        <a:pt x="1935" y="122"/>
                                      </a:lnTo>
                                      <a:lnTo>
                                        <a:pt x="1905" y="100"/>
                                      </a:lnTo>
                                      <a:lnTo>
                                        <a:pt x="1873" y="81"/>
                                      </a:lnTo>
                                      <a:lnTo>
                                        <a:pt x="1837" y="68"/>
                                      </a:lnTo>
                                      <a:lnTo>
                                        <a:pt x="1800" y="59"/>
                                      </a:lnTo>
                                      <a:lnTo>
                                        <a:pt x="1760" y="56"/>
                                      </a:lnTo>
                                      <a:lnTo>
                                        <a:pt x="322" y="56"/>
                                      </a:lnTo>
                                      <a:close/>
                                      <a:moveTo>
                                        <a:pt x="322" y="0"/>
                                      </a:moveTo>
                                      <a:lnTo>
                                        <a:pt x="1760" y="0"/>
                                      </a:lnTo>
                                      <a:lnTo>
                                        <a:pt x="1803" y="4"/>
                                      </a:lnTo>
                                      <a:lnTo>
                                        <a:pt x="1844" y="12"/>
                                      </a:lnTo>
                                      <a:lnTo>
                                        <a:pt x="1883" y="26"/>
                                      </a:lnTo>
                                      <a:lnTo>
                                        <a:pt x="1921" y="44"/>
                                      </a:lnTo>
                                      <a:lnTo>
                                        <a:pt x="1957" y="68"/>
                                      </a:lnTo>
                                      <a:lnTo>
                                        <a:pt x="1988" y="95"/>
                                      </a:lnTo>
                                      <a:lnTo>
                                        <a:pt x="2016" y="127"/>
                                      </a:lnTo>
                                      <a:lnTo>
                                        <a:pt x="2039" y="163"/>
                                      </a:lnTo>
                                      <a:lnTo>
                                        <a:pt x="2058" y="199"/>
                                      </a:lnTo>
                                      <a:lnTo>
                                        <a:pt x="2072" y="239"/>
                                      </a:lnTo>
                                      <a:lnTo>
                                        <a:pt x="2079" y="280"/>
                                      </a:lnTo>
                                      <a:lnTo>
                                        <a:pt x="2082" y="322"/>
                                      </a:lnTo>
                                      <a:lnTo>
                                        <a:pt x="2082" y="1237"/>
                                      </a:lnTo>
                                      <a:lnTo>
                                        <a:pt x="2080" y="1274"/>
                                      </a:lnTo>
                                      <a:lnTo>
                                        <a:pt x="2074" y="1310"/>
                                      </a:lnTo>
                                      <a:lnTo>
                                        <a:pt x="2065" y="1344"/>
                                      </a:lnTo>
                                      <a:lnTo>
                                        <a:pt x="2051" y="1378"/>
                                      </a:lnTo>
                                      <a:lnTo>
                                        <a:pt x="2033" y="1409"/>
                                      </a:lnTo>
                                      <a:lnTo>
                                        <a:pt x="2012" y="1438"/>
                                      </a:lnTo>
                                      <a:lnTo>
                                        <a:pt x="1988" y="1466"/>
                                      </a:lnTo>
                                      <a:lnTo>
                                        <a:pt x="1961" y="1490"/>
                                      </a:lnTo>
                                      <a:lnTo>
                                        <a:pt x="1932" y="1511"/>
                                      </a:lnTo>
                                      <a:lnTo>
                                        <a:pt x="1900" y="1528"/>
                                      </a:lnTo>
                                      <a:lnTo>
                                        <a:pt x="1867" y="1542"/>
                                      </a:lnTo>
                                      <a:lnTo>
                                        <a:pt x="1832" y="1551"/>
                                      </a:lnTo>
                                      <a:lnTo>
                                        <a:pt x="1796" y="1558"/>
                                      </a:lnTo>
                                      <a:lnTo>
                                        <a:pt x="1760" y="1560"/>
                                      </a:lnTo>
                                      <a:lnTo>
                                        <a:pt x="322" y="1560"/>
                                      </a:lnTo>
                                      <a:lnTo>
                                        <a:pt x="278" y="1557"/>
                                      </a:lnTo>
                                      <a:lnTo>
                                        <a:pt x="236" y="1548"/>
                                      </a:lnTo>
                                      <a:lnTo>
                                        <a:pt x="195" y="1535"/>
                                      </a:lnTo>
                                      <a:lnTo>
                                        <a:pt x="159" y="1516"/>
                                      </a:lnTo>
                                      <a:lnTo>
                                        <a:pt x="124" y="1493"/>
                                      </a:lnTo>
                                      <a:lnTo>
                                        <a:pt x="94" y="1466"/>
                                      </a:lnTo>
                                      <a:lnTo>
                                        <a:pt x="66" y="1434"/>
                                      </a:lnTo>
                                      <a:lnTo>
                                        <a:pt x="43" y="1400"/>
                                      </a:lnTo>
                                      <a:lnTo>
                                        <a:pt x="24" y="1363"/>
                                      </a:lnTo>
                                      <a:lnTo>
                                        <a:pt x="11" y="1323"/>
                                      </a:lnTo>
                                      <a:lnTo>
                                        <a:pt x="2" y="1281"/>
                                      </a:lnTo>
                                      <a:lnTo>
                                        <a:pt x="0" y="1237"/>
                                      </a:lnTo>
                                      <a:lnTo>
                                        <a:pt x="0" y="322"/>
                                      </a:lnTo>
                                      <a:lnTo>
                                        <a:pt x="2" y="279"/>
                                      </a:lnTo>
                                      <a:lnTo>
                                        <a:pt x="11" y="237"/>
                                      </a:lnTo>
                                      <a:lnTo>
                                        <a:pt x="24" y="197"/>
                                      </a:lnTo>
                                      <a:lnTo>
                                        <a:pt x="43" y="160"/>
                                      </a:lnTo>
                                      <a:lnTo>
                                        <a:pt x="66" y="126"/>
                                      </a:lnTo>
                                      <a:lnTo>
                                        <a:pt x="94" y="95"/>
                                      </a:lnTo>
                                      <a:lnTo>
                                        <a:pt x="124" y="68"/>
                                      </a:lnTo>
                                      <a:lnTo>
                                        <a:pt x="159" y="44"/>
                                      </a:lnTo>
                                      <a:lnTo>
                                        <a:pt x="195" y="26"/>
                                      </a:lnTo>
                                      <a:lnTo>
                                        <a:pt x="236" y="12"/>
                                      </a:lnTo>
                                      <a:lnTo>
                                        <a:pt x="278" y="4"/>
                                      </a:lnTo>
                                      <a:lnTo>
                                        <a:pt x="3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8" cy="208"/>
                                </a:xfrm>
                                <a:custGeom>
                                  <a:avLst/>
                                  <a:gdLst>
                                    <a:gd name="T0" fmla="*/ 1362 w 3324"/>
                                    <a:gd name="T1" fmla="*/ 80 h 3324"/>
                                    <a:gd name="T2" fmla="*/ 991 w 3324"/>
                                    <a:gd name="T3" fmla="*/ 199 h 3324"/>
                                    <a:gd name="T4" fmla="*/ 666 w 3324"/>
                                    <a:gd name="T5" fmla="*/ 398 h 3324"/>
                                    <a:gd name="T6" fmla="*/ 397 w 3324"/>
                                    <a:gd name="T7" fmla="*/ 666 h 3324"/>
                                    <a:gd name="T8" fmla="*/ 198 w 3324"/>
                                    <a:gd name="T9" fmla="*/ 991 h 3324"/>
                                    <a:gd name="T10" fmla="*/ 80 w 3324"/>
                                    <a:gd name="T11" fmla="*/ 1362 h 3324"/>
                                    <a:gd name="T12" fmla="*/ 56 w 3324"/>
                                    <a:gd name="T13" fmla="*/ 1764 h 3324"/>
                                    <a:gd name="T14" fmla="*/ 128 w 3324"/>
                                    <a:gd name="T15" fmla="*/ 2152 h 3324"/>
                                    <a:gd name="T16" fmla="*/ 288 w 3324"/>
                                    <a:gd name="T17" fmla="*/ 2502 h 3324"/>
                                    <a:gd name="T18" fmla="*/ 524 w 3324"/>
                                    <a:gd name="T19" fmla="*/ 2800 h 3324"/>
                                    <a:gd name="T20" fmla="*/ 822 w 3324"/>
                                    <a:gd name="T21" fmla="*/ 3036 h 3324"/>
                                    <a:gd name="T22" fmla="*/ 1172 w 3324"/>
                                    <a:gd name="T23" fmla="*/ 3196 h 3324"/>
                                    <a:gd name="T24" fmla="*/ 1560 w 3324"/>
                                    <a:gd name="T25" fmla="*/ 3268 h 3324"/>
                                    <a:gd name="T26" fmla="*/ 1962 w 3324"/>
                                    <a:gd name="T27" fmla="*/ 3244 h 3324"/>
                                    <a:gd name="T28" fmla="*/ 2333 w 3324"/>
                                    <a:gd name="T29" fmla="*/ 3126 h 3324"/>
                                    <a:gd name="T30" fmla="*/ 2658 w 3324"/>
                                    <a:gd name="T31" fmla="*/ 2927 h 3324"/>
                                    <a:gd name="T32" fmla="*/ 2926 w 3324"/>
                                    <a:gd name="T33" fmla="*/ 2658 h 3324"/>
                                    <a:gd name="T34" fmla="*/ 3125 w 3324"/>
                                    <a:gd name="T35" fmla="*/ 2333 h 3324"/>
                                    <a:gd name="T36" fmla="*/ 3244 w 3324"/>
                                    <a:gd name="T37" fmla="*/ 1962 h 3324"/>
                                    <a:gd name="T38" fmla="*/ 3269 w 3324"/>
                                    <a:gd name="T39" fmla="*/ 1560 h 3324"/>
                                    <a:gd name="T40" fmla="*/ 3196 w 3324"/>
                                    <a:gd name="T41" fmla="*/ 1172 h 3324"/>
                                    <a:gd name="T42" fmla="*/ 3035 w 3324"/>
                                    <a:gd name="T43" fmla="*/ 822 h 3324"/>
                                    <a:gd name="T44" fmla="*/ 2801 w 3324"/>
                                    <a:gd name="T45" fmla="*/ 523 h 3324"/>
                                    <a:gd name="T46" fmla="*/ 2502 w 3324"/>
                                    <a:gd name="T47" fmla="*/ 289 h 3324"/>
                                    <a:gd name="T48" fmla="*/ 2152 w 3324"/>
                                    <a:gd name="T49" fmla="*/ 128 h 3324"/>
                                    <a:gd name="T50" fmla="*/ 1764 w 3324"/>
                                    <a:gd name="T51" fmla="*/ 55 h 3324"/>
                                    <a:gd name="T52" fmla="*/ 1871 w 3324"/>
                                    <a:gd name="T53" fmla="*/ 12 h 3324"/>
                                    <a:gd name="T54" fmla="*/ 2262 w 3324"/>
                                    <a:gd name="T55" fmla="*/ 112 h 3324"/>
                                    <a:gd name="T56" fmla="*/ 2611 w 3324"/>
                                    <a:gd name="T57" fmla="*/ 297 h 3324"/>
                                    <a:gd name="T58" fmla="*/ 2904 w 3324"/>
                                    <a:gd name="T59" fmla="*/ 558 h 3324"/>
                                    <a:gd name="T60" fmla="*/ 3130 w 3324"/>
                                    <a:gd name="T61" fmla="*/ 880 h 3324"/>
                                    <a:gd name="T62" fmla="*/ 3273 w 3324"/>
                                    <a:gd name="T63" fmla="*/ 1252 h 3324"/>
                                    <a:gd name="T64" fmla="*/ 3324 w 3324"/>
                                    <a:gd name="T65" fmla="*/ 1662 h 3324"/>
                                    <a:gd name="T66" fmla="*/ 3273 w 3324"/>
                                    <a:gd name="T67" fmla="*/ 2071 h 3324"/>
                                    <a:gd name="T68" fmla="*/ 3130 w 3324"/>
                                    <a:gd name="T69" fmla="*/ 2443 h 3324"/>
                                    <a:gd name="T70" fmla="*/ 2904 w 3324"/>
                                    <a:gd name="T71" fmla="*/ 2765 h 3324"/>
                                    <a:gd name="T72" fmla="*/ 2611 w 3324"/>
                                    <a:gd name="T73" fmla="*/ 3026 h 3324"/>
                                    <a:gd name="T74" fmla="*/ 2262 w 3324"/>
                                    <a:gd name="T75" fmla="*/ 3213 h 3324"/>
                                    <a:gd name="T76" fmla="*/ 1871 w 3324"/>
                                    <a:gd name="T77" fmla="*/ 3311 h 3324"/>
                                    <a:gd name="T78" fmla="*/ 1454 w 3324"/>
                                    <a:gd name="T79" fmla="*/ 3311 h 3324"/>
                                    <a:gd name="T80" fmla="*/ 1061 w 3324"/>
                                    <a:gd name="T81" fmla="*/ 3213 h 3324"/>
                                    <a:gd name="T82" fmla="*/ 712 w 3324"/>
                                    <a:gd name="T83" fmla="*/ 3026 h 3324"/>
                                    <a:gd name="T84" fmla="*/ 419 w 3324"/>
                                    <a:gd name="T85" fmla="*/ 2765 h 3324"/>
                                    <a:gd name="T86" fmla="*/ 194 w 3324"/>
                                    <a:gd name="T87" fmla="*/ 2443 h 3324"/>
                                    <a:gd name="T88" fmla="*/ 51 w 3324"/>
                                    <a:gd name="T89" fmla="*/ 2071 h 3324"/>
                                    <a:gd name="T90" fmla="*/ 0 w 3324"/>
                                    <a:gd name="T91" fmla="*/ 1662 h 3324"/>
                                    <a:gd name="T92" fmla="*/ 51 w 3324"/>
                                    <a:gd name="T93" fmla="*/ 1252 h 3324"/>
                                    <a:gd name="T94" fmla="*/ 194 w 3324"/>
                                    <a:gd name="T95" fmla="*/ 880 h 3324"/>
                                    <a:gd name="T96" fmla="*/ 419 w 3324"/>
                                    <a:gd name="T97" fmla="*/ 558 h 3324"/>
                                    <a:gd name="T98" fmla="*/ 712 w 3324"/>
                                    <a:gd name="T99" fmla="*/ 297 h 3324"/>
                                    <a:gd name="T100" fmla="*/ 1061 w 3324"/>
                                    <a:gd name="T101" fmla="*/ 112 h 3324"/>
                                    <a:gd name="T102" fmla="*/ 1454 w 3324"/>
                                    <a:gd name="T103" fmla="*/ 12 h 33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324" h="3324">
                                      <a:moveTo>
                                        <a:pt x="1662" y="52"/>
                                      </a:moveTo>
                                      <a:lnTo>
                                        <a:pt x="1560" y="55"/>
                                      </a:lnTo>
                                      <a:lnTo>
                                        <a:pt x="1460" y="65"/>
                                      </a:lnTo>
                                      <a:lnTo>
                                        <a:pt x="1362" y="80"/>
                                      </a:lnTo>
                                      <a:lnTo>
                                        <a:pt x="1265" y="101"/>
                                      </a:lnTo>
                                      <a:lnTo>
                                        <a:pt x="1172" y="128"/>
                                      </a:lnTo>
                                      <a:lnTo>
                                        <a:pt x="1080" y="161"/>
                                      </a:lnTo>
                                      <a:lnTo>
                                        <a:pt x="991" y="199"/>
                                      </a:lnTo>
                                      <a:lnTo>
                                        <a:pt x="905" y="240"/>
                                      </a:lnTo>
                                      <a:lnTo>
                                        <a:pt x="822" y="289"/>
                                      </a:lnTo>
                                      <a:lnTo>
                                        <a:pt x="743" y="341"/>
                                      </a:lnTo>
                                      <a:lnTo>
                                        <a:pt x="666" y="398"/>
                                      </a:lnTo>
                                      <a:lnTo>
                                        <a:pt x="593" y="458"/>
                                      </a:lnTo>
                                      <a:lnTo>
                                        <a:pt x="524" y="523"/>
                                      </a:lnTo>
                                      <a:lnTo>
                                        <a:pt x="459" y="592"/>
                                      </a:lnTo>
                                      <a:lnTo>
                                        <a:pt x="397" y="666"/>
                                      </a:lnTo>
                                      <a:lnTo>
                                        <a:pt x="341" y="742"/>
                                      </a:lnTo>
                                      <a:lnTo>
                                        <a:pt x="288" y="822"/>
                                      </a:lnTo>
                                      <a:lnTo>
                                        <a:pt x="241" y="906"/>
                                      </a:lnTo>
                                      <a:lnTo>
                                        <a:pt x="198" y="991"/>
                                      </a:lnTo>
                                      <a:lnTo>
                                        <a:pt x="161" y="1080"/>
                                      </a:lnTo>
                                      <a:lnTo>
                                        <a:pt x="128" y="1172"/>
                                      </a:lnTo>
                                      <a:lnTo>
                                        <a:pt x="102" y="1266"/>
                                      </a:lnTo>
                                      <a:lnTo>
                                        <a:pt x="80" y="1362"/>
                                      </a:lnTo>
                                      <a:lnTo>
                                        <a:pt x="65" y="1460"/>
                                      </a:lnTo>
                                      <a:lnTo>
                                        <a:pt x="56" y="1560"/>
                                      </a:lnTo>
                                      <a:lnTo>
                                        <a:pt x="53" y="1662"/>
                                      </a:lnTo>
                                      <a:lnTo>
                                        <a:pt x="56" y="1764"/>
                                      </a:lnTo>
                                      <a:lnTo>
                                        <a:pt x="65" y="1864"/>
                                      </a:lnTo>
                                      <a:lnTo>
                                        <a:pt x="80" y="1962"/>
                                      </a:lnTo>
                                      <a:lnTo>
                                        <a:pt x="102" y="2059"/>
                                      </a:lnTo>
                                      <a:lnTo>
                                        <a:pt x="128" y="2152"/>
                                      </a:lnTo>
                                      <a:lnTo>
                                        <a:pt x="161" y="2244"/>
                                      </a:lnTo>
                                      <a:lnTo>
                                        <a:pt x="198" y="2333"/>
                                      </a:lnTo>
                                      <a:lnTo>
                                        <a:pt x="241" y="2419"/>
                                      </a:lnTo>
                                      <a:lnTo>
                                        <a:pt x="288" y="2502"/>
                                      </a:lnTo>
                                      <a:lnTo>
                                        <a:pt x="341" y="2581"/>
                                      </a:lnTo>
                                      <a:lnTo>
                                        <a:pt x="397" y="2658"/>
                                      </a:lnTo>
                                      <a:lnTo>
                                        <a:pt x="459" y="2731"/>
                                      </a:lnTo>
                                      <a:lnTo>
                                        <a:pt x="524" y="2800"/>
                                      </a:lnTo>
                                      <a:lnTo>
                                        <a:pt x="593" y="2865"/>
                                      </a:lnTo>
                                      <a:lnTo>
                                        <a:pt x="666" y="2927"/>
                                      </a:lnTo>
                                      <a:lnTo>
                                        <a:pt x="743" y="2983"/>
                                      </a:lnTo>
                                      <a:lnTo>
                                        <a:pt x="822" y="3036"/>
                                      </a:lnTo>
                                      <a:lnTo>
                                        <a:pt x="905" y="3083"/>
                                      </a:lnTo>
                                      <a:lnTo>
                                        <a:pt x="991" y="3126"/>
                                      </a:lnTo>
                                      <a:lnTo>
                                        <a:pt x="1080" y="3163"/>
                                      </a:lnTo>
                                      <a:lnTo>
                                        <a:pt x="1172" y="3196"/>
                                      </a:lnTo>
                                      <a:lnTo>
                                        <a:pt x="1265" y="3222"/>
                                      </a:lnTo>
                                      <a:lnTo>
                                        <a:pt x="1362" y="3244"/>
                                      </a:lnTo>
                                      <a:lnTo>
                                        <a:pt x="1460" y="3259"/>
                                      </a:lnTo>
                                      <a:lnTo>
                                        <a:pt x="1560" y="3268"/>
                                      </a:lnTo>
                                      <a:lnTo>
                                        <a:pt x="1662" y="3271"/>
                                      </a:lnTo>
                                      <a:lnTo>
                                        <a:pt x="1764" y="3268"/>
                                      </a:lnTo>
                                      <a:lnTo>
                                        <a:pt x="1864" y="3259"/>
                                      </a:lnTo>
                                      <a:lnTo>
                                        <a:pt x="1962" y="3244"/>
                                      </a:lnTo>
                                      <a:lnTo>
                                        <a:pt x="2058" y="3222"/>
                                      </a:lnTo>
                                      <a:lnTo>
                                        <a:pt x="2152" y="3196"/>
                                      </a:lnTo>
                                      <a:lnTo>
                                        <a:pt x="2244" y="3163"/>
                                      </a:lnTo>
                                      <a:lnTo>
                                        <a:pt x="2333" y="3126"/>
                                      </a:lnTo>
                                      <a:lnTo>
                                        <a:pt x="2418" y="3083"/>
                                      </a:lnTo>
                                      <a:lnTo>
                                        <a:pt x="2502" y="3036"/>
                                      </a:lnTo>
                                      <a:lnTo>
                                        <a:pt x="2582" y="2983"/>
                                      </a:lnTo>
                                      <a:lnTo>
                                        <a:pt x="2658" y="2927"/>
                                      </a:lnTo>
                                      <a:lnTo>
                                        <a:pt x="2732" y="2865"/>
                                      </a:lnTo>
                                      <a:lnTo>
                                        <a:pt x="2801" y="2800"/>
                                      </a:lnTo>
                                      <a:lnTo>
                                        <a:pt x="2866" y="2731"/>
                                      </a:lnTo>
                                      <a:lnTo>
                                        <a:pt x="2926" y="2658"/>
                                      </a:lnTo>
                                      <a:lnTo>
                                        <a:pt x="2983" y="2581"/>
                                      </a:lnTo>
                                      <a:lnTo>
                                        <a:pt x="3035" y="2502"/>
                                      </a:lnTo>
                                      <a:lnTo>
                                        <a:pt x="3084" y="2419"/>
                                      </a:lnTo>
                                      <a:lnTo>
                                        <a:pt x="3125" y="2333"/>
                                      </a:lnTo>
                                      <a:lnTo>
                                        <a:pt x="3163" y="2244"/>
                                      </a:lnTo>
                                      <a:lnTo>
                                        <a:pt x="3196" y="2152"/>
                                      </a:lnTo>
                                      <a:lnTo>
                                        <a:pt x="3223" y="2059"/>
                                      </a:lnTo>
                                      <a:lnTo>
                                        <a:pt x="3244" y="1962"/>
                                      </a:lnTo>
                                      <a:lnTo>
                                        <a:pt x="3259" y="1864"/>
                                      </a:lnTo>
                                      <a:lnTo>
                                        <a:pt x="3269" y="1764"/>
                                      </a:lnTo>
                                      <a:lnTo>
                                        <a:pt x="3272" y="1662"/>
                                      </a:lnTo>
                                      <a:lnTo>
                                        <a:pt x="3269" y="1560"/>
                                      </a:lnTo>
                                      <a:lnTo>
                                        <a:pt x="3259" y="1460"/>
                                      </a:lnTo>
                                      <a:lnTo>
                                        <a:pt x="3244" y="1362"/>
                                      </a:lnTo>
                                      <a:lnTo>
                                        <a:pt x="3223" y="1266"/>
                                      </a:lnTo>
                                      <a:lnTo>
                                        <a:pt x="3196" y="1172"/>
                                      </a:lnTo>
                                      <a:lnTo>
                                        <a:pt x="3163" y="1080"/>
                                      </a:lnTo>
                                      <a:lnTo>
                                        <a:pt x="3125" y="991"/>
                                      </a:lnTo>
                                      <a:lnTo>
                                        <a:pt x="3084" y="906"/>
                                      </a:lnTo>
                                      <a:lnTo>
                                        <a:pt x="3035" y="822"/>
                                      </a:lnTo>
                                      <a:lnTo>
                                        <a:pt x="2983" y="742"/>
                                      </a:lnTo>
                                      <a:lnTo>
                                        <a:pt x="2926" y="666"/>
                                      </a:lnTo>
                                      <a:lnTo>
                                        <a:pt x="2866" y="592"/>
                                      </a:lnTo>
                                      <a:lnTo>
                                        <a:pt x="2801" y="523"/>
                                      </a:lnTo>
                                      <a:lnTo>
                                        <a:pt x="2732" y="458"/>
                                      </a:lnTo>
                                      <a:lnTo>
                                        <a:pt x="2658" y="398"/>
                                      </a:lnTo>
                                      <a:lnTo>
                                        <a:pt x="2582" y="341"/>
                                      </a:lnTo>
                                      <a:lnTo>
                                        <a:pt x="2502" y="289"/>
                                      </a:lnTo>
                                      <a:lnTo>
                                        <a:pt x="2418" y="240"/>
                                      </a:lnTo>
                                      <a:lnTo>
                                        <a:pt x="2333" y="199"/>
                                      </a:lnTo>
                                      <a:lnTo>
                                        <a:pt x="2244" y="161"/>
                                      </a:lnTo>
                                      <a:lnTo>
                                        <a:pt x="2152" y="128"/>
                                      </a:lnTo>
                                      <a:lnTo>
                                        <a:pt x="2058" y="101"/>
                                      </a:lnTo>
                                      <a:lnTo>
                                        <a:pt x="1962" y="80"/>
                                      </a:lnTo>
                                      <a:lnTo>
                                        <a:pt x="1864" y="65"/>
                                      </a:lnTo>
                                      <a:lnTo>
                                        <a:pt x="1764" y="55"/>
                                      </a:lnTo>
                                      <a:lnTo>
                                        <a:pt x="1662" y="52"/>
                                      </a:lnTo>
                                      <a:close/>
                                      <a:moveTo>
                                        <a:pt x="1662" y="0"/>
                                      </a:moveTo>
                                      <a:lnTo>
                                        <a:pt x="1767" y="3"/>
                                      </a:lnTo>
                                      <a:lnTo>
                                        <a:pt x="1871" y="12"/>
                                      </a:lnTo>
                                      <a:lnTo>
                                        <a:pt x="1972" y="29"/>
                                      </a:lnTo>
                                      <a:lnTo>
                                        <a:pt x="2072" y="51"/>
                                      </a:lnTo>
                                      <a:lnTo>
                                        <a:pt x="2168" y="78"/>
                                      </a:lnTo>
                                      <a:lnTo>
                                        <a:pt x="2262" y="112"/>
                                      </a:lnTo>
                                      <a:lnTo>
                                        <a:pt x="2355" y="150"/>
                                      </a:lnTo>
                                      <a:lnTo>
                                        <a:pt x="2444" y="194"/>
                                      </a:lnTo>
                                      <a:lnTo>
                                        <a:pt x="2529" y="244"/>
                                      </a:lnTo>
                                      <a:lnTo>
                                        <a:pt x="2611" y="297"/>
                                      </a:lnTo>
                                      <a:lnTo>
                                        <a:pt x="2691" y="356"/>
                                      </a:lnTo>
                                      <a:lnTo>
                                        <a:pt x="2766" y="420"/>
                                      </a:lnTo>
                                      <a:lnTo>
                                        <a:pt x="2837" y="487"/>
                                      </a:lnTo>
                                      <a:lnTo>
                                        <a:pt x="2904" y="558"/>
                                      </a:lnTo>
                                      <a:lnTo>
                                        <a:pt x="2968" y="633"/>
                                      </a:lnTo>
                                      <a:lnTo>
                                        <a:pt x="3027" y="713"/>
                                      </a:lnTo>
                                      <a:lnTo>
                                        <a:pt x="3080" y="795"/>
                                      </a:lnTo>
                                      <a:lnTo>
                                        <a:pt x="3130" y="880"/>
                                      </a:lnTo>
                                      <a:lnTo>
                                        <a:pt x="3174" y="969"/>
                                      </a:lnTo>
                                      <a:lnTo>
                                        <a:pt x="3212" y="1062"/>
                                      </a:lnTo>
                                      <a:lnTo>
                                        <a:pt x="3246" y="1156"/>
                                      </a:lnTo>
                                      <a:lnTo>
                                        <a:pt x="3273" y="1252"/>
                                      </a:lnTo>
                                      <a:lnTo>
                                        <a:pt x="3295" y="1352"/>
                                      </a:lnTo>
                                      <a:lnTo>
                                        <a:pt x="3312" y="1453"/>
                                      </a:lnTo>
                                      <a:lnTo>
                                        <a:pt x="3321" y="1557"/>
                                      </a:lnTo>
                                      <a:lnTo>
                                        <a:pt x="3324" y="1662"/>
                                      </a:lnTo>
                                      <a:lnTo>
                                        <a:pt x="3321" y="1767"/>
                                      </a:lnTo>
                                      <a:lnTo>
                                        <a:pt x="3312" y="1870"/>
                                      </a:lnTo>
                                      <a:lnTo>
                                        <a:pt x="3295" y="1972"/>
                                      </a:lnTo>
                                      <a:lnTo>
                                        <a:pt x="3273" y="2071"/>
                                      </a:lnTo>
                                      <a:lnTo>
                                        <a:pt x="3246" y="2169"/>
                                      </a:lnTo>
                                      <a:lnTo>
                                        <a:pt x="3212" y="2263"/>
                                      </a:lnTo>
                                      <a:lnTo>
                                        <a:pt x="3174" y="2355"/>
                                      </a:lnTo>
                                      <a:lnTo>
                                        <a:pt x="3130" y="2443"/>
                                      </a:lnTo>
                                      <a:lnTo>
                                        <a:pt x="3080" y="2529"/>
                                      </a:lnTo>
                                      <a:lnTo>
                                        <a:pt x="3027" y="2612"/>
                                      </a:lnTo>
                                      <a:lnTo>
                                        <a:pt x="2968" y="2691"/>
                                      </a:lnTo>
                                      <a:lnTo>
                                        <a:pt x="2904" y="2765"/>
                                      </a:lnTo>
                                      <a:lnTo>
                                        <a:pt x="2837" y="2838"/>
                                      </a:lnTo>
                                      <a:lnTo>
                                        <a:pt x="2766" y="2905"/>
                                      </a:lnTo>
                                      <a:lnTo>
                                        <a:pt x="2691" y="2968"/>
                                      </a:lnTo>
                                      <a:lnTo>
                                        <a:pt x="2611" y="3026"/>
                                      </a:lnTo>
                                      <a:lnTo>
                                        <a:pt x="2529" y="3081"/>
                                      </a:lnTo>
                                      <a:lnTo>
                                        <a:pt x="2444" y="3130"/>
                                      </a:lnTo>
                                      <a:lnTo>
                                        <a:pt x="2355" y="3174"/>
                                      </a:lnTo>
                                      <a:lnTo>
                                        <a:pt x="2262" y="3213"/>
                                      </a:lnTo>
                                      <a:lnTo>
                                        <a:pt x="2168" y="3246"/>
                                      </a:lnTo>
                                      <a:lnTo>
                                        <a:pt x="2072" y="3273"/>
                                      </a:lnTo>
                                      <a:lnTo>
                                        <a:pt x="1972" y="3295"/>
                                      </a:lnTo>
                                      <a:lnTo>
                                        <a:pt x="1871" y="3311"/>
                                      </a:lnTo>
                                      <a:lnTo>
                                        <a:pt x="1767" y="3321"/>
                                      </a:lnTo>
                                      <a:lnTo>
                                        <a:pt x="1662" y="3324"/>
                                      </a:lnTo>
                                      <a:lnTo>
                                        <a:pt x="1557" y="3321"/>
                                      </a:lnTo>
                                      <a:lnTo>
                                        <a:pt x="1454" y="3311"/>
                                      </a:lnTo>
                                      <a:lnTo>
                                        <a:pt x="1352" y="3295"/>
                                      </a:lnTo>
                                      <a:lnTo>
                                        <a:pt x="1253" y="3273"/>
                                      </a:lnTo>
                                      <a:lnTo>
                                        <a:pt x="1155" y="3246"/>
                                      </a:lnTo>
                                      <a:lnTo>
                                        <a:pt x="1061" y="3213"/>
                                      </a:lnTo>
                                      <a:lnTo>
                                        <a:pt x="969" y="3174"/>
                                      </a:lnTo>
                                      <a:lnTo>
                                        <a:pt x="881" y="3130"/>
                                      </a:lnTo>
                                      <a:lnTo>
                                        <a:pt x="795" y="3081"/>
                                      </a:lnTo>
                                      <a:lnTo>
                                        <a:pt x="712" y="3026"/>
                                      </a:lnTo>
                                      <a:lnTo>
                                        <a:pt x="633" y="2968"/>
                                      </a:lnTo>
                                      <a:lnTo>
                                        <a:pt x="559" y="2905"/>
                                      </a:lnTo>
                                      <a:lnTo>
                                        <a:pt x="486" y="2838"/>
                                      </a:lnTo>
                                      <a:lnTo>
                                        <a:pt x="419" y="2765"/>
                                      </a:lnTo>
                                      <a:lnTo>
                                        <a:pt x="356" y="2691"/>
                                      </a:lnTo>
                                      <a:lnTo>
                                        <a:pt x="298" y="2612"/>
                                      </a:lnTo>
                                      <a:lnTo>
                                        <a:pt x="243" y="2529"/>
                                      </a:lnTo>
                                      <a:lnTo>
                                        <a:pt x="194" y="2443"/>
                                      </a:lnTo>
                                      <a:lnTo>
                                        <a:pt x="150" y="2355"/>
                                      </a:lnTo>
                                      <a:lnTo>
                                        <a:pt x="111" y="2263"/>
                                      </a:lnTo>
                                      <a:lnTo>
                                        <a:pt x="78" y="2169"/>
                                      </a:lnTo>
                                      <a:lnTo>
                                        <a:pt x="51" y="2071"/>
                                      </a:lnTo>
                                      <a:lnTo>
                                        <a:pt x="29" y="1972"/>
                                      </a:lnTo>
                                      <a:lnTo>
                                        <a:pt x="13" y="1870"/>
                                      </a:lnTo>
                                      <a:lnTo>
                                        <a:pt x="3" y="1767"/>
                                      </a:lnTo>
                                      <a:lnTo>
                                        <a:pt x="0" y="1662"/>
                                      </a:lnTo>
                                      <a:lnTo>
                                        <a:pt x="3" y="1557"/>
                                      </a:lnTo>
                                      <a:lnTo>
                                        <a:pt x="13" y="1453"/>
                                      </a:lnTo>
                                      <a:lnTo>
                                        <a:pt x="29" y="1352"/>
                                      </a:lnTo>
                                      <a:lnTo>
                                        <a:pt x="51" y="1252"/>
                                      </a:lnTo>
                                      <a:lnTo>
                                        <a:pt x="78" y="1156"/>
                                      </a:lnTo>
                                      <a:lnTo>
                                        <a:pt x="111" y="1062"/>
                                      </a:lnTo>
                                      <a:lnTo>
                                        <a:pt x="150" y="969"/>
                                      </a:lnTo>
                                      <a:lnTo>
                                        <a:pt x="194" y="880"/>
                                      </a:lnTo>
                                      <a:lnTo>
                                        <a:pt x="243" y="795"/>
                                      </a:lnTo>
                                      <a:lnTo>
                                        <a:pt x="298" y="713"/>
                                      </a:lnTo>
                                      <a:lnTo>
                                        <a:pt x="356" y="633"/>
                                      </a:lnTo>
                                      <a:lnTo>
                                        <a:pt x="419" y="558"/>
                                      </a:lnTo>
                                      <a:lnTo>
                                        <a:pt x="486" y="487"/>
                                      </a:lnTo>
                                      <a:lnTo>
                                        <a:pt x="559" y="420"/>
                                      </a:lnTo>
                                      <a:lnTo>
                                        <a:pt x="633" y="356"/>
                                      </a:lnTo>
                                      <a:lnTo>
                                        <a:pt x="712" y="297"/>
                                      </a:lnTo>
                                      <a:lnTo>
                                        <a:pt x="795" y="244"/>
                                      </a:lnTo>
                                      <a:lnTo>
                                        <a:pt x="881" y="194"/>
                                      </a:lnTo>
                                      <a:lnTo>
                                        <a:pt x="969" y="150"/>
                                      </a:lnTo>
                                      <a:lnTo>
                                        <a:pt x="1061" y="112"/>
                                      </a:lnTo>
                                      <a:lnTo>
                                        <a:pt x="1155" y="78"/>
                                      </a:lnTo>
                                      <a:lnTo>
                                        <a:pt x="1253" y="51"/>
                                      </a:lnTo>
                                      <a:lnTo>
                                        <a:pt x="1352" y="29"/>
                                      </a:lnTo>
                                      <a:lnTo>
                                        <a:pt x="1454" y="12"/>
                                      </a:lnTo>
                                      <a:lnTo>
                                        <a:pt x="1557" y="3"/>
                                      </a:lnTo>
                                      <a:lnTo>
                                        <a:pt x="16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1AEADC" id="Group 43" o:spid="_x0000_s1026" alt="Title: Email icon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">
                      <v:shape id="Freeform 2" o:spid="_x0000_s1027" style="position:absolute;left:39;top:55;width:130;height:97;visibility:visible;mso-wrap-style:square;v-text-anchor:top" coordsize="208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color="#37b6ae [3204]" strokecolor="#37b6ae [3204]" strokeweight="0">
                        <v:path arrowok="t" o:connecttype="custom" o:connectlocs="3,77;4,82;6,86;9,89;13,92;18,93;110,93;115,93;119,91;122,88;125,84;126,79;127,30;65,63;20,3;15,4;11,6;8,9;5,13;4,18;3,28;127,28;126,18;125,13;122,9;119,6;115,4;110,3;20,0;113,0;118,2;122,4;126,8;129,12;130,17;130,77;130,81;128,86;126,89;122,93;119,95;114,96;110,97;17,97;12,95;8,93;4,89;1,85;0,80;0,20;1,15;3,10;6,6;10,3;15,1;20,0" o:connectangles="0,0,0,0,0,0,0,0,0,0,0,0,0,0,0,0,0,0,0,0,0,0,0,0,0,0,0,0,0,0,0,0,0,0,0,0,0,0,0,0,0,0,0,0,0,0,0,0,0,0,0,0,0,0,0,0"/>
                        <o:lock v:ext="edit" verticies="t"/>
                      </v:shape>
                      <v:shape id="Freeform 3" o:spid="_x0000_s1028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1,297r80,59l2766,420r71,67l2904,558r64,75l3027,713r53,82l3130,880r44,89l3212,1062r34,94l3273,1252r22,100l3312,1453r9,104l3324,1662r-3,105l3312,1870r-17,102l3273,2071r-27,98l3212,2263r-38,92l3130,2443r-50,86l3027,2612r-59,79l2904,2765r-67,73l2766,2905r-75,63l2611,3026r-82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  <w:sdt>
            <w:sdtPr>
              <w:id w:val="-1223903890"/>
              <w:placeholder>
                <w:docPart w:val="11D791A0B7214DE4956B023BD29AD57E"/>
              </w:placeholder>
              <w:temporary/>
              <w:showingPlcHdr/>
              <w15:appearance w15:val="hidden"/>
            </w:sdtPr>
            <w:sdtEndPr>
              <w:rPr>
                <w:rStyle w:val="Hyperlink"/>
                <w:color w:val="0563C1" w:themeColor="hyperlink"/>
                <w:u w:val="single"/>
              </w:rPr>
            </w:sdtEndPr>
            <w:sdtContent>
              <w:p w14:paraId="6443EF01" w14:textId="77777777" w:rsidR="00772E79" w:rsidRDefault="00772E79" w:rsidP="00772E79">
                <w:r w:rsidRPr="00E4381A">
                  <w:rPr>
                    <w:rStyle w:val="Hyperlink"/>
                  </w:rPr>
                  <w:t>someone@example.com</w:t>
                </w:r>
                <w:hyperlink r:id="rId7" w:history="1"/>
              </w:p>
            </w:sdtContent>
          </w:sdt>
          <w:p w14:paraId="1D34EB1B" w14:textId="77777777" w:rsidR="00C420C8" w:rsidRPr="00C420C8" w:rsidRDefault="00772E79" w:rsidP="00772E79">
            <w:pPr>
              <w:pStyle w:val="Graphic"/>
            </w:pPr>
            <w:r w:rsidRPr="00C420C8">
              <w:rPr>
                <w:noProof/>
              </w:rPr>
              <w:t xml:space="preserve"> </w:t>
            </w:r>
            <w:r w:rsidR="00C420C8" w:rsidRPr="00C420C8">
              <w:rPr>
                <w:noProof/>
              </w:rPr>
              <mc:AlternateContent>
                <mc:Choice Requires="wpg">
                  <w:drawing>
                    <wp:inline distT="0" distB="0" distL="0" distR="0" wp14:anchorId="2EE9B323" wp14:editId="568A1DE8">
                      <wp:extent cx="329184" cy="329184"/>
                      <wp:effectExtent l="0" t="0" r="13970" b="13970"/>
                      <wp:docPr id="80" name="Group 37" title="Telephone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29184" cy="329184"/>
                                <a:chOff x="0" y="0"/>
                                <a:chExt cx="208" cy="208"/>
                              </a:xfrm>
                            </wpg:grpSpPr>
                            <wps:wsp>
                              <wps:cNvPr id="81" name="Freeform 81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8" cy="208"/>
                                </a:xfrm>
                                <a:custGeom>
                                  <a:avLst/>
                                  <a:gdLst>
                                    <a:gd name="T0" fmla="*/ 1362 w 3324"/>
                                    <a:gd name="T1" fmla="*/ 80 h 3324"/>
                                    <a:gd name="T2" fmla="*/ 991 w 3324"/>
                                    <a:gd name="T3" fmla="*/ 199 h 3324"/>
                                    <a:gd name="T4" fmla="*/ 666 w 3324"/>
                                    <a:gd name="T5" fmla="*/ 398 h 3324"/>
                                    <a:gd name="T6" fmla="*/ 397 w 3324"/>
                                    <a:gd name="T7" fmla="*/ 666 h 3324"/>
                                    <a:gd name="T8" fmla="*/ 198 w 3324"/>
                                    <a:gd name="T9" fmla="*/ 991 h 3324"/>
                                    <a:gd name="T10" fmla="*/ 80 w 3324"/>
                                    <a:gd name="T11" fmla="*/ 1362 h 3324"/>
                                    <a:gd name="T12" fmla="*/ 56 w 3324"/>
                                    <a:gd name="T13" fmla="*/ 1764 h 3324"/>
                                    <a:gd name="T14" fmla="*/ 128 w 3324"/>
                                    <a:gd name="T15" fmla="*/ 2152 h 3324"/>
                                    <a:gd name="T16" fmla="*/ 288 w 3324"/>
                                    <a:gd name="T17" fmla="*/ 2502 h 3324"/>
                                    <a:gd name="T18" fmla="*/ 524 w 3324"/>
                                    <a:gd name="T19" fmla="*/ 2800 h 3324"/>
                                    <a:gd name="T20" fmla="*/ 822 w 3324"/>
                                    <a:gd name="T21" fmla="*/ 3036 h 3324"/>
                                    <a:gd name="T22" fmla="*/ 1172 w 3324"/>
                                    <a:gd name="T23" fmla="*/ 3196 h 3324"/>
                                    <a:gd name="T24" fmla="*/ 1560 w 3324"/>
                                    <a:gd name="T25" fmla="*/ 3268 h 3324"/>
                                    <a:gd name="T26" fmla="*/ 1962 w 3324"/>
                                    <a:gd name="T27" fmla="*/ 3244 h 3324"/>
                                    <a:gd name="T28" fmla="*/ 2333 w 3324"/>
                                    <a:gd name="T29" fmla="*/ 3126 h 3324"/>
                                    <a:gd name="T30" fmla="*/ 2658 w 3324"/>
                                    <a:gd name="T31" fmla="*/ 2927 h 3324"/>
                                    <a:gd name="T32" fmla="*/ 2926 w 3324"/>
                                    <a:gd name="T33" fmla="*/ 2658 h 3324"/>
                                    <a:gd name="T34" fmla="*/ 3125 w 3324"/>
                                    <a:gd name="T35" fmla="*/ 2333 h 3324"/>
                                    <a:gd name="T36" fmla="*/ 3244 w 3324"/>
                                    <a:gd name="T37" fmla="*/ 1962 h 3324"/>
                                    <a:gd name="T38" fmla="*/ 3269 w 3324"/>
                                    <a:gd name="T39" fmla="*/ 1560 h 3324"/>
                                    <a:gd name="T40" fmla="*/ 3196 w 3324"/>
                                    <a:gd name="T41" fmla="*/ 1172 h 3324"/>
                                    <a:gd name="T42" fmla="*/ 3035 w 3324"/>
                                    <a:gd name="T43" fmla="*/ 822 h 3324"/>
                                    <a:gd name="T44" fmla="*/ 2801 w 3324"/>
                                    <a:gd name="T45" fmla="*/ 523 h 3324"/>
                                    <a:gd name="T46" fmla="*/ 2502 w 3324"/>
                                    <a:gd name="T47" fmla="*/ 289 h 3324"/>
                                    <a:gd name="T48" fmla="*/ 2152 w 3324"/>
                                    <a:gd name="T49" fmla="*/ 128 h 3324"/>
                                    <a:gd name="T50" fmla="*/ 1764 w 3324"/>
                                    <a:gd name="T51" fmla="*/ 55 h 3324"/>
                                    <a:gd name="T52" fmla="*/ 1871 w 3324"/>
                                    <a:gd name="T53" fmla="*/ 12 h 3324"/>
                                    <a:gd name="T54" fmla="*/ 2262 w 3324"/>
                                    <a:gd name="T55" fmla="*/ 112 h 3324"/>
                                    <a:gd name="T56" fmla="*/ 2612 w 3324"/>
                                    <a:gd name="T57" fmla="*/ 297 h 3324"/>
                                    <a:gd name="T58" fmla="*/ 2904 w 3324"/>
                                    <a:gd name="T59" fmla="*/ 558 h 3324"/>
                                    <a:gd name="T60" fmla="*/ 3130 w 3324"/>
                                    <a:gd name="T61" fmla="*/ 880 h 3324"/>
                                    <a:gd name="T62" fmla="*/ 3273 w 3324"/>
                                    <a:gd name="T63" fmla="*/ 1252 h 3324"/>
                                    <a:gd name="T64" fmla="*/ 3324 w 3324"/>
                                    <a:gd name="T65" fmla="*/ 1662 h 3324"/>
                                    <a:gd name="T66" fmla="*/ 3273 w 3324"/>
                                    <a:gd name="T67" fmla="*/ 2071 h 3324"/>
                                    <a:gd name="T68" fmla="*/ 3130 w 3324"/>
                                    <a:gd name="T69" fmla="*/ 2443 h 3324"/>
                                    <a:gd name="T70" fmla="*/ 2904 w 3324"/>
                                    <a:gd name="T71" fmla="*/ 2765 h 3324"/>
                                    <a:gd name="T72" fmla="*/ 2612 w 3324"/>
                                    <a:gd name="T73" fmla="*/ 3026 h 3324"/>
                                    <a:gd name="T74" fmla="*/ 2262 w 3324"/>
                                    <a:gd name="T75" fmla="*/ 3213 h 3324"/>
                                    <a:gd name="T76" fmla="*/ 1871 w 3324"/>
                                    <a:gd name="T77" fmla="*/ 3311 h 3324"/>
                                    <a:gd name="T78" fmla="*/ 1454 w 3324"/>
                                    <a:gd name="T79" fmla="*/ 3311 h 3324"/>
                                    <a:gd name="T80" fmla="*/ 1061 w 3324"/>
                                    <a:gd name="T81" fmla="*/ 3213 h 3324"/>
                                    <a:gd name="T82" fmla="*/ 712 w 3324"/>
                                    <a:gd name="T83" fmla="*/ 3026 h 3324"/>
                                    <a:gd name="T84" fmla="*/ 419 w 3324"/>
                                    <a:gd name="T85" fmla="*/ 2765 h 3324"/>
                                    <a:gd name="T86" fmla="*/ 194 w 3324"/>
                                    <a:gd name="T87" fmla="*/ 2443 h 3324"/>
                                    <a:gd name="T88" fmla="*/ 51 w 3324"/>
                                    <a:gd name="T89" fmla="*/ 2071 h 3324"/>
                                    <a:gd name="T90" fmla="*/ 0 w 3324"/>
                                    <a:gd name="T91" fmla="*/ 1662 h 3324"/>
                                    <a:gd name="T92" fmla="*/ 51 w 3324"/>
                                    <a:gd name="T93" fmla="*/ 1252 h 3324"/>
                                    <a:gd name="T94" fmla="*/ 194 w 3324"/>
                                    <a:gd name="T95" fmla="*/ 880 h 3324"/>
                                    <a:gd name="T96" fmla="*/ 419 w 3324"/>
                                    <a:gd name="T97" fmla="*/ 558 h 3324"/>
                                    <a:gd name="T98" fmla="*/ 712 w 3324"/>
                                    <a:gd name="T99" fmla="*/ 297 h 3324"/>
                                    <a:gd name="T100" fmla="*/ 1061 w 3324"/>
                                    <a:gd name="T101" fmla="*/ 112 h 3324"/>
                                    <a:gd name="T102" fmla="*/ 1454 w 3324"/>
                                    <a:gd name="T103" fmla="*/ 12 h 33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324" h="3324">
                                      <a:moveTo>
                                        <a:pt x="1662" y="52"/>
                                      </a:moveTo>
                                      <a:lnTo>
                                        <a:pt x="1560" y="55"/>
                                      </a:lnTo>
                                      <a:lnTo>
                                        <a:pt x="1460" y="65"/>
                                      </a:lnTo>
                                      <a:lnTo>
                                        <a:pt x="1362" y="80"/>
                                      </a:lnTo>
                                      <a:lnTo>
                                        <a:pt x="1265" y="101"/>
                                      </a:lnTo>
                                      <a:lnTo>
                                        <a:pt x="1172" y="128"/>
                                      </a:lnTo>
                                      <a:lnTo>
                                        <a:pt x="1080" y="161"/>
                                      </a:lnTo>
                                      <a:lnTo>
                                        <a:pt x="991" y="199"/>
                                      </a:lnTo>
                                      <a:lnTo>
                                        <a:pt x="905" y="240"/>
                                      </a:lnTo>
                                      <a:lnTo>
                                        <a:pt x="822" y="289"/>
                                      </a:lnTo>
                                      <a:lnTo>
                                        <a:pt x="743" y="341"/>
                                      </a:lnTo>
                                      <a:lnTo>
                                        <a:pt x="666" y="398"/>
                                      </a:lnTo>
                                      <a:lnTo>
                                        <a:pt x="593" y="458"/>
                                      </a:lnTo>
                                      <a:lnTo>
                                        <a:pt x="524" y="523"/>
                                      </a:lnTo>
                                      <a:lnTo>
                                        <a:pt x="459" y="592"/>
                                      </a:lnTo>
                                      <a:lnTo>
                                        <a:pt x="397" y="666"/>
                                      </a:lnTo>
                                      <a:lnTo>
                                        <a:pt x="341" y="742"/>
                                      </a:lnTo>
                                      <a:lnTo>
                                        <a:pt x="288" y="822"/>
                                      </a:lnTo>
                                      <a:lnTo>
                                        <a:pt x="241" y="906"/>
                                      </a:lnTo>
                                      <a:lnTo>
                                        <a:pt x="198" y="991"/>
                                      </a:lnTo>
                                      <a:lnTo>
                                        <a:pt x="161" y="1080"/>
                                      </a:lnTo>
                                      <a:lnTo>
                                        <a:pt x="128" y="1172"/>
                                      </a:lnTo>
                                      <a:lnTo>
                                        <a:pt x="102" y="1266"/>
                                      </a:lnTo>
                                      <a:lnTo>
                                        <a:pt x="80" y="1362"/>
                                      </a:lnTo>
                                      <a:lnTo>
                                        <a:pt x="65" y="1460"/>
                                      </a:lnTo>
                                      <a:lnTo>
                                        <a:pt x="56" y="1560"/>
                                      </a:lnTo>
                                      <a:lnTo>
                                        <a:pt x="53" y="1662"/>
                                      </a:lnTo>
                                      <a:lnTo>
                                        <a:pt x="56" y="1764"/>
                                      </a:lnTo>
                                      <a:lnTo>
                                        <a:pt x="65" y="1864"/>
                                      </a:lnTo>
                                      <a:lnTo>
                                        <a:pt x="80" y="1962"/>
                                      </a:lnTo>
                                      <a:lnTo>
                                        <a:pt x="102" y="2059"/>
                                      </a:lnTo>
                                      <a:lnTo>
                                        <a:pt x="128" y="2152"/>
                                      </a:lnTo>
                                      <a:lnTo>
                                        <a:pt x="161" y="2244"/>
                                      </a:lnTo>
                                      <a:lnTo>
                                        <a:pt x="198" y="2333"/>
                                      </a:lnTo>
                                      <a:lnTo>
                                        <a:pt x="241" y="2419"/>
                                      </a:lnTo>
                                      <a:lnTo>
                                        <a:pt x="288" y="2502"/>
                                      </a:lnTo>
                                      <a:lnTo>
                                        <a:pt x="341" y="2581"/>
                                      </a:lnTo>
                                      <a:lnTo>
                                        <a:pt x="397" y="2658"/>
                                      </a:lnTo>
                                      <a:lnTo>
                                        <a:pt x="459" y="2731"/>
                                      </a:lnTo>
                                      <a:lnTo>
                                        <a:pt x="524" y="2800"/>
                                      </a:lnTo>
                                      <a:lnTo>
                                        <a:pt x="593" y="2865"/>
                                      </a:lnTo>
                                      <a:lnTo>
                                        <a:pt x="666" y="2927"/>
                                      </a:lnTo>
                                      <a:lnTo>
                                        <a:pt x="743" y="2983"/>
                                      </a:lnTo>
                                      <a:lnTo>
                                        <a:pt x="822" y="3036"/>
                                      </a:lnTo>
                                      <a:lnTo>
                                        <a:pt x="905" y="3083"/>
                                      </a:lnTo>
                                      <a:lnTo>
                                        <a:pt x="991" y="3126"/>
                                      </a:lnTo>
                                      <a:lnTo>
                                        <a:pt x="1080" y="3163"/>
                                      </a:lnTo>
                                      <a:lnTo>
                                        <a:pt x="1172" y="3196"/>
                                      </a:lnTo>
                                      <a:lnTo>
                                        <a:pt x="1265" y="3222"/>
                                      </a:lnTo>
                                      <a:lnTo>
                                        <a:pt x="1362" y="3244"/>
                                      </a:lnTo>
                                      <a:lnTo>
                                        <a:pt x="1460" y="3259"/>
                                      </a:lnTo>
                                      <a:lnTo>
                                        <a:pt x="1560" y="3268"/>
                                      </a:lnTo>
                                      <a:lnTo>
                                        <a:pt x="1662" y="3271"/>
                                      </a:lnTo>
                                      <a:lnTo>
                                        <a:pt x="1764" y="3268"/>
                                      </a:lnTo>
                                      <a:lnTo>
                                        <a:pt x="1864" y="3259"/>
                                      </a:lnTo>
                                      <a:lnTo>
                                        <a:pt x="1962" y="3244"/>
                                      </a:lnTo>
                                      <a:lnTo>
                                        <a:pt x="2058" y="3222"/>
                                      </a:lnTo>
                                      <a:lnTo>
                                        <a:pt x="2152" y="3196"/>
                                      </a:lnTo>
                                      <a:lnTo>
                                        <a:pt x="2244" y="3163"/>
                                      </a:lnTo>
                                      <a:lnTo>
                                        <a:pt x="2333" y="3126"/>
                                      </a:lnTo>
                                      <a:lnTo>
                                        <a:pt x="2418" y="3083"/>
                                      </a:lnTo>
                                      <a:lnTo>
                                        <a:pt x="2502" y="3036"/>
                                      </a:lnTo>
                                      <a:lnTo>
                                        <a:pt x="2582" y="2983"/>
                                      </a:lnTo>
                                      <a:lnTo>
                                        <a:pt x="2658" y="2927"/>
                                      </a:lnTo>
                                      <a:lnTo>
                                        <a:pt x="2732" y="2865"/>
                                      </a:lnTo>
                                      <a:lnTo>
                                        <a:pt x="2801" y="2800"/>
                                      </a:lnTo>
                                      <a:lnTo>
                                        <a:pt x="2866" y="2731"/>
                                      </a:lnTo>
                                      <a:lnTo>
                                        <a:pt x="2926" y="2658"/>
                                      </a:lnTo>
                                      <a:lnTo>
                                        <a:pt x="2983" y="2581"/>
                                      </a:lnTo>
                                      <a:lnTo>
                                        <a:pt x="3035" y="2502"/>
                                      </a:lnTo>
                                      <a:lnTo>
                                        <a:pt x="3084" y="2419"/>
                                      </a:lnTo>
                                      <a:lnTo>
                                        <a:pt x="3125" y="2333"/>
                                      </a:lnTo>
                                      <a:lnTo>
                                        <a:pt x="3163" y="2244"/>
                                      </a:lnTo>
                                      <a:lnTo>
                                        <a:pt x="3196" y="2152"/>
                                      </a:lnTo>
                                      <a:lnTo>
                                        <a:pt x="3223" y="2059"/>
                                      </a:lnTo>
                                      <a:lnTo>
                                        <a:pt x="3244" y="1962"/>
                                      </a:lnTo>
                                      <a:lnTo>
                                        <a:pt x="3259" y="1864"/>
                                      </a:lnTo>
                                      <a:lnTo>
                                        <a:pt x="3269" y="1764"/>
                                      </a:lnTo>
                                      <a:lnTo>
                                        <a:pt x="3272" y="1662"/>
                                      </a:lnTo>
                                      <a:lnTo>
                                        <a:pt x="3269" y="1560"/>
                                      </a:lnTo>
                                      <a:lnTo>
                                        <a:pt x="3259" y="1460"/>
                                      </a:lnTo>
                                      <a:lnTo>
                                        <a:pt x="3244" y="1362"/>
                                      </a:lnTo>
                                      <a:lnTo>
                                        <a:pt x="3223" y="1266"/>
                                      </a:lnTo>
                                      <a:lnTo>
                                        <a:pt x="3196" y="1172"/>
                                      </a:lnTo>
                                      <a:lnTo>
                                        <a:pt x="3163" y="1080"/>
                                      </a:lnTo>
                                      <a:lnTo>
                                        <a:pt x="3125" y="991"/>
                                      </a:lnTo>
                                      <a:lnTo>
                                        <a:pt x="3084" y="906"/>
                                      </a:lnTo>
                                      <a:lnTo>
                                        <a:pt x="3035" y="822"/>
                                      </a:lnTo>
                                      <a:lnTo>
                                        <a:pt x="2983" y="742"/>
                                      </a:lnTo>
                                      <a:lnTo>
                                        <a:pt x="2926" y="666"/>
                                      </a:lnTo>
                                      <a:lnTo>
                                        <a:pt x="2866" y="592"/>
                                      </a:lnTo>
                                      <a:lnTo>
                                        <a:pt x="2801" y="523"/>
                                      </a:lnTo>
                                      <a:lnTo>
                                        <a:pt x="2732" y="458"/>
                                      </a:lnTo>
                                      <a:lnTo>
                                        <a:pt x="2658" y="398"/>
                                      </a:lnTo>
                                      <a:lnTo>
                                        <a:pt x="2582" y="341"/>
                                      </a:lnTo>
                                      <a:lnTo>
                                        <a:pt x="2502" y="289"/>
                                      </a:lnTo>
                                      <a:lnTo>
                                        <a:pt x="2418" y="240"/>
                                      </a:lnTo>
                                      <a:lnTo>
                                        <a:pt x="2333" y="199"/>
                                      </a:lnTo>
                                      <a:lnTo>
                                        <a:pt x="2244" y="161"/>
                                      </a:lnTo>
                                      <a:lnTo>
                                        <a:pt x="2152" y="128"/>
                                      </a:lnTo>
                                      <a:lnTo>
                                        <a:pt x="2058" y="101"/>
                                      </a:lnTo>
                                      <a:lnTo>
                                        <a:pt x="1962" y="80"/>
                                      </a:lnTo>
                                      <a:lnTo>
                                        <a:pt x="1864" y="65"/>
                                      </a:lnTo>
                                      <a:lnTo>
                                        <a:pt x="1764" y="55"/>
                                      </a:lnTo>
                                      <a:lnTo>
                                        <a:pt x="1662" y="52"/>
                                      </a:lnTo>
                                      <a:close/>
                                      <a:moveTo>
                                        <a:pt x="1662" y="0"/>
                                      </a:moveTo>
                                      <a:lnTo>
                                        <a:pt x="1767" y="3"/>
                                      </a:lnTo>
                                      <a:lnTo>
                                        <a:pt x="1871" y="12"/>
                                      </a:lnTo>
                                      <a:lnTo>
                                        <a:pt x="1972" y="29"/>
                                      </a:lnTo>
                                      <a:lnTo>
                                        <a:pt x="2072" y="51"/>
                                      </a:lnTo>
                                      <a:lnTo>
                                        <a:pt x="2168" y="78"/>
                                      </a:lnTo>
                                      <a:lnTo>
                                        <a:pt x="2262" y="112"/>
                                      </a:lnTo>
                                      <a:lnTo>
                                        <a:pt x="2355" y="150"/>
                                      </a:lnTo>
                                      <a:lnTo>
                                        <a:pt x="2444" y="194"/>
                                      </a:lnTo>
                                      <a:lnTo>
                                        <a:pt x="2529" y="244"/>
                                      </a:lnTo>
                                      <a:lnTo>
                                        <a:pt x="2612" y="297"/>
                                      </a:lnTo>
                                      <a:lnTo>
                                        <a:pt x="2691" y="356"/>
                                      </a:lnTo>
                                      <a:lnTo>
                                        <a:pt x="2766" y="420"/>
                                      </a:lnTo>
                                      <a:lnTo>
                                        <a:pt x="2837" y="487"/>
                                      </a:lnTo>
                                      <a:lnTo>
                                        <a:pt x="2904" y="558"/>
                                      </a:lnTo>
                                      <a:lnTo>
                                        <a:pt x="2968" y="633"/>
                                      </a:lnTo>
                                      <a:lnTo>
                                        <a:pt x="3027" y="713"/>
                                      </a:lnTo>
                                      <a:lnTo>
                                        <a:pt x="3080" y="795"/>
                                      </a:lnTo>
                                      <a:lnTo>
                                        <a:pt x="3130" y="880"/>
                                      </a:lnTo>
                                      <a:lnTo>
                                        <a:pt x="3174" y="969"/>
                                      </a:lnTo>
                                      <a:lnTo>
                                        <a:pt x="3212" y="1062"/>
                                      </a:lnTo>
                                      <a:lnTo>
                                        <a:pt x="3246" y="1156"/>
                                      </a:lnTo>
                                      <a:lnTo>
                                        <a:pt x="3273" y="1252"/>
                                      </a:lnTo>
                                      <a:lnTo>
                                        <a:pt x="3295" y="1352"/>
                                      </a:lnTo>
                                      <a:lnTo>
                                        <a:pt x="3312" y="1453"/>
                                      </a:lnTo>
                                      <a:lnTo>
                                        <a:pt x="3321" y="1557"/>
                                      </a:lnTo>
                                      <a:lnTo>
                                        <a:pt x="3324" y="1662"/>
                                      </a:lnTo>
                                      <a:lnTo>
                                        <a:pt x="3321" y="1767"/>
                                      </a:lnTo>
                                      <a:lnTo>
                                        <a:pt x="3312" y="1870"/>
                                      </a:lnTo>
                                      <a:lnTo>
                                        <a:pt x="3295" y="1972"/>
                                      </a:lnTo>
                                      <a:lnTo>
                                        <a:pt x="3273" y="2071"/>
                                      </a:lnTo>
                                      <a:lnTo>
                                        <a:pt x="3246" y="2169"/>
                                      </a:lnTo>
                                      <a:lnTo>
                                        <a:pt x="3212" y="2263"/>
                                      </a:lnTo>
                                      <a:lnTo>
                                        <a:pt x="3174" y="2355"/>
                                      </a:lnTo>
                                      <a:lnTo>
                                        <a:pt x="3130" y="2443"/>
                                      </a:lnTo>
                                      <a:lnTo>
                                        <a:pt x="3080" y="2529"/>
                                      </a:lnTo>
                                      <a:lnTo>
                                        <a:pt x="3027" y="2612"/>
                                      </a:lnTo>
                                      <a:lnTo>
                                        <a:pt x="2968" y="2691"/>
                                      </a:lnTo>
                                      <a:lnTo>
                                        <a:pt x="2904" y="2765"/>
                                      </a:lnTo>
                                      <a:lnTo>
                                        <a:pt x="2837" y="2838"/>
                                      </a:lnTo>
                                      <a:lnTo>
                                        <a:pt x="2766" y="2905"/>
                                      </a:lnTo>
                                      <a:lnTo>
                                        <a:pt x="2691" y="2968"/>
                                      </a:lnTo>
                                      <a:lnTo>
                                        <a:pt x="2612" y="3026"/>
                                      </a:lnTo>
                                      <a:lnTo>
                                        <a:pt x="2529" y="3081"/>
                                      </a:lnTo>
                                      <a:lnTo>
                                        <a:pt x="2444" y="3130"/>
                                      </a:lnTo>
                                      <a:lnTo>
                                        <a:pt x="2355" y="3174"/>
                                      </a:lnTo>
                                      <a:lnTo>
                                        <a:pt x="2262" y="3213"/>
                                      </a:lnTo>
                                      <a:lnTo>
                                        <a:pt x="2168" y="3246"/>
                                      </a:lnTo>
                                      <a:lnTo>
                                        <a:pt x="2072" y="3273"/>
                                      </a:lnTo>
                                      <a:lnTo>
                                        <a:pt x="1972" y="3295"/>
                                      </a:lnTo>
                                      <a:lnTo>
                                        <a:pt x="1871" y="3311"/>
                                      </a:lnTo>
                                      <a:lnTo>
                                        <a:pt x="1767" y="3321"/>
                                      </a:lnTo>
                                      <a:lnTo>
                                        <a:pt x="1662" y="3324"/>
                                      </a:lnTo>
                                      <a:lnTo>
                                        <a:pt x="1557" y="3321"/>
                                      </a:lnTo>
                                      <a:lnTo>
                                        <a:pt x="1454" y="3311"/>
                                      </a:lnTo>
                                      <a:lnTo>
                                        <a:pt x="1352" y="3295"/>
                                      </a:lnTo>
                                      <a:lnTo>
                                        <a:pt x="1253" y="3273"/>
                                      </a:lnTo>
                                      <a:lnTo>
                                        <a:pt x="1155" y="3246"/>
                                      </a:lnTo>
                                      <a:lnTo>
                                        <a:pt x="1061" y="3213"/>
                                      </a:lnTo>
                                      <a:lnTo>
                                        <a:pt x="969" y="3174"/>
                                      </a:lnTo>
                                      <a:lnTo>
                                        <a:pt x="881" y="3130"/>
                                      </a:lnTo>
                                      <a:lnTo>
                                        <a:pt x="795" y="3081"/>
                                      </a:lnTo>
                                      <a:lnTo>
                                        <a:pt x="712" y="3026"/>
                                      </a:lnTo>
                                      <a:lnTo>
                                        <a:pt x="633" y="2968"/>
                                      </a:lnTo>
                                      <a:lnTo>
                                        <a:pt x="559" y="2905"/>
                                      </a:lnTo>
                                      <a:lnTo>
                                        <a:pt x="486" y="2838"/>
                                      </a:lnTo>
                                      <a:lnTo>
                                        <a:pt x="419" y="2765"/>
                                      </a:lnTo>
                                      <a:lnTo>
                                        <a:pt x="356" y="2691"/>
                                      </a:lnTo>
                                      <a:lnTo>
                                        <a:pt x="298" y="2612"/>
                                      </a:lnTo>
                                      <a:lnTo>
                                        <a:pt x="243" y="2529"/>
                                      </a:lnTo>
                                      <a:lnTo>
                                        <a:pt x="194" y="2443"/>
                                      </a:lnTo>
                                      <a:lnTo>
                                        <a:pt x="150" y="2355"/>
                                      </a:lnTo>
                                      <a:lnTo>
                                        <a:pt x="111" y="2263"/>
                                      </a:lnTo>
                                      <a:lnTo>
                                        <a:pt x="78" y="2169"/>
                                      </a:lnTo>
                                      <a:lnTo>
                                        <a:pt x="51" y="2071"/>
                                      </a:lnTo>
                                      <a:lnTo>
                                        <a:pt x="29" y="1972"/>
                                      </a:lnTo>
                                      <a:lnTo>
                                        <a:pt x="13" y="1870"/>
                                      </a:lnTo>
                                      <a:lnTo>
                                        <a:pt x="3" y="1767"/>
                                      </a:lnTo>
                                      <a:lnTo>
                                        <a:pt x="0" y="1662"/>
                                      </a:lnTo>
                                      <a:lnTo>
                                        <a:pt x="3" y="1557"/>
                                      </a:lnTo>
                                      <a:lnTo>
                                        <a:pt x="13" y="1453"/>
                                      </a:lnTo>
                                      <a:lnTo>
                                        <a:pt x="29" y="1352"/>
                                      </a:lnTo>
                                      <a:lnTo>
                                        <a:pt x="51" y="1252"/>
                                      </a:lnTo>
                                      <a:lnTo>
                                        <a:pt x="78" y="1156"/>
                                      </a:lnTo>
                                      <a:lnTo>
                                        <a:pt x="111" y="1062"/>
                                      </a:lnTo>
                                      <a:lnTo>
                                        <a:pt x="150" y="969"/>
                                      </a:lnTo>
                                      <a:lnTo>
                                        <a:pt x="194" y="880"/>
                                      </a:lnTo>
                                      <a:lnTo>
                                        <a:pt x="243" y="795"/>
                                      </a:lnTo>
                                      <a:lnTo>
                                        <a:pt x="298" y="713"/>
                                      </a:lnTo>
                                      <a:lnTo>
                                        <a:pt x="356" y="633"/>
                                      </a:lnTo>
                                      <a:lnTo>
                                        <a:pt x="419" y="558"/>
                                      </a:lnTo>
                                      <a:lnTo>
                                        <a:pt x="486" y="487"/>
                                      </a:lnTo>
                                      <a:lnTo>
                                        <a:pt x="559" y="420"/>
                                      </a:lnTo>
                                      <a:lnTo>
                                        <a:pt x="633" y="356"/>
                                      </a:lnTo>
                                      <a:lnTo>
                                        <a:pt x="712" y="297"/>
                                      </a:lnTo>
                                      <a:lnTo>
                                        <a:pt x="795" y="244"/>
                                      </a:lnTo>
                                      <a:lnTo>
                                        <a:pt x="881" y="194"/>
                                      </a:lnTo>
                                      <a:lnTo>
                                        <a:pt x="969" y="150"/>
                                      </a:lnTo>
                                      <a:lnTo>
                                        <a:pt x="1061" y="112"/>
                                      </a:lnTo>
                                      <a:lnTo>
                                        <a:pt x="1155" y="78"/>
                                      </a:lnTo>
                                      <a:lnTo>
                                        <a:pt x="1253" y="51"/>
                                      </a:lnTo>
                                      <a:lnTo>
                                        <a:pt x="1352" y="29"/>
                                      </a:lnTo>
                                      <a:lnTo>
                                        <a:pt x="1454" y="12"/>
                                      </a:lnTo>
                                      <a:lnTo>
                                        <a:pt x="1557" y="3"/>
                                      </a:lnTo>
                                      <a:lnTo>
                                        <a:pt x="16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2" name="Freeform 8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34" y="55"/>
                                  <a:ext cx="141" cy="97"/>
                                </a:xfrm>
                                <a:custGeom>
                                  <a:avLst/>
                                  <a:gdLst>
                                    <a:gd name="T0" fmla="*/ 1429 w 2265"/>
                                    <a:gd name="T1" fmla="*/ 1378 h 1560"/>
                                    <a:gd name="T2" fmla="*/ 1119 w 2265"/>
                                    <a:gd name="T3" fmla="*/ 1260 h 1560"/>
                                    <a:gd name="T4" fmla="*/ 1177 w 2265"/>
                                    <a:gd name="T5" fmla="*/ 1362 h 1560"/>
                                    <a:gd name="T6" fmla="*/ 800 w 2265"/>
                                    <a:gd name="T7" fmla="*/ 1289 h 1560"/>
                                    <a:gd name="T8" fmla="*/ 913 w 2265"/>
                                    <a:gd name="T9" fmla="*/ 1320 h 1560"/>
                                    <a:gd name="T10" fmla="*/ 1501 w 2265"/>
                                    <a:gd name="T11" fmla="*/ 1320 h 1560"/>
                                    <a:gd name="T12" fmla="*/ 1324 w 2265"/>
                                    <a:gd name="T13" fmla="*/ 1320 h 1560"/>
                                    <a:gd name="T14" fmla="*/ 1220 w 2265"/>
                                    <a:gd name="T15" fmla="*/ 1296 h 1560"/>
                                    <a:gd name="T16" fmla="*/ 1055 w 2265"/>
                                    <a:gd name="T17" fmla="*/ 1359 h 1560"/>
                                    <a:gd name="T18" fmla="*/ 928 w 2265"/>
                                    <a:gd name="T19" fmla="*/ 1275 h 1560"/>
                                    <a:gd name="T20" fmla="*/ 775 w 2265"/>
                                    <a:gd name="T21" fmla="*/ 1364 h 1560"/>
                                    <a:gd name="T22" fmla="*/ 1370 w 2265"/>
                                    <a:gd name="T23" fmla="*/ 1065 h 1560"/>
                                    <a:gd name="T24" fmla="*/ 1472 w 2265"/>
                                    <a:gd name="T25" fmla="*/ 1123 h 1560"/>
                                    <a:gd name="T26" fmla="*/ 1078 w 2265"/>
                                    <a:gd name="T27" fmla="*/ 1092 h 1560"/>
                                    <a:gd name="T28" fmla="*/ 1193 w 2265"/>
                                    <a:gd name="T29" fmla="*/ 1089 h 1560"/>
                                    <a:gd name="T30" fmla="*/ 803 w 2265"/>
                                    <a:gd name="T31" fmla="*/ 1143 h 1560"/>
                                    <a:gd name="T32" fmla="*/ 883 w 2265"/>
                                    <a:gd name="T33" fmla="*/ 1055 h 1560"/>
                                    <a:gd name="T34" fmla="*/ 1457 w 2265"/>
                                    <a:gd name="T35" fmla="*/ 1185 h 1560"/>
                                    <a:gd name="T36" fmla="*/ 1357 w 2265"/>
                                    <a:gd name="T37" fmla="*/ 1038 h 1560"/>
                                    <a:gd name="T38" fmla="*/ 1197 w 2265"/>
                                    <a:gd name="T39" fmla="*/ 1171 h 1560"/>
                                    <a:gd name="T40" fmla="*/ 1089 w 2265"/>
                                    <a:gd name="T41" fmla="*/ 1031 h 1560"/>
                                    <a:gd name="T42" fmla="*/ 897 w 2265"/>
                                    <a:gd name="T43" fmla="*/ 1185 h 1560"/>
                                    <a:gd name="T44" fmla="*/ 796 w 2265"/>
                                    <a:gd name="T45" fmla="*/ 1038 h 1560"/>
                                    <a:gd name="T46" fmla="*/ 1383 w 2265"/>
                                    <a:gd name="T47" fmla="*/ 948 h 1560"/>
                                    <a:gd name="T48" fmla="*/ 1429 w 2265"/>
                                    <a:gd name="T49" fmla="*/ 838 h 1560"/>
                                    <a:gd name="T50" fmla="*/ 1134 w 2265"/>
                                    <a:gd name="T51" fmla="*/ 958 h 1560"/>
                                    <a:gd name="T52" fmla="*/ 833 w 2265"/>
                                    <a:gd name="T53" fmla="*/ 839 h 1560"/>
                                    <a:gd name="T54" fmla="*/ 896 w 2265"/>
                                    <a:gd name="T55" fmla="*/ 939 h 1560"/>
                                    <a:gd name="T56" fmla="*/ 1468 w 2265"/>
                                    <a:gd name="T57" fmla="*/ 826 h 1560"/>
                                    <a:gd name="T58" fmla="*/ 1357 w 2265"/>
                                    <a:gd name="T59" fmla="*/ 965 h 1560"/>
                                    <a:gd name="T60" fmla="*/ 1155 w 2265"/>
                                    <a:gd name="T61" fmla="*/ 809 h 1560"/>
                                    <a:gd name="T62" fmla="*/ 1110 w 2265"/>
                                    <a:gd name="T63" fmla="*/ 981 h 1560"/>
                                    <a:gd name="T64" fmla="*/ 851 w 2265"/>
                                    <a:gd name="T65" fmla="*/ 807 h 1560"/>
                                    <a:gd name="T66" fmla="*/ 851 w 2265"/>
                                    <a:gd name="T67" fmla="*/ 984 h 1560"/>
                                    <a:gd name="T68" fmla="*/ 832 w 2265"/>
                                    <a:gd name="T69" fmla="*/ 809 h 1560"/>
                                    <a:gd name="T70" fmla="*/ 459 w 2265"/>
                                    <a:gd name="T71" fmla="*/ 936 h 1560"/>
                                    <a:gd name="T72" fmla="*/ 229 w 2265"/>
                                    <a:gd name="T73" fmla="*/ 1169 h 1560"/>
                                    <a:gd name="T74" fmla="*/ 442 w 2265"/>
                                    <a:gd name="T75" fmla="*/ 1491 h 1560"/>
                                    <a:gd name="T76" fmla="*/ 2035 w 2265"/>
                                    <a:gd name="T77" fmla="*/ 1247 h 1560"/>
                                    <a:gd name="T78" fmla="*/ 1950 w 2265"/>
                                    <a:gd name="T79" fmla="*/ 945 h 1560"/>
                                    <a:gd name="T80" fmla="*/ 1557 w 2265"/>
                                    <a:gd name="T81" fmla="*/ 686 h 1560"/>
                                    <a:gd name="T82" fmla="*/ 198 w 2265"/>
                                    <a:gd name="T83" fmla="*/ 165 h 1560"/>
                                    <a:gd name="T84" fmla="*/ 59 w 2265"/>
                                    <a:gd name="T85" fmla="*/ 499 h 1560"/>
                                    <a:gd name="T86" fmla="*/ 71 w 2265"/>
                                    <a:gd name="T87" fmla="*/ 685 h 1560"/>
                                    <a:gd name="T88" fmla="*/ 287 w 2265"/>
                                    <a:gd name="T89" fmla="*/ 883 h 1560"/>
                                    <a:gd name="T90" fmla="*/ 637 w 2265"/>
                                    <a:gd name="T91" fmla="*/ 718 h 1560"/>
                                    <a:gd name="T92" fmla="*/ 1739 w 2265"/>
                                    <a:gd name="T93" fmla="*/ 844 h 1560"/>
                                    <a:gd name="T94" fmla="*/ 2136 w 2265"/>
                                    <a:gd name="T95" fmla="*/ 786 h 1560"/>
                                    <a:gd name="T96" fmla="*/ 2204 w 2265"/>
                                    <a:gd name="T97" fmla="*/ 656 h 1560"/>
                                    <a:gd name="T98" fmla="*/ 2171 w 2265"/>
                                    <a:gd name="T99" fmla="*/ 331 h 1560"/>
                                    <a:gd name="T100" fmla="*/ 1825 w 2265"/>
                                    <a:gd name="T101" fmla="*/ 58 h 1560"/>
                                    <a:gd name="T102" fmla="*/ 2147 w 2265"/>
                                    <a:gd name="T103" fmla="*/ 171 h 1560"/>
                                    <a:gd name="T104" fmla="*/ 2229 w 2265"/>
                                    <a:gd name="T105" fmla="*/ 749 h 1560"/>
                                    <a:gd name="T106" fmla="*/ 2082 w 2265"/>
                                    <a:gd name="T107" fmla="*/ 1082 h 1560"/>
                                    <a:gd name="T108" fmla="*/ 1955 w 2265"/>
                                    <a:gd name="T109" fmla="*/ 1486 h 1560"/>
                                    <a:gd name="T110" fmla="*/ 246 w 2265"/>
                                    <a:gd name="T111" fmla="*/ 1421 h 1560"/>
                                    <a:gd name="T112" fmla="*/ 219 w 2265"/>
                                    <a:gd name="T113" fmla="*/ 974 h 1560"/>
                                    <a:gd name="T114" fmla="*/ 1 w 2265"/>
                                    <a:gd name="T115" fmla="*/ 526 h 1560"/>
                                    <a:gd name="T116" fmla="*/ 245 w 2265"/>
                                    <a:gd name="T117" fmla="*/ 59 h 15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2265" h="1560">
                                      <a:moveTo>
                                        <a:pt x="1412" y="1258"/>
                                      </a:moveTo>
                                      <a:lnTo>
                                        <a:pt x="1396" y="1260"/>
                                      </a:lnTo>
                                      <a:lnTo>
                                        <a:pt x="1383" y="1268"/>
                                      </a:lnTo>
                                      <a:lnTo>
                                        <a:pt x="1370" y="1277"/>
                                      </a:lnTo>
                                      <a:lnTo>
                                        <a:pt x="1361" y="1290"/>
                                      </a:lnTo>
                                      <a:lnTo>
                                        <a:pt x="1355" y="1304"/>
                                      </a:lnTo>
                                      <a:lnTo>
                                        <a:pt x="1353" y="1320"/>
                                      </a:lnTo>
                                      <a:lnTo>
                                        <a:pt x="1356" y="1339"/>
                                      </a:lnTo>
                                      <a:lnTo>
                                        <a:pt x="1365" y="1356"/>
                                      </a:lnTo>
                                      <a:lnTo>
                                        <a:pt x="1377" y="1368"/>
                                      </a:lnTo>
                                      <a:lnTo>
                                        <a:pt x="1393" y="1377"/>
                                      </a:lnTo>
                                      <a:lnTo>
                                        <a:pt x="1412" y="1380"/>
                                      </a:lnTo>
                                      <a:lnTo>
                                        <a:pt x="1429" y="1378"/>
                                      </a:lnTo>
                                      <a:lnTo>
                                        <a:pt x="1444" y="1371"/>
                                      </a:lnTo>
                                      <a:lnTo>
                                        <a:pt x="1456" y="1362"/>
                                      </a:lnTo>
                                      <a:lnTo>
                                        <a:pt x="1466" y="1350"/>
                                      </a:lnTo>
                                      <a:lnTo>
                                        <a:pt x="1472" y="1336"/>
                                      </a:lnTo>
                                      <a:lnTo>
                                        <a:pt x="1474" y="1320"/>
                                      </a:lnTo>
                                      <a:lnTo>
                                        <a:pt x="1472" y="1304"/>
                                      </a:lnTo>
                                      <a:lnTo>
                                        <a:pt x="1466" y="1290"/>
                                      </a:lnTo>
                                      <a:lnTo>
                                        <a:pt x="1456" y="1277"/>
                                      </a:lnTo>
                                      <a:lnTo>
                                        <a:pt x="1444" y="1268"/>
                                      </a:lnTo>
                                      <a:lnTo>
                                        <a:pt x="1429" y="1260"/>
                                      </a:lnTo>
                                      <a:lnTo>
                                        <a:pt x="1412" y="1258"/>
                                      </a:lnTo>
                                      <a:close/>
                                      <a:moveTo>
                                        <a:pt x="1134" y="1258"/>
                                      </a:moveTo>
                                      <a:lnTo>
                                        <a:pt x="1119" y="1260"/>
                                      </a:lnTo>
                                      <a:lnTo>
                                        <a:pt x="1105" y="1268"/>
                                      </a:lnTo>
                                      <a:lnTo>
                                        <a:pt x="1093" y="1277"/>
                                      </a:lnTo>
                                      <a:lnTo>
                                        <a:pt x="1083" y="1290"/>
                                      </a:lnTo>
                                      <a:lnTo>
                                        <a:pt x="1078" y="1304"/>
                                      </a:lnTo>
                                      <a:lnTo>
                                        <a:pt x="1076" y="1320"/>
                                      </a:lnTo>
                                      <a:lnTo>
                                        <a:pt x="1079" y="1339"/>
                                      </a:lnTo>
                                      <a:lnTo>
                                        <a:pt x="1087" y="1356"/>
                                      </a:lnTo>
                                      <a:lnTo>
                                        <a:pt x="1100" y="1368"/>
                                      </a:lnTo>
                                      <a:lnTo>
                                        <a:pt x="1116" y="1377"/>
                                      </a:lnTo>
                                      <a:lnTo>
                                        <a:pt x="1134" y="1380"/>
                                      </a:lnTo>
                                      <a:lnTo>
                                        <a:pt x="1150" y="1378"/>
                                      </a:lnTo>
                                      <a:lnTo>
                                        <a:pt x="1165" y="1371"/>
                                      </a:lnTo>
                                      <a:lnTo>
                                        <a:pt x="1177" y="1362"/>
                                      </a:lnTo>
                                      <a:lnTo>
                                        <a:pt x="1188" y="1350"/>
                                      </a:lnTo>
                                      <a:lnTo>
                                        <a:pt x="1194" y="1336"/>
                                      </a:lnTo>
                                      <a:lnTo>
                                        <a:pt x="1196" y="1320"/>
                                      </a:lnTo>
                                      <a:lnTo>
                                        <a:pt x="1193" y="1301"/>
                                      </a:lnTo>
                                      <a:lnTo>
                                        <a:pt x="1184" y="1284"/>
                                      </a:lnTo>
                                      <a:lnTo>
                                        <a:pt x="1170" y="1271"/>
                                      </a:lnTo>
                                      <a:lnTo>
                                        <a:pt x="1153" y="1261"/>
                                      </a:lnTo>
                                      <a:lnTo>
                                        <a:pt x="1134" y="1258"/>
                                      </a:lnTo>
                                      <a:close/>
                                      <a:moveTo>
                                        <a:pt x="851" y="1258"/>
                                      </a:moveTo>
                                      <a:lnTo>
                                        <a:pt x="835" y="1260"/>
                                      </a:lnTo>
                                      <a:lnTo>
                                        <a:pt x="821" y="1267"/>
                                      </a:lnTo>
                                      <a:lnTo>
                                        <a:pt x="810" y="1276"/>
                                      </a:lnTo>
                                      <a:lnTo>
                                        <a:pt x="800" y="1289"/>
                                      </a:lnTo>
                                      <a:lnTo>
                                        <a:pt x="794" y="1303"/>
                                      </a:lnTo>
                                      <a:lnTo>
                                        <a:pt x="792" y="1320"/>
                                      </a:lnTo>
                                      <a:lnTo>
                                        <a:pt x="795" y="1339"/>
                                      </a:lnTo>
                                      <a:lnTo>
                                        <a:pt x="803" y="1356"/>
                                      </a:lnTo>
                                      <a:lnTo>
                                        <a:pt x="816" y="1368"/>
                                      </a:lnTo>
                                      <a:lnTo>
                                        <a:pt x="833" y="1377"/>
                                      </a:lnTo>
                                      <a:lnTo>
                                        <a:pt x="851" y="1380"/>
                                      </a:lnTo>
                                      <a:lnTo>
                                        <a:pt x="867" y="1378"/>
                                      </a:lnTo>
                                      <a:lnTo>
                                        <a:pt x="882" y="1371"/>
                                      </a:lnTo>
                                      <a:lnTo>
                                        <a:pt x="895" y="1362"/>
                                      </a:lnTo>
                                      <a:lnTo>
                                        <a:pt x="904" y="1350"/>
                                      </a:lnTo>
                                      <a:lnTo>
                                        <a:pt x="910" y="1336"/>
                                      </a:lnTo>
                                      <a:lnTo>
                                        <a:pt x="913" y="1320"/>
                                      </a:lnTo>
                                      <a:lnTo>
                                        <a:pt x="911" y="1304"/>
                                      </a:lnTo>
                                      <a:lnTo>
                                        <a:pt x="905" y="1290"/>
                                      </a:lnTo>
                                      <a:lnTo>
                                        <a:pt x="896" y="1277"/>
                                      </a:lnTo>
                                      <a:lnTo>
                                        <a:pt x="883" y="1268"/>
                                      </a:lnTo>
                                      <a:lnTo>
                                        <a:pt x="868" y="1260"/>
                                      </a:lnTo>
                                      <a:lnTo>
                                        <a:pt x="851" y="1258"/>
                                      </a:lnTo>
                                      <a:close/>
                                      <a:moveTo>
                                        <a:pt x="1412" y="1232"/>
                                      </a:moveTo>
                                      <a:lnTo>
                                        <a:pt x="1436" y="1235"/>
                                      </a:lnTo>
                                      <a:lnTo>
                                        <a:pt x="1457" y="1244"/>
                                      </a:lnTo>
                                      <a:lnTo>
                                        <a:pt x="1475" y="1257"/>
                                      </a:lnTo>
                                      <a:lnTo>
                                        <a:pt x="1489" y="1275"/>
                                      </a:lnTo>
                                      <a:lnTo>
                                        <a:pt x="1498" y="1296"/>
                                      </a:lnTo>
                                      <a:lnTo>
                                        <a:pt x="1501" y="1320"/>
                                      </a:lnTo>
                                      <a:lnTo>
                                        <a:pt x="1499" y="1340"/>
                                      </a:lnTo>
                                      <a:lnTo>
                                        <a:pt x="1492" y="1359"/>
                                      </a:lnTo>
                                      <a:lnTo>
                                        <a:pt x="1482" y="1376"/>
                                      </a:lnTo>
                                      <a:lnTo>
                                        <a:pt x="1468" y="1389"/>
                                      </a:lnTo>
                                      <a:lnTo>
                                        <a:pt x="1452" y="1400"/>
                                      </a:lnTo>
                                      <a:lnTo>
                                        <a:pt x="1433" y="1407"/>
                                      </a:lnTo>
                                      <a:lnTo>
                                        <a:pt x="1412" y="1409"/>
                                      </a:lnTo>
                                      <a:lnTo>
                                        <a:pt x="1389" y="1406"/>
                                      </a:lnTo>
                                      <a:lnTo>
                                        <a:pt x="1368" y="1396"/>
                                      </a:lnTo>
                                      <a:lnTo>
                                        <a:pt x="1350" y="1383"/>
                                      </a:lnTo>
                                      <a:lnTo>
                                        <a:pt x="1337" y="1364"/>
                                      </a:lnTo>
                                      <a:lnTo>
                                        <a:pt x="1327" y="1343"/>
                                      </a:lnTo>
                                      <a:lnTo>
                                        <a:pt x="1324" y="1320"/>
                                      </a:lnTo>
                                      <a:lnTo>
                                        <a:pt x="1326" y="1300"/>
                                      </a:lnTo>
                                      <a:lnTo>
                                        <a:pt x="1333" y="1281"/>
                                      </a:lnTo>
                                      <a:lnTo>
                                        <a:pt x="1344" y="1265"/>
                                      </a:lnTo>
                                      <a:lnTo>
                                        <a:pt x="1357" y="1251"/>
                                      </a:lnTo>
                                      <a:lnTo>
                                        <a:pt x="1374" y="1240"/>
                                      </a:lnTo>
                                      <a:lnTo>
                                        <a:pt x="1392" y="1234"/>
                                      </a:lnTo>
                                      <a:lnTo>
                                        <a:pt x="1412" y="1232"/>
                                      </a:lnTo>
                                      <a:close/>
                                      <a:moveTo>
                                        <a:pt x="1134" y="1232"/>
                                      </a:moveTo>
                                      <a:lnTo>
                                        <a:pt x="1158" y="1235"/>
                                      </a:lnTo>
                                      <a:lnTo>
                                        <a:pt x="1179" y="1244"/>
                                      </a:lnTo>
                                      <a:lnTo>
                                        <a:pt x="1197" y="1257"/>
                                      </a:lnTo>
                                      <a:lnTo>
                                        <a:pt x="1211" y="1275"/>
                                      </a:lnTo>
                                      <a:lnTo>
                                        <a:pt x="1220" y="1296"/>
                                      </a:lnTo>
                                      <a:lnTo>
                                        <a:pt x="1223" y="1320"/>
                                      </a:lnTo>
                                      <a:lnTo>
                                        <a:pt x="1221" y="1340"/>
                                      </a:lnTo>
                                      <a:lnTo>
                                        <a:pt x="1214" y="1359"/>
                                      </a:lnTo>
                                      <a:lnTo>
                                        <a:pt x="1204" y="1376"/>
                                      </a:lnTo>
                                      <a:lnTo>
                                        <a:pt x="1191" y="1389"/>
                                      </a:lnTo>
                                      <a:lnTo>
                                        <a:pt x="1174" y="1400"/>
                                      </a:lnTo>
                                      <a:lnTo>
                                        <a:pt x="1155" y="1407"/>
                                      </a:lnTo>
                                      <a:lnTo>
                                        <a:pt x="1134" y="1409"/>
                                      </a:lnTo>
                                      <a:lnTo>
                                        <a:pt x="1113" y="1407"/>
                                      </a:lnTo>
                                      <a:lnTo>
                                        <a:pt x="1095" y="1400"/>
                                      </a:lnTo>
                                      <a:lnTo>
                                        <a:pt x="1079" y="1389"/>
                                      </a:lnTo>
                                      <a:lnTo>
                                        <a:pt x="1065" y="1376"/>
                                      </a:lnTo>
                                      <a:lnTo>
                                        <a:pt x="1055" y="1359"/>
                                      </a:lnTo>
                                      <a:lnTo>
                                        <a:pt x="1049" y="1340"/>
                                      </a:lnTo>
                                      <a:lnTo>
                                        <a:pt x="1046" y="1320"/>
                                      </a:lnTo>
                                      <a:lnTo>
                                        <a:pt x="1049" y="1296"/>
                                      </a:lnTo>
                                      <a:lnTo>
                                        <a:pt x="1058" y="1275"/>
                                      </a:lnTo>
                                      <a:lnTo>
                                        <a:pt x="1072" y="1257"/>
                                      </a:lnTo>
                                      <a:lnTo>
                                        <a:pt x="1089" y="1244"/>
                                      </a:lnTo>
                                      <a:lnTo>
                                        <a:pt x="1110" y="1235"/>
                                      </a:lnTo>
                                      <a:lnTo>
                                        <a:pt x="1134" y="1232"/>
                                      </a:lnTo>
                                      <a:close/>
                                      <a:moveTo>
                                        <a:pt x="851" y="1232"/>
                                      </a:moveTo>
                                      <a:lnTo>
                                        <a:pt x="875" y="1235"/>
                                      </a:lnTo>
                                      <a:lnTo>
                                        <a:pt x="897" y="1244"/>
                                      </a:lnTo>
                                      <a:lnTo>
                                        <a:pt x="914" y="1257"/>
                                      </a:lnTo>
                                      <a:lnTo>
                                        <a:pt x="928" y="1275"/>
                                      </a:lnTo>
                                      <a:lnTo>
                                        <a:pt x="936" y="1296"/>
                                      </a:lnTo>
                                      <a:lnTo>
                                        <a:pt x="940" y="1320"/>
                                      </a:lnTo>
                                      <a:lnTo>
                                        <a:pt x="938" y="1340"/>
                                      </a:lnTo>
                                      <a:lnTo>
                                        <a:pt x="931" y="1359"/>
                                      </a:lnTo>
                                      <a:lnTo>
                                        <a:pt x="921" y="1376"/>
                                      </a:lnTo>
                                      <a:lnTo>
                                        <a:pt x="907" y="1389"/>
                                      </a:lnTo>
                                      <a:lnTo>
                                        <a:pt x="890" y="1400"/>
                                      </a:lnTo>
                                      <a:lnTo>
                                        <a:pt x="872" y="1407"/>
                                      </a:lnTo>
                                      <a:lnTo>
                                        <a:pt x="851" y="1409"/>
                                      </a:lnTo>
                                      <a:lnTo>
                                        <a:pt x="828" y="1406"/>
                                      </a:lnTo>
                                      <a:lnTo>
                                        <a:pt x="807" y="1396"/>
                                      </a:lnTo>
                                      <a:lnTo>
                                        <a:pt x="789" y="1383"/>
                                      </a:lnTo>
                                      <a:lnTo>
                                        <a:pt x="775" y="1364"/>
                                      </a:lnTo>
                                      <a:lnTo>
                                        <a:pt x="766" y="1343"/>
                                      </a:lnTo>
                                      <a:lnTo>
                                        <a:pt x="763" y="1320"/>
                                      </a:lnTo>
                                      <a:lnTo>
                                        <a:pt x="765" y="1300"/>
                                      </a:lnTo>
                                      <a:lnTo>
                                        <a:pt x="772" y="1281"/>
                                      </a:lnTo>
                                      <a:lnTo>
                                        <a:pt x="783" y="1265"/>
                                      </a:lnTo>
                                      <a:lnTo>
                                        <a:pt x="796" y="1251"/>
                                      </a:lnTo>
                                      <a:lnTo>
                                        <a:pt x="813" y="1240"/>
                                      </a:lnTo>
                                      <a:lnTo>
                                        <a:pt x="832" y="1234"/>
                                      </a:lnTo>
                                      <a:lnTo>
                                        <a:pt x="851" y="1232"/>
                                      </a:lnTo>
                                      <a:close/>
                                      <a:moveTo>
                                        <a:pt x="1412" y="1046"/>
                                      </a:moveTo>
                                      <a:lnTo>
                                        <a:pt x="1396" y="1048"/>
                                      </a:lnTo>
                                      <a:lnTo>
                                        <a:pt x="1383" y="1055"/>
                                      </a:lnTo>
                                      <a:lnTo>
                                        <a:pt x="1370" y="1065"/>
                                      </a:lnTo>
                                      <a:lnTo>
                                        <a:pt x="1361" y="1077"/>
                                      </a:lnTo>
                                      <a:lnTo>
                                        <a:pt x="1355" y="1092"/>
                                      </a:lnTo>
                                      <a:lnTo>
                                        <a:pt x="1353" y="1107"/>
                                      </a:lnTo>
                                      <a:lnTo>
                                        <a:pt x="1356" y="1126"/>
                                      </a:lnTo>
                                      <a:lnTo>
                                        <a:pt x="1365" y="1143"/>
                                      </a:lnTo>
                                      <a:lnTo>
                                        <a:pt x="1377" y="1156"/>
                                      </a:lnTo>
                                      <a:lnTo>
                                        <a:pt x="1393" y="1164"/>
                                      </a:lnTo>
                                      <a:lnTo>
                                        <a:pt x="1412" y="1167"/>
                                      </a:lnTo>
                                      <a:lnTo>
                                        <a:pt x="1429" y="1165"/>
                                      </a:lnTo>
                                      <a:lnTo>
                                        <a:pt x="1444" y="1159"/>
                                      </a:lnTo>
                                      <a:lnTo>
                                        <a:pt x="1456" y="1149"/>
                                      </a:lnTo>
                                      <a:lnTo>
                                        <a:pt x="1466" y="1138"/>
                                      </a:lnTo>
                                      <a:lnTo>
                                        <a:pt x="1472" y="1123"/>
                                      </a:lnTo>
                                      <a:lnTo>
                                        <a:pt x="1474" y="1107"/>
                                      </a:lnTo>
                                      <a:lnTo>
                                        <a:pt x="1472" y="1092"/>
                                      </a:lnTo>
                                      <a:lnTo>
                                        <a:pt x="1466" y="1077"/>
                                      </a:lnTo>
                                      <a:lnTo>
                                        <a:pt x="1456" y="1065"/>
                                      </a:lnTo>
                                      <a:lnTo>
                                        <a:pt x="1444" y="1055"/>
                                      </a:lnTo>
                                      <a:lnTo>
                                        <a:pt x="1429" y="1048"/>
                                      </a:lnTo>
                                      <a:lnTo>
                                        <a:pt x="1412" y="1046"/>
                                      </a:lnTo>
                                      <a:close/>
                                      <a:moveTo>
                                        <a:pt x="1134" y="1046"/>
                                      </a:moveTo>
                                      <a:lnTo>
                                        <a:pt x="1119" y="1048"/>
                                      </a:lnTo>
                                      <a:lnTo>
                                        <a:pt x="1105" y="1055"/>
                                      </a:lnTo>
                                      <a:lnTo>
                                        <a:pt x="1093" y="1065"/>
                                      </a:lnTo>
                                      <a:lnTo>
                                        <a:pt x="1083" y="1077"/>
                                      </a:lnTo>
                                      <a:lnTo>
                                        <a:pt x="1078" y="1092"/>
                                      </a:lnTo>
                                      <a:lnTo>
                                        <a:pt x="1076" y="1107"/>
                                      </a:lnTo>
                                      <a:lnTo>
                                        <a:pt x="1079" y="1126"/>
                                      </a:lnTo>
                                      <a:lnTo>
                                        <a:pt x="1087" y="1143"/>
                                      </a:lnTo>
                                      <a:lnTo>
                                        <a:pt x="1100" y="1156"/>
                                      </a:lnTo>
                                      <a:lnTo>
                                        <a:pt x="1116" y="1164"/>
                                      </a:lnTo>
                                      <a:lnTo>
                                        <a:pt x="1134" y="1167"/>
                                      </a:lnTo>
                                      <a:lnTo>
                                        <a:pt x="1150" y="1165"/>
                                      </a:lnTo>
                                      <a:lnTo>
                                        <a:pt x="1165" y="1159"/>
                                      </a:lnTo>
                                      <a:lnTo>
                                        <a:pt x="1177" y="1149"/>
                                      </a:lnTo>
                                      <a:lnTo>
                                        <a:pt x="1188" y="1138"/>
                                      </a:lnTo>
                                      <a:lnTo>
                                        <a:pt x="1194" y="1123"/>
                                      </a:lnTo>
                                      <a:lnTo>
                                        <a:pt x="1196" y="1107"/>
                                      </a:lnTo>
                                      <a:lnTo>
                                        <a:pt x="1193" y="1089"/>
                                      </a:lnTo>
                                      <a:lnTo>
                                        <a:pt x="1184" y="1072"/>
                                      </a:lnTo>
                                      <a:lnTo>
                                        <a:pt x="1170" y="1058"/>
                                      </a:lnTo>
                                      <a:lnTo>
                                        <a:pt x="1153" y="1049"/>
                                      </a:lnTo>
                                      <a:lnTo>
                                        <a:pt x="1134" y="1046"/>
                                      </a:lnTo>
                                      <a:close/>
                                      <a:moveTo>
                                        <a:pt x="851" y="1046"/>
                                      </a:moveTo>
                                      <a:lnTo>
                                        <a:pt x="835" y="1048"/>
                                      </a:lnTo>
                                      <a:lnTo>
                                        <a:pt x="821" y="1055"/>
                                      </a:lnTo>
                                      <a:lnTo>
                                        <a:pt x="810" y="1065"/>
                                      </a:lnTo>
                                      <a:lnTo>
                                        <a:pt x="800" y="1077"/>
                                      </a:lnTo>
                                      <a:lnTo>
                                        <a:pt x="794" y="1092"/>
                                      </a:lnTo>
                                      <a:lnTo>
                                        <a:pt x="792" y="1107"/>
                                      </a:lnTo>
                                      <a:lnTo>
                                        <a:pt x="795" y="1126"/>
                                      </a:lnTo>
                                      <a:lnTo>
                                        <a:pt x="803" y="1143"/>
                                      </a:lnTo>
                                      <a:lnTo>
                                        <a:pt x="816" y="1156"/>
                                      </a:lnTo>
                                      <a:lnTo>
                                        <a:pt x="833" y="1164"/>
                                      </a:lnTo>
                                      <a:lnTo>
                                        <a:pt x="851" y="1167"/>
                                      </a:lnTo>
                                      <a:lnTo>
                                        <a:pt x="868" y="1165"/>
                                      </a:lnTo>
                                      <a:lnTo>
                                        <a:pt x="883" y="1159"/>
                                      </a:lnTo>
                                      <a:lnTo>
                                        <a:pt x="896" y="1149"/>
                                      </a:lnTo>
                                      <a:lnTo>
                                        <a:pt x="905" y="1138"/>
                                      </a:lnTo>
                                      <a:lnTo>
                                        <a:pt x="911" y="1123"/>
                                      </a:lnTo>
                                      <a:lnTo>
                                        <a:pt x="913" y="1107"/>
                                      </a:lnTo>
                                      <a:lnTo>
                                        <a:pt x="911" y="1092"/>
                                      </a:lnTo>
                                      <a:lnTo>
                                        <a:pt x="905" y="1077"/>
                                      </a:lnTo>
                                      <a:lnTo>
                                        <a:pt x="896" y="1065"/>
                                      </a:lnTo>
                                      <a:lnTo>
                                        <a:pt x="883" y="1055"/>
                                      </a:lnTo>
                                      <a:lnTo>
                                        <a:pt x="868" y="1048"/>
                                      </a:lnTo>
                                      <a:lnTo>
                                        <a:pt x="851" y="1046"/>
                                      </a:lnTo>
                                      <a:close/>
                                      <a:moveTo>
                                        <a:pt x="1412" y="1019"/>
                                      </a:moveTo>
                                      <a:lnTo>
                                        <a:pt x="1436" y="1023"/>
                                      </a:lnTo>
                                      <a:lnTo>
                                        <a:pt x="1457" y="1031"/>
                                      </a:lnTo>
                                      <a:lnTo>
                                        <a:pt x="1475" y="1045"/>
                                      </a:lnTo>
                                      <a:lnTo>
                                        <a:pt x="1489" y="1062"/>
                                      </a:lnTo>
                                      <a:lnTo>
                                        <a:pt x="1498" y="1083"/>
                                      </a:lnTo>
                                      <a:lnTo>
                                        <a:pt x="1501" y="1107"/>
                                      </a:lnTo>
                                      <a:lnTo>
                                        <a:pt x="1498" y="1132"/>
                                      </a:lnTo>
                                      <a:lnTo>
                                        <a:pt x="1489" y="1154"/>
                                      </a:lnTo>
                                      <a:lnTo>
                                        <a:pt x="1475" y="1171"/>
                                      </a:lnTo>
                                      <a:lnTo>
                                        <a:pt x="1457" y="1185"/>
                                      </a:lnTo>
                                      <a:lnTo>
                                        <a:pt x="1436" y="1193"/>
                                      </a:lnTo>
                                      <a:lnTo>
                                        <a:pt x="1412" y="1196"/>
                                      </a:lnTo>
                                      <a:lnTo>
                                        <a:pt x="1392" y="1194"/>
                                      </a:lnTo>
                                      <a:lnTo>
                                        <a:pt x="1374" y="1188"/>
                                      </a:lnTo>
                                      <a:lnTo>
                                        <a:pt x="1357" y="1178"/>
                                      </a:lnTo>
                                      <a:lnTo>
                                        <a:pt x="1344" y="1164"/>
                                      </a:lnTo>
                                      <a:lnTo>
                                        <a:pt x="1333" y="1147"/>
                                      </a:lnTo>
                                      <a:lnTo>
                                        <a:pt x="1326" y="1128"/>
                                      </a:lnTo>
                                      <a:lnTo>
                                        <a:pt x="1324" y="1107"/>
                                      </a:lnTo>
                                      <a:lnTo>
                                        <a:pt x="1326" y="1088"/>
                                      </a:lnTo>
                                      <a:lnTo>
                                        <a:pt x="1333" y="1069"/>
                                      </a:lnTo>
                                      <a:lnTo>
                                        <a:pt x="1344" y="1052"/>
                                      </a:lnTo>
                                      <a:lnTo>
                                        <a:pt x="1357" y="1038"/>
                                      </a:lnTo>
                                      <a:lnTo>
                                        <a:pt x="1374" y="1028"/>
                                      </a:lnTo>
                                      <a:lnTo>
                                        <a:pt x="1392" y="1022"/>
                                      </a:lnTo>
                                      <a:lnTo>
                                        <a:pt x="1412" y="1019"/>
                                      </a:lnTo>
                                      <a:close/>
                                      <a:moveTo>
                                        <a:pt x="1134" y="1019"/>
                                      </a:moveTo>
                                      <a:lnTo>
                                        <a:pt x="1158" y="1023"/>
                                      </a:lnTo>
                                      <a:lnTo>
                                        <a:pt x="1179" y="1031"/>
                                      </a:lnTo>
                                      <a:lnTo>
                                        <a:pt x="1197" y="1045"/>
                                      </a:lnTo>
                                      <a:lnTo>
                                        <a:pt x="1211" y="1062"/>
                                      </a:lnTo>
                                      <a:lnTo>
                                        <a:pt x="1220" y="1083"/>
                                      </a:lnTo>
                                      <a:lnTo>
                                        <a:pt x="1223" y="1107"/>
                                      </a:lnTo>
                                      <a:lnTo>
                                        <a:pt x="1220" y="1132"/>
                                      </a:lnTo>
                                      <a:lnTo>
                                        <a:pt x="1211" y="1154"/>
                                      </a:lnTo>
                                      <a:lnTo>
                                        <a:pt x="1197" y="1171"/>
                                      </a:lnTo>
                                      <a:lnTo>
                                        <a:pt x="1179" y="1185"/>
                                      </a:lnTo>
                                      <a:lnTo>
                                        <a:pt x="1158" y="1193"/>
                                      </a:lnTo>
                                      <a:lnTo>
                                        <a:pt x="1134" y="1196"/>
                                      </a:lnTo>
                                      <a:lnTo>
                                        <a:pt x="1110" y="1193"/>
                                      </a:lnTo>
                                      <a:lnTo>
                                        <a:pt x="1089" y="1185"/>
                                      </a:lnTo>
                                      <a:lnTo>
                                        <a:pt x="1072" y="1171"/>
                                      </a:lnTo>
                                      <a:lnTo>
                                        <a:pt x="1058" y="1154"/>
                                      </a:lnTo>
                                      <a:lnTo>
                                        <a:pt x="1049" y="1132"/>
                                      </a:lnTo>
                                      <a:lnTo>
                                        <a:pt x="1046" y="1107"/>
                                      </a:lnTo>
                                      <a:lnTo>
                                        <a:pt x="1049" y="1083"/>
                                      </a:lnTo>
                                      <a:lnTo>
                                        <a:pt x="1058" y="1062"/>
                                      </a:lnTo>
                                      <a:lnTo>
                                        <a:pt x="1072" y="1045"/>
                                      </a:lnTo>
                                      <a:lnTo>
                                        <a:pt x="1089" y="1031"/>
                                      </a:lnTo>
                                      <a:lnTo>
                                        <a:pt x="1110" y="1023"/>
                                      </a:lnTo>
                                      <a:lnTo>
                                        <a:pt x="1134" y="1019"/>
                                      </a:lnTo>
                                      <a:close/>
                                      <a:moveTo>
                                        <a:pt x="851" y="1019"/>
                                      </a:moveTo>
                                      <a:lnTo>
                                        <a:pt x="875" y="1023"/>
                                      </a:lnTo>
                                      <a:lnTo>
                                        <a:pt x="897" y="1031"/>
                                      </a:lnTo>
                                      <a:lnTo>
                                        <a:pt x="914" y="1045"/>
                                      </a:lnTo>
                                      <a:lnTo>
                                        <a:pt x="928" y="1062"/>
                                      </a:lnTo>
                                      <a:lnTo>
                                        <a:pt x="936" y="1083"/>
                                      </a:lnTo>
                                      <a:lnTo>
                                        <a:pt x="940" y="1107"/>
                                      </a:lnTo>
                                      <a:lnTo>
                                        <a:pt x="936" y="1132"/>
                                      </a:lnTo>
                                      <a:lnTo>
                                        <a:pt x="928" y="1154"/>
                                      </a:lnTo>
                                      <a:lnTo>
                                        <a:pt x="914" y="1171"/>
                                      </a:lnTo>
                                      <a:lnTo>
                                        <a:pt x="897" y="1185"/>
                                      </a:lnTo>
                                      <a:lnTo>
                                        <a:pt x="875" y="1193"/>
                                      </a:lnTo>
                                      <a:lnTo>
                                        <a:pt x="851" y="1196"/>
                                      </a:lnTo>
                                      <a:lnTo>
                                        <a:pt x="832" y="1194"/>
                                      </a:lnTo>
                                      <a:lnTo>
                                        <a:pt x="813" y="1188"/>
                                      </a:lnTo>
                                      <a:lnTo>
                                        <a:pt x="796" y="1178"/>
                                      </a:lnTo>
                                      <a:lnTo>
                                        <a:pt x="783" y="1164"/>
                                      </a:lnTo>
                                      <a:lnTo>
                                        <a:pt x="772" y="1147"/>
                                      </a:lnTo>
                                      <a:lnTo>
                                        <a:pt x="765" y="1128"/>
                                      </a:lnTo>
                                      <a:lnTo>
                                        <a:pt x="763" y="1107"/>
                                      </a:lnTo>
                                      <a:lnTo>
                                        <a:pt x="765" y="1088"/>
                                      </a:lnTo>
                                      <a:lnTo>
                                        <a:pt x="772" y="1069"/>
                                      </a:lnTo>
                                      <a:lnTo>
                                        <a:pt x="783" y="1052"/>
                                      </a:lnTo>
                                      <a:lnTo>
                                        <a:pt x="796" y="1038"/>
                                      </a:lnTo>
                                      <a:lnTo>
                                        <a:pt x="813" y="1028"/>
                                      </a:lnTo>
                                      <a:lnTo>
                                        <a:pt x="832" y="1022"/>
                                      </a:lnTo>
                                      <a:lnTo>
                                        <a:pt x="851" y="1019"/>
                                      </a:lnTo>
                                      <a:close/>
                                      <a:moveTo>
                                        <a:pt x="1412" y="836"/>
                                      </a:moveTo>
                                      <a:lnTo>
                                        <a:pt x="1393" y="839"/>
                                      </a:lnTo>
                                      <a:lnTo>
                                        <a:pt x="1377" y="848"/>
                                      </a:lnTo>
                                      <a:lnTo>
                                        <a:pt x="1365" y="860"/>
                                      </a:lnTo>
                                      <a:lnTo>
                                        <a:pt x="1356" y="877"/>
                                      </a:lnTo>
                                      <a:lnTo>
                                        <a:pt x="1353" y="895"/>
                                      </a:lnTo>
                                      <a:lnTo>
                                        <a:pt x="1355" y="911"/>
                                      </a:lnTo>
                                      <a:lnTo>
                                        <a:pt x="1361" y="925"/>
                                      </a:lnTo>
                                      <a:lnTo>
                                        <a:pt x="1370" y="939"/>
                                      </a:lnTo>
                                      <a:lnTo>
                                        <a:pt x="1383" y="948"/>
                                      </a:lnTo>
                                      <a:lnTo>
                                        <a:pt x="1396" y="955"/>
                                      </a:lnTo>
                                      <a:lnTo>
                                        <a:pt x="1412" y="958"/>
                                      </a:lnTo>
                                      <a:lnTo>
                                        <a:pt x="1429" y="955"/>
                                      </a:lnTo>
                                      <a:lnTo>
                                        <a:pt x="1444" y="948"/>
                                      </a:lnTo>
                                      <a:lnTo>
                                        <a:pt x="1456" y="939"/>
                                      </a:lnTo>
                                      <a:lnTo>
                                        <a:pt x="1466" y="925"/>
                                      </a:lnTo>
                                      <a:lnTo>
                                        <a:pt x="1472" y="911"/>
                                      </a:lnTo>
                                      <a:lnTo>
                                        <a:pt x="1474" y="895"/>
                                      </a:lnTo>
                                      <a:lnTo>
                                        <a:pt x="1472" y="879"/>
                                      </a:lnTo>
                                      <a:lnTo>
                                        <a:pt x="1466" y="866"/>
                                      </a:lnTo>
                                      <a:lnTo>
                                        <a:pt x="1456" y="853"/>
                                      </a:lnTo>
                                      <a:lnTo>
                                        <a:pt x="1444" y="845"/>
                                      </a:lnTo>
                                      <a:lnTo>
                                        <a:pt x="1429" y="838"/>
                                      </a:lnTo>
                                      <a:lnTo>
                                        <a:pt x="1412" y="836"/>
                                      </a:lnTo>
                                      <a:close/>
                                      <a:moveTo>
                                        <a:pt x="1134" y="836"/>
                                      </a:moveTo>
                                      <a:lnTo>
                                        <a:pt x="1116" y="839"/>
                                      </a:lnTo>
                                      <a:lnTo>
                                        <a:pt x="1100" y="848"/>
                                      </a:lnTo>
                                      <a:lnTo>
                                        <a:pt x="1087" y="860"/>
                                      </a:lnTo>
                                      <a:lnTo>
                                        <a:pt x="1079" y="877"/>
                                      </a:lnTo>
                                      <a:lnTo>
                                        <a:pt x="1076" y="895"/>
                                      </a:lnTo>
                                      <a:lnTo>
                                        <a:pt x="1078" y="911"/>
                                      </a:lnTo>
                                      <a:lnTo>
                                        <a:pt x="1083" y="925"/>
                                      </a:lnTo>
                                      <a:lnTo>
                                        <a:pt x="1093" y="939"/>
                                      </a:lnTo>
                                      <a:lnTo>
                                        <a:pt x="1105" y="948"/>
                                      </a:lnTo>
                                      <a:lnTo>
                                        <a:pt x="1119" y="955"/>
                                      </a:lnTo>
                                      <a:lnTo>
                                        <a:pt x="1134" y="958"/>
                                      </a:lnTo>
                                      <a:lnTo>
                                        <a:pt x="1153" y="953"/>
                                      </a:lnTo>
                                      <a:lnTo>
                                        <a:pt x="1170" y="945"/>
                                      </a:lnTo>
                                      <a:lnTo>
                                        <a:pt x="1184" y="932"/>
                                      </a:lnTo>
                                      <a:lnTo>
                                        <a:pt x="1193" y="914"/>
                                      </a:lnTo>
                                      <a:lnTo>
                                        <a:pt x="1196" y="895"/>
                                      </a:lnTo>
                                      <a:lnTo>
                                        <a:pt x="1194" y="879"/>
                                      </a:lnTo>
                                      <a:lnTo>
                                        <a:pt x="1188" y="866"/>
                                      </a:lnTo>
                                      <a:lnTo>
                                        <a:pt x="1177" y="853"/>
                                      </a:lnTo>
                                      <a:lnTo>
                                        <a:pt x="1165" y="845"/>
                                      </a:lnTo>
                                      <a:lnTo>
                                        <a:pt x="1150" y="838"/>
                                      </a:lnTo>
                                      <a:lnTo>
                                        <a:pt x="1134" y="836"/>
                                      </a:lnTo>
                                      <a:close/>
                                      <a:moveTo>
                                        <a:pt x="851" y="836"/>
                                      </a:moveTo>
                                      <a:lnTo>
                                        <a:pt x="833" y="839"/>
                                      </a:lnTo>
                                      <a:lnTo>
                                        <a:pt x="816" y="848"/>
                                      </a:lnTo>
                                      <a:lnTo>
                                        <a:pt x="803" y="860"/>
                                      </a:lnTo>
                                      <a:lnTo>
                                        <a:pt x="795" y="877"/>
                                      </a:lnTo>
                                      <a:lnTo>
                                        <a:pt x="792" y="895"/>
                                      </a:lnTo>
                                      <a:lnTo>
                                        <a:pt x="794" y="911"/>
                                      </a:lnTo>
                                      <a:lnTo>
                                        <a:pt x="800" y="925"/>
                                      </a:lnTo>
                                      <a:lnTo>
                                        <a:pt x="810" y="939"/>
                                      </a:lnTo>
                                      <a:lnTo>
                                        <a:pt x="821" y="948"/>
                                      </a:lnTo>
                                      <a:lnTo>
                                        <a:pt x="835" y="955"/>
                                      </a:lnTo>
                                      <a:lnTo>
                                        <a:pt x="851" y="958"/>
                                      </a:lnTo>
                                      <a:lnTo>
                                        <a:pt x="868" y="955"/>
                                      </a:lnTo>
                                      <a:lnTo>
                                        <a:pt x="883" y="948"/>
                                      </a:lnTo>
                                      <a:lnTo>
                                        <a:pt x="896" y="939"/>
                                      </a:lnTo>
                                      <a:lnTo>
                                        <a:pt x="905" y="925"/>
                                      </a:lnTo>
                                      <a:lnTo>
                                        <a:pt x="911" y="911"/>
                                      </a:lnTo>
                                      <a:lnTo>
                                        <a:pt x="913" y="895"/>
                                      </a:lnTo>
                                      <a:lnTo>
                                        <a:pt x="910" y="879"/>
                                      </a:lnTo>
                                      <a:lnTo>
                                        <a:pt x="904" y="866"/>
                                      </a:lnTo>
                                      <a:lnTo>
                                        <a:pt x="895" y="853"/>
                                      </a:lnTo>
                                      <a:lnTo>
                                        <a:pt x="882" y="845"/>
                                      </a:lnTo>
                                      <a:lnTo>
                                        <a:pt x="867" y="838"/>
                                      </a:lnTo>
                                      <a:lnTo>
                                        <a:pt x="851" y="836"/>
                                      </a:lnTo>
                                      <a:close/>
                                      <a:moveTo>
                                        <a:pt x="1412" y="807"/>
                                      </a:moveTo>
                                      <a:lnTo>
                                        <a:pt x="1433" y="809"/>
                                      </a:lnTo>
                                      <a:lnTo>
                                        <a:pt x="1452" y="815"/>
                                      </a:lnTo>
                                      <a:lnTo>
                                        <a:pt x="1468" y="826"/>
                                      </a:lnTo>
                                      <a:lnTo>
                                        <a:pt x="1482" y="839"/>
                                      </a:lnTo>
                                      <a:lnTo>
                                        <a:pt x="1492" y="856"/>
                                      </a:lnTo>
                                      <a:lnTo>
                                        <a:pt x="1499" y="875"/>
                                      </a:lnTo>
                                      <a:lnTo>
                                        <a:pt x="1501" y="895"/>
                                      </a:lnTo>
                                      <a:lnTo>
                                        <a:pt x="1498" y="919"/>
                                      </a:lnTo>
                                      <a:lnTo>
                                        <a:pt x="1489" y="941"/>
                                      </a:lnTo>
                                      <a:lnTo>
                                        <a:pt x="1475" y="959"/>
                                      </a:lnTo>
                                      <a:lnTo>
                                        <a:pt x="1457" y="972"/>
                                      </a:lnTo>
                                      <a:lnTo>
                                        <a:pt x="1436" y="981"/>
                                      </a:lnTo>
                                      <a:lnTo>
                                        <a:pt x="1412" y="984"/>
                                      </a:lnTo>
                                      <a:lnTo>
                                        <a:pt x="1392" y="982"/>
                                      </a:lnTo>
                                      <a:lnTo>
                                        <a:pt x="1374" y="975"/>
                                      </a:lnTo>
                                      <a:lnTo>
                                        <a:pt x="1357" y="965"/>
                                      </a:lnTo>
                                      <a:lnTo>
                                        <a:pt x="1344" y="951"/>
                                      </a:lnTo>
                                      <a:lnTo>
                                        <a:pt x="1333" y="935"/>
                                      </a:lnTo>
                                      <a:lnTo>
                                        <a:pt x="1326" y="916"/>
                                      </a:lnTo>
                                      <a:lnTo>
                                        <a:pt x="1324" y="895"/>
                                      </a:lnTo>
                                      <a:lnTo>
                                        <a:pt x="1326" y="875"/>
                                      </a:lnTo>
                                      <a:lnTo>
                                        <a:pt x="1333" y="856"/>
                                      </a:lnTo>
                                      <a:lnTo>
                                        <a:pt x="1344" y="839"/>
                                      </a:lnTo>
                                      <a:lnTo>
                                        <a:pt x="1357" y="826"/>
                                      </a:lnTo>
                                      <a:lnTo>
                                        <a:pt x="1374" y="815"/>
                                      </a:lnTo>
                                      <a:lnTo>
                                        <a:pt x="1392" y="809"/>
                                      </a:lnTo>
                                      <a:lnTo>
                                        <a:pt x="1412" y="807"/>
                                      </a:lnTo>
                                      <a:close/>
                                      <a:moveTo>
                                        <a:pt x="1134" y="807"/>
                                      </a:moveTo>
                                      <a:lnTo>
                                        <a:pt x="1155" y="809"/>
                                      </a:lnTo>
                                      <a:lnTo>
                                        <a:pt x="1174" y="815"/>
                                      </a:lnTo>
                                      <a:lnTo>
                                        <a:pt x="1191" y="826"/>
                                      </a:lnTo>
                                      <a:lnTo>
                                        <a:pt x="1204" y="839"/>
                                      </a:lnTo>
                                      <a:lnTo>
                                        <a:pt x="1214" y="856"/>
                                      </a:lnTo>
                                      <a:lnTo>
                                        <a:pt x="1221" y="875"/>
                                      </a:lnTo>
                                      <a:lnTo>
                                        <a:pt x="1223" y="895"/>
                                      </a:lnTo>
                                      <a:lnTo>
                                        <a:pt x="1220" y="919"/>
                                      </a:lnTo>
                                      <a:lnTo>
                                        <a:pt x="1211" y="941"/>
                                      </a:lnTo>
                                      <a:lnTo>
                                        <a:pt x="1197" y="959"/>
                                      </a:lnTo>
                                      <a:lnTo>
                                        <a:pt x="1179" y="972"/>
                                      </a:lnTo>
                                      <a:lnTo>
                                        <a:pt x="1158" y="981"/>
                                      </a:lnTo>
                                      <a:lnTo>
                                        <a:pt x="1134" y="984"/>
                                      </a:lnTo>
                                      <a:lnTo>
                                        <a:pt x="1110" y="981"/>
                                      </a:lnTo>
                                      <a:lnTo>
                                        <a:pt x="1089" y="972"/>
                                      </a:lnTo>
                                      <a:lnTo>
                                        <a:pt x="1072" y="959"/>
                                      </a:lnTo>
                                      <a:lnTo>
                                        <a:pt x="1058" y="941"/>
                                      </a:lnTo>
                                      <a:lnTo>
                                        <a:pt x="1049" y="919"/>
                                      </a:lnTo>
                                      <a:lnTo>
                                        <a:pt x="1046" y="895"/>
                                      </a:lnTo>
                                      <a:lnTo>
                                        <a:pt x="1049" y="875"/>
                                      </a:lnTo>
                                      <a:lnTo>
                                        <a:pt x="1055" y="856"/>
                                      </a:lnTo>
                                      <a:lnTo>
                                        <a:pt x="1065" y="839"/>
                                      </a:lnTo>
                                      <a:lnTo>
                                        <a:pt x="1079" y="826"/>
                                      </a:lnTo>
                                      <a:lnTo>
                                        <a:pt x="1095" y="815"/>
                                      </a:lnTo>
                                      <a:lnTo>
                                        <a:pt x="1113" y="809"/>
                                      </a:lnTo>
                                      <a:lnTo>
                                        <a:pt x="1134" y="807"/>
                                      </a:lnTo>
                                      <a:close/>
                                      <a:moveTo>
                                        <a:pt x="851" y="807"/>
                                      </a:moveTo>
                                      <a:lnTo>
                                        <a:pt x="872" y="809"/>
                                      </a:lnTo>
                                      <a:lnTo>
                                        <a:pt x="890" y="815"/>
                                      </a:lnTo>
                                      <a:lnTo>
                                        <a:pt x="907" y="826"/>
                                      </a:lnTo>
                                      <a:lnTo>
                                        <a:pt x="921" y="839"/>
                                      </a:lnTo>
                                      <a:lnTo>
                                        <a:pt x="931" y="856"/>
                                      </a:lnTo>
                                      <a:lnTo>
                                        <a:pt x="938" y="875"/>
                                      </a:lnTo>
                                      <a:lnTo>
                                        <a:pt x="940" y="895"/>
                                      </a:lnTo>
                                      <a:lnTo>
                                        <a:pt x="936" y="919"/>
                                      </a:lnTo>
                                      <a:lnTo>
                                        <a:pt x="928" y="941"/>
                                      </a:lnTo>
                                      <a:lnTo>
                                        <a:pt x="914" y="959"/>
                                      </a:lnTo>
                                      <a:lnTo>
                                        <a:pt x="897" y="972"/>
                                      </a:lnTo>
                                      <a:lnTo>
                                        <a:pt x="875" y="981"/>
                                      </a:lnTo>
                                      <a:lnTo>
                                        <a:pt x="851" y="984"/>
                                      </a:lnTo>
                                      <a:lnTo>
                                        <a:pt x="832" y="982"/>
                                      </a:lnTo>
                                      <a:lnTo>
                                        <a:pt x="813" y="975"/>
                                      </a:lnTo>
                                      <a:lnTo>
                                        <a:pt x="796" y="965"/>
                                      </a:lnTo>
                                      <a:lnTo>
                                        <a:pt x="783" y="951"/>
                                      </a:lnTo>
                                      <a:lnTo>
                                        <a:pt x="772" y="935"/>
                                      </a:lnTo>
                                      <a:lnTo>
                                        <a:pt x="765" y="916"/>
                                      </a:lnTo>
                                      <a:lnTo>
                                        <a:pt x="763" y="895"/>
                                      </a:lnTo>
                                      <a:lnTo>
                                        <a:pt x="765" y="875"/>
                                      </a:lnTo>
                                      <a:lnTo>
                                        <a:pt x="772" y="856"/>
                                      </a:lnTo>
                                      <a:lnTo>
                                        <a:pt x="783" y="839"/>
                                      </a:lnTo>
                                      <a:lnTo>
                                        <a:pt x="796" y="826"/>
                                      </a:lnTo>
                                      <a:lnTo>
                                        <a:pt x="813" y="815"/>
                                      </a:lnTo>
                                      <a:lnTo>
                                        <a:pt x="832" y="809"/>
                                      </a:lnTo>
                                      <a:lnTo>
                                        <a:pt x="851" y="807"/>
                                      </a:lnTo>
                                      <a:close/>
                                      <a:moveTo>
                                        <a:pt x="721" y="580"/>
                                      </a:moveTo>
                                      <a:lnTo>
                                        <a:pt x="721" y="591"/>
                                      </a:lnTo>
                                      <a:lnTo>
                                        <a:pt x="718" y="639"/>
                                      </a:lnTo>
                                      <a:lnTo>
                                        <a:pt x="708" y="686"/>
                                      </a:lnTo>
                                      <a:lnTo>
                                        <a:pt x="693" y="730"/>
                                      </a:lnTo>
                                      <a:lnTo>
                                        <a:pt x="673" y="771"/>
                                      </a:lnTo>
                                      <a:lnTo>
                                        <a:pt x="646" y="810"/>
                                      </a:lnTo>
                                      <a:lnTo>
                                        <a:pt x="617" y="844"/>
                                      </a:lnTo>
                                      <a:lnTo>
                                        <a:pt x="582" y="874"/>
                                      </a:lnTo>
                                      <a:lnTo>
                                        <a:pt x="545" y="900"/>
                                      </a:lnTo>
                                      <a:lnTo>
                                        <a:pt x="503" y="920"/>
                                      </a:lnTo>
                                      <a:lnTo>
                                        <a:pt x="459" y="936"/>
                                      </a:lnTo>
                                      <a:lnTo>
                                        <a:pt x="412" y="945"/>
                                      </a:lnTo>
                                      <a:lnTo>
                                        <a:pt x="364" y="948"/>
                                      </a:lnTo>
                                      <a:lnTo>
                                        <a:pt x="357" y="948"/>
                                      </a:lnTo>
                                      <a:lnTo>
                                        <a:pt x="335" y="947"/>
                                      </a:lnTo>
                                      <a:lnTo>
                                        <a:pt x="315" y="945"/>
                                      </a:lnTo>
                                      <a:lnTo>
                                        <a:pt x="296" y="942"/>
                                      </a:lnTo>
                                      <a:lnTo>
                                        <a:pt x="276" y="983"/>
                                      </a:lnTo>
                                      <a:lnTo>
                                        <a:pt x="260" y="1022"/>
                                      </a:lnTo>
                                      <a:lnTo>
                                        <a:pt x="248" y="1058"/>
                                      </a:lnTo>
                                      <a:lnTo>
                                        <a:pt x="240" y="1092"/>
                                      </a:lnTo>
                                      <a:lnTo>
                                        <a:pt x="234" y="1122"/>
                                      </a:lnTo>
                                      <a:lnTo>
                                        <a:pt x="231" y="1148"/>
                                      </a:lnTo>
                                      <a:lnTo>
                                        <a:pt x="229" y="1169"/>
                                      </a:lnTo>
                                      <a:lnTo>
                                        <a:pt x="227" y="1186"/>
                                      </a:lnTo>
                                      <a:lnTo>
                                        <a:pt x="227" y="1195"/>
                                      </a:lnTo>
                                      <a:lnTo>
                                        <a:pt x="227" y="1200"/>
                                      </a:lnTo>
                                      <a:lnTo>
                                        <a:pt x="227" y="1203"/>
                                      </a:lnTo>
                                      <a:lnTo>
                                        <a:pt x="232" y="1247"/>
                                      </a:lnTo>
                                      <a:lnTo>
                                        <a:pt x="241" y="1289"/>
                                      </a:lnTo>
                                      <a:lnTo>
                                        <a:pt x="256" y="1328"/>
                                      </a:lnTo>
                                      <a:lnTo>
                                        <a:pt x="277" y="1366"/>
                                      </a:lnTo>
                                      <a:lnTo>
                                        <a:pt x="302" y="1400"/>
                                      </a:lnTo>
                                      <a:lnTo>
                                        <a:pt x="332" y="1429"/>
                                      </a:lnTo>
                                      <a:lnTo>
                                        <a:pt x="366" y="1455"/>
                                      </a:lnTo>
                                      <a:lnTo>
                                        <a:pt x="402" y="1475"/>
                                      </a:lnTo>
                                      <a:lnTo>
                                        <a:pt x="442" y="1491"/>
                                      </a:lnTo>
                                      <a:lnTo>
                                        <a:pt x="485" y="1500"/>
                                      </a:lnTo>
                                      <a:lnTo>
                                        <a:pt x="529" y="1503"/>
                                      </a:lnTo>
                                      <a:lnTo>
                                        <a:pt x="1737" y="1503"/>
                                      </a:lnTo>
                                      <a:lnTo>
                                        <a:pt x="1782" y="1500"/>
                                      </a:lnTo>
                                      <a:lnTo>
                                        <a:pt x="1824" y="1491"/>
                                      </a:lnTo>
                                      <a:lnTo>
                                        <a:pt x="1863" y="1475"/>
                                      </a:lnTo>
                                      <a:lnTo>
                                        <a:pt x="1901" y="1455"/>
                                      </a:lnTo>
                                      <a:lnTo>
                                        <a:pt x="1935" y="1429"/>
                                      </a:lnTo>
                                      <a:lnTo>
                                        <a:pt x="1964" y="1400"/>
                                      </a:lnTo>
                                      <a:lnTo>
                                        <a:pt x="1989" y="1366"/>
                                      </a:lnTo>
                                      <a:lnTo>
                                        <a:pt x="2010" y="1328"/>
                                      </a:lnTo>
                                      <a:lnTo>
                                        <a:pt x="2026" y="1289"/>
                                      </a:lnTo>
                                      <a:lnTo>
                                        <a:pt x="2035" y="1247"/>
                                      </a:lnTo>
                                      <a:lnTo>
                                        <a:pt x="2038" y="1203"/>
                                      </a:lnTo>
                                      <a:lnTo>
                                        <a:pt x="2038" y="1200"/>
                                      </a:lnTo>
                                      <a:lnTo>
                                        <a:pt x="2038" y="1195"/>
                                      </a:lnTo>
                                      <a:lnTo>
                                        <a:pt x="2038" y="1186"/>
                                      </a:lnTo>
                                      <a:lnTo>
                                        <a:pt x="2037" y="1169"/>
                                      </a:lnTo>
                                      <a:lnTo>
                                        <a:pt x="2036" y="1148"/>
                                      </a:lnTo>
                                      <a:lnTo>
                                        <a:pt x="2032" y="1122"/>
                                      </a:lnTo>
                                      <a:lnTo>
                                        <a:pt x="2026" y="1092"/>
                                      </a:lnTo>
                                      <a:lnTo>
                                        <a:pt x="2017" y="1058"/>
                                      </a:lnTo>
                                      <a:lnTo>
                                        <a:pt x="2006" y="1022"/>
                                      </a:lnTo>
                                      <a:lnTo>
                                        <a:pt x="1990" y="983"/>
                                      </a:lnTo>
                                      <a:lnTo>
                                        <a:pt x="1970" y="942"/>
                                      </a:lnTo>
                                      <a:lnTo>
                                        <a:pt x="1950" y="945"/>
                                      </a:lnTo>
                                      <a:lnTo>
                                        <a:pt x="1930" y="947"/>
                                      </a:lnTo>
                                      <a:lnTo>
                                        <a:pt x="1908" y="948"/>
                                      </a:lnTo>
                                      <a:lnTo>
                                        <a:pt x="1902" y="948"/>
                                      </a:lnTo>
                                      <a:lnTo>
                                        <a:pt x="1854" y="945"/>
                                      </a:lnTo>
                                      <a:lnTo>
                                        <a:pt x="1807" y="936"/>
                                      </a:lnTo>
                                      <a:lnTo>
                                        <a:pt x="1763" y="920"/>
                                      </a:lnTo>
                                      <a:lnTo>
                                        <a:pt x="1722" y="900"/>
                                      </a:lnTo>
                                      <a:lnTo>
                                        <a:pt x="1684" y="874"/>
                                      </a:lnTo>
                                      <a:lnTo>
                                        <a:pt x="1650" y="844"/>
                                      </a:lnTo>
                                      <a:lnTo>
                                        <a:pt x="1619" y="810"/>
                                      </a:lnTo>
                                      <a:lnTo>
                                        <a:pt x="1594" y="771"/>
                                      </a:lnTo>
                                      <a:lnTo>
                                        <a:pt x="1573" y="730"/>
                                      </a:lnTo>
                                      <a:lnTo>
                                        <a:pt x="1557" y="686"/>
                                      </a:lnTo>
                                      <a:lnTo>
                                        <a:pt x="1548" y="639"/>
                                      </a:lnTo>
                                      <a:lnTo>
                                        <a:pt x="1545" y="591"/>
                                      </a:lnTo>
                                      <a:lnTo>
                                        <a:pt x="1545" y="580"/>
                                      </a:lnTo>
                                      <a:lnTo>
                                        <a:pt x="721" y="580"/>
                                      </a:lnTo>
                                      <a:close/>
                                      <a:moveTo>
                                        <a:pt x="490" y="56"/>
                                      </a:moveTo>
                                      <a:lnTo>
                                        <a:pt x="442" y="58"/>
                                      </a:lnTo>
                                      <a:lnTo>
                                        <a:pt x="397" y="64"/>
                                      </a:lnTo>
                                      <a:lnTo>
                                        <a:pt x="355" y="74"/>
                                      </a:lnTo>
                                      <a:lnTo>
                                        <a:pt x="318" y="87"/>
                                      </a:lnTo>
                                      <a:lnTo>
                                        <a:pt x="283" y="103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23" y="142"/>
                                      </a:lnTo>
                                      <a:lnTo>
                                        <a:pt x="198" y="165"/>
                                      </a:lnTo>
                                      <a:lnTo>
                                        <a:pt x="175" y="190"/>
                                      </a:lnTo>
                                      <a:lnTo>
                                        <a:pt x="155" y="215"/>
                                      </a:lnTo>
                                      <a:lnTo>
                                        <a:pt x="137" y="242"/>
                                      </a:lnTo>
                                      <a:lnTo>
                                        <a:pt x="122" y="271"/>
                                      </a:lnTo>
                                      <a:lnTo>
                                        <a:pt x="109" y="298"/>
                                      </a:lnTo>
                                      <a:lnTo>
                                        <a:pt x="98" y="326"/>
                                      </a:lnTo>
                                      <a:lnTo>
                                        <a:pt x="88" y="354"/>
                                      </a:lnTo>
                                      <a:lnTo>
                                        <a:pt x="80" y="382"/>
                                      </a:lnTo>
                                      <a:lnTo>
                                        <a:pt x="74" y="408"/>
                                      </a:lnTo>
                                      <a:lnTo>
                                        <a:pt x="68" y="433"/>
                                      </a:lnTo>
                                      <a:lnTo>
                                        <a:pt x="64" y="457"/>
                                      </a:lnTo>
                                      <a:lnTo>
                                        <a:pt x="61" y="479"/>
                                      </a:lnTo>
                                      <a:lnTo>
                                        <a:pt x="59" y="499"/>
                                      </a:lnTo>
                                      <a:lnTo>
                                        <a:pt x="58" y="516"/>
                                      </a:lnTo>
                                      <a:lnTo>
                                        <a:pt x="57" y="530"/>
                                      </a:lnTo>
                                      <a:lnTo>
                                        <a:pt x="57" y="542"/>
                                      </a:lnTo>
                                      <a:lnTo>
                                        <a:pt x="57" y="549"/>
                                      </a:lnTo>
                                      <a:lnTo>
                                        <a:pt x="57" y="617"/>
                                      </a:lnTo>
                                      <a:lnTo>
                                        <a:pt x="60" y="630"/>
                                      </a:lnTo>
                                      <a:lnTo>
                                        <a:pt x="60" y="645"/>
                                      </a:lnTo>
                                      <a:lnTo>
                                        <a:pt x="62" y="653"/>
                                      </a:lnTo>
                                      <a:lnTo>
                                        <a:pt x="62" y="656"/>
                                      </a:lnTo>
                                      <a:lnTo>
                                        <a:pt x="65" y="664"/>
                                      </a:lnTo>
                                      <a:lnTo>
                                        <a:pt x="65" y="671"/>
                                      </a:lnTo>
                                      <a:lnTo>
                                        <a:pt x="68" y="677"/>
                                      </a:lnTo>
                                      <a:lnTo>
                                        <a:pt x="71" y="685"/>
                                      </a:lnTo>
                                      <a:lnTo>
                                        <a:pt x="71" y="689"/>
                                      </a:lnTo>
                                      <a:lnTo>
                                        <a:pt x="80" y="709"/>
                                      </a:lnTo>
                                      <a:lnTo>
                                        <a:pt x="91" y="731"/>
                                      </a:lnTo>
                                      <a:lnTo>
                                        <a:pt x="104" y="753"/>
                                      </a:lnTo>
                                      <a:lnTo>
                                        <a:pt x="110" y="762"/>
                                      </a:lnTo>
                                      <a:lnTo>
                                        <a:pt x="112" y="765"/>
                                      </a:lnTo>
                                      <a:lnTo>
                                        <a:pt x="115" y="768"/>
                                      </a:lnTo>
                                      <a:lnTo>
                                        <a:pt x="122" y="778"/>
                                      </a:lnTo>
                                      <a:lnTo>
                                        <a:pt x="148" y="807"/>
                                      </a:lnTo>
                                      <a:lnTo>
                                        <a:pt x="178" y="832"/>
                                      </a:lnTo>
                                      <a:lnTo>
                                        <a:pt x="211" y="854"/>
                                      </a:lnTo>
                                      <a:lnTo>
                                        <a:pt x="247" y="871"/>
                                      </a:lnTo>
                                      <a:lnTo>
                                        <a:pt x="287" y="883"/>
                                      </a:lnTo>
                                      <a:lnTo>
                                        <a:pt x="310" y="890"/>
                                      </a:lnTo>
                                      <a:lnTo>
                                        <a:pt x="326" y="890"/>
                                      </a:lnTo>
                                      <a:lnTo>
                                        <a:pt x="341" y="892"/>
                                      </a:lnTo>
                                      <a:lnTo>
                                        <a:pt x="357" y="892"/>
                                      </a:lnTo>
                                      <a:lnTo>
                                        <a:pt x="364" y="892"/>
                                      </a:lnTo>
                                      <a:lnTo>
                                        <a:pt x="408" y="889"/>
                                      </a:lnTo>
                                      <a:lnTo>
                                        <a:pt x="451" y="879"/>
                                      </a:lnTo>
                                      <a:lnTo>
                                        <a:pt x="490" y="864"/>
                                      </a:lnTo>
                                      <a:lnTo>
                                        <a:pt x="527" y="844"/>
                                      </a:lnTo>
                                      <a:lnTo>
                                        <a:pt x="560" y="818"/>
                                      </a:lnTo>
                                      <a:lnTo>
                                        <a:pt x="591" y="788"/>
                                      </a:lnTo>
                                      <a:lnTo>
                                        <a:pt x="616" y="755"/>
                                      </a:lnTo>
                                      <a:lnTo>
                                        <a:pt x="637" y="718"/>
                                      </a:lnTo>
                                      <a:lnTo>
                                        <a:pt x="652" y="678"/>
                                      </a:lnTo>
                                      <a:lnTo>
                                        <a:pt x="662" y="635"/>
                                      </a:lnTo>
                                      <a:lnTo>
                                        <a:pt x="665" y="591"/>
                                      </a:lnTo>
                                      <a:lnTo>
                                        <a:pt x="665" y="523"/>
                                      </a:lnTo>
                                      <a:lnTo>
                                        <a:pt x="1601" y="523"/>
                                      </a:lnTo>
                                      <a:lnTo>
                                        <a:pt x="1601" y="591"/>
                                      </a:lnTo>
                                      <a:lnTo>
                                        <a:pt x="1605" y="635"/>
                                      </a:lnTo>
                                      <a:lnTo>
                                        <a:pt x="1614" y="678"/>
                                      </a:lnTo>
                                      <a:lnTo>
                                        <a:pt x="1630" y="718"/>
                                      </a:lnTo>
                                      <a:lnTo>
                                        <a:pt x="1650" y="755"/>
                                      </a:lnTo>
                                      <a:lnTo>
                                        <a:pt x="1676" y="788"/>
                                      </a:lnTo>
                                      <a:lnTo>
                                        <a:pt x="1705" y="818"/>
                                      </a:lnTo>
                                      <a:lnTo>
                                        <a:pt x="1739" y="844"/>
                                      </a:lnTo>
                                      <a:lnTo>
                                        <a:pt x="1775" y="864"/>
                                      </a:lnTo>
                                      <a:lnTo>
                                        <a:pt x="1816" y="879"/>
                                      </a:lnTo>
                                      <a:lnTo>
                                        <a:pt x="1858" y="889"/>
                                      </a:lnTo>
                                      <a:lnTo>
                                        <a:pt x="1902" y="892"/>
                                      </a:lnTo>
                                      <a:lnTo>
                                        <a:pt x="1908" y="892"/>
                                      </a:lnTo>
                                      <a:lnTo>
                                        <a:pt x="1935" y="891"/>
                                      </a:lnTo>
                                      <a:lnTo>
                                        <a:pt x="1959" y="886"/>
                                      </a:lnTo>
                                      <a:lnTo>
                                        <a:pt x="1980" y="883"/>
                                      </a:lnTo>
                                      <a:lnTo>
                                        <a:pt x="2015" y="872"/>
                                      </a:lnTo>
                                      <a:lnTo>
                                        <a:pt x="2050" y="856"/>
                                      </a:lnTo>
                                      <a:lnTo>
                                        <a:pt x="2082" y="836"/>
                                      </a:lnTo>
                                      <a:lnTo>
                                        <a:pt x="2110" y="813"/>
                                      </a:lnTo>
                                      <a:lnTo>
                                        <a:pt x="2136" y="786"/>
                                      </a:lnTo>
                                      <a:lnTo>
                                        <a:pt x="2139" y="786"/>
                                      </a:lnTo>
                                      <a:lnTo>
                                        <a:pt x="2145" y="780"/>
                                      </a:lnTo>
                                      <a:lnTo>
                                        <a:pt x="2147" y="774"/>
                                      </a:lnTo>
                                      <a:lnTo>
                                        <a:pt x="2150" y="771"/>
                                      </a:lnTo>
                                      <a:lnTo>
                                        <a:pt x="2170" y="740"/>
                                      </a:lnTo>
                                      <a:lnTo>
                                        <a:pt x="2186" y="709"/>
                                      </a:lnTo>
                                      <a:lnTo>
                                        <a:pt x="2192" y="695"/>
                                      </a:lnTo>
                                      <a:lnTo>
                                        <a:pt x="2194" y="689"/>
                                      </a:lnTo>
                                      <a:lnTo>
                                        <a:pt x="2194" y="685"/>
                                      </a:lnTo>
                                      <a:lnTo>
                                        <a:pt x="2197" y="677"/>
                                      </a:lnTo>
                                      <a:lnTo>
                                        <a:pt x="2197" y="671"/>
                                      </a:lnTo>
                                      <a:lnTo>
                                        <a:pt x="2201" y="664"/>
                                      </a:lnTo>
                                      <a:lnTo>
                                        <a:pt x="2204" y="656"/>
                                      </a:lnTo>
                                      <a:lnTo>
                                        <a:pt x="2204" y="653"/>
                                      </a:lnTo>
                                      <a:lnTo>
                                        <a:pt x="2207" y="645"/>
                                      </a:lnTo>
                                      <a:lnTo>
                                        <a:pt x="2207" y="630"/>
                                      </a:lnTo>
                                      <a:lnTo>
                                        <a:pt x="2210" y="617"/>
                                      </a:lnTo>
                                      <a:lnTo>
                                        <a:pt x="2210" y="520"/>
                                      </a:lnTo>
                                      <a:lnTo>
                                        <a:pt x="2209" y="503"/>
                                      </a:lnTo>
                                      <a:lnTo>
                                        <a:pt x="2207" y="484"/>
                                      </a:lnTo>
                                      <a:lnTo>
                                        <a:pt x="2204" y="462"/>
                                      </a:lnTo>
                                      <a:lnTo>
                                        <a:pt x="2199" y="438"/>
                                      </a:lnTo>
                                      <a:lnTo>
                                        <a:pt x="2195" y="413"/>
                                      </a:lnTo>
                                      <a:lnTo>
                                        <a:pt x="2189" y="387"/>
                                      </a:lnTo>
                                      <a:lnTo>
                                        <a:pt x="2181" y="360"/>
                                      </a:lnTo>
                                      <a:lnTo>
                                        <a:pt x="2171" y="331"/>
                                      </a:lnTo>
                                      <a:lnTo>
                                        <a:pt x="2160" y="303"/>
                                      </a:lnTo>
                                      <a:lnTo>
                                        <a:pt x="2146" y="274"/>
                                      </a:lnTo>
                                      <a:lnTo>
                                        <a:pt x="2131" y="247"/>
                                      </a:lnTo>
                                      <a:lnTo>
                                        <a:pt x="2114" y="218"/>
                                      </a:lnTo>
                                      <a:lnTo>
                                        <a:pt x="2093" y="192"/>
                                      </a:lnTo>
                                      <a:lnTo>
                                        <a:pt x="2070" y="167"/>
                                      </a:lnTo>
                                      <a:lnTo>
                                        <a:pt x="2044" y="144"/>
                                      </a:lnTo>
                                      <a:lnTo>
                                        <a:pt x="2016" y="123"/>
                                      </a:lnTo>
                                      <a:lnTo>
                                        <a:pt x="1985" y="104"/>
                                      </a:lnTo>
                                      <a:lnTo>
                                        <a:pt x="1950" y="87"/>
                                      </a:lnTo>
                                      <a:lnTo>
                                        <a:pt x="1911" y="75"/>
                                      </a:lnTo>
                                      <a:lnTo>
                                        <a:pt x="1870" y="64"/>
                                      </a:lnTo>
                                      <a:lnTo>
                                        <a:pt x="1825" y="58"/>
                                      </a:lnTo>
                                      <a:lnTo>
                                        <a:pt x="1775" y="56"/>
                                      </a:lnTo>
                                      <a:lnTo>
                                        <a:pt x="490" y="56"/>
                                      </a:lnTo>
                                      <a:close/>
                                      <a:moveTo>
                                        <a:pt x="490" y="0"/>
                                      </a:moveTo>
                                      <a:lnTo>
                                        <a:pt x="1775" y="0"/>
                                      </a:lnTo>
                                      <a:lnTo>
                                        <a:pt x="1831" y="3"/>
                                      </a:lnTo>
                                      <a:lnTo>
                                        <a:pt x="1883" y="10"/>
                                      </a:lnTo>
                                      <a:lnTo>
                                        <a:pt x="1932" y="22"/>
                                      </a:lnTo>
                                      <a:lnTo>
                                        <a:pt x="1979" y="38"/>
                                      </a:lnTo>
                                      <a:lnTo>
                                        <a:pt x="2020" y="59"/>
                                      </a:lnTo>
                                      <a:lnTo>
                                        <a:pt x="2056" y="82"/>
                                      </a:lnTo>
                                      <a:lnTo>
                                        <a:pt x="2090" y="108"/>
                                      </a:lnTo>
                                      <a:lnTo>
                                        <a:pt x="2120" y="139"/>
                                      </a:lnTo>
                                      <a:lnTo>
                                        <a:pt x="2147" y="171"/>
                                      </a:lnTo>
                                      <a:lnTo>
                                        <a:pt x="2171" y="207"/>
                                      </a:lnTo>
                                      <a:lnTo>
                                        <a:pt x="2197" y="252"/>
                                      </a:lnTo>
                                      <a:lnTo>
                                        <a:pt x="2217" y="297"/>
                                      </a:lnTo>
                                      <a:lnTo>
                                        <a:pt x="2234" y="342"/>
                                      </a:lnTo>
                                      <a:lnTo>
                                        <a:pt x="2246" y="385"/>
                                      </a:lnTo>
                                      <a:lnTo>
                                        <a:pt x="2254" y="427"/>
                                      </a:lnTo>
                                      <a:lnTo>
                                        <a:pt x="2260" y="464"/>
                                      </a:lnTo>
                                      <a:lnTo>
                                        <a:pt x="2263" y="498"/>
                                      </a:lnTo>
                                      <a:lnTo>
                                        <a:pt x="2265" y="526"/>
                                      </a:lnTo>
                                      <a:lnTo>
                                        <a:pt x="2265" y="549"/>
                                      </a:lnTo>
                                      <a:lnTo>
                                        <a:pt x="2254" y="682"/>
                                      </a:lnTo>
                                      <a:lnTo>
                                        <a:pt x="2243" y="717"/>
                                      </a:lnTo>
                                      <a:lnTo>
                                        <a:pt x="2229" y="749"/>
                                      </a:lnTo>
                                      <a:lnTo>
                                        <a:pt x="2212" y="780"/>
                                      </a:lnTo>
                                      <a:lnTo>
                                        <a:pt x="2191" y="809"/>
                                      </a:lnTo>
                                      <a:lnTo>
                                        <a:pt x="2168" y="836"/>
                                      </a:lnTo>
                                      <a:lnTo>
                                        <a:pt x="2168" y="839"/>
                                      </a:lnTo>
                                      <a:lnTo>
                                        <a:pt x="2162" y="842"/>
                                      </a:lnTo>
                                      <a:lnTo>
                                        <a:pt x="2133" y="869"/>
                                      </a:lnTo>
                                      <a:lnTo>
                                        <a:pt x="2101" y="893"/>
                                      </a:lnTo>
                                      <a:lnTo>
                                        <a:pt x="2065" y="913"/>
                                      </a:lnTo>
                                      <a:lnTo>
                                        <a:pt x="2027" y="927"/>
                                      </a:lnTo>
                                      <a:lnTo>
                                        <a:pt x="2047" y="969"/>
                                      </a:lnTo>
                                      <a:lnTo>
                                        <a:pt x="2062" y="1009"/>
                                      </a:lnTo>
                                      <a:lnTo>
                                        <a:pt x="2074" y="1048"/>
                                      </a:lnTo>
                                      <a:lnTo>
                                        <a:pt x="2082" y="1082"/>
                                      </a:lnTo>
                                      <a:lnTo>
                                        <a:pt x="2088" y="1114"/>
                                      </a:lnTo>
                                      <a:lnTo>
                                        <a:pt x="2092" y="1141"/>
                                      </a:lnTo>
                                      <a:lnTo>
                                        <a:pt x="2094" y="1165"/>
                                      </a:lnTo>
                                      <a:lnTo>
                                        <a:pt x="2095" y="1183"/>
                                      </a:lnTo>
                                      <a:lnTo>
                                        <a:pt x="2095" y="1195"/>
                                      </a:lnTo>
                                      <a:lnTo>
                                        <a:pt x="2095" y="1203"/>
                                      </a:lnTo>
                                      <a:lnTo>
                                        <a:pt x="2092" y="1251"/>
                                      </a:lnTo>
                                      <a:lnTo>
                                        <a:pt x="2081" y="1297"/>
                                      </a:lnTo>
                                      <a:lnTo>
                                        <a:pt x="2066" y="1342"/>
                                      </a:lnTo>
                                      <a:lnTo>
                                        <a:pt x="2046" y="1383"/>
                                      </a:lnTo>
                                      <a:lnTo>
                                        <a:pt x="2020" y="1421"/>
                                      </a:lnTo>
                                      <a:lnTo>
                                        <a:pt x="1990" y="1455"/>
                                      </a:lnTo>
                                      <a:lnTo>
                                        <a:pt x="1955" y="1486"/>
                                      </a:lnTo>
                                      <a:lnTo>
                                        <a:pt x="1918" y="1511"/>
                                      </a:lnTo>
                                      <a:lnTo>
                                        <a:pt x="1876" y="1532"/>
                                      </a:lnTo>
                                      <a:lnTo>
                                        <a:pt x="1832" y="1547"/>
                                      </a:lnTo>
                                      <a:lnTo>
                                        <a:pt x="1786" y="1557"/>
                                      </a:lnTo>
                                      <a:lnTo>
                                        <a:pt x="1737" y="1560"/>
                                      </a:lnTo>
                                      <a:lnTo>
                                        <a:pt x="529" y="1560"/>
                                      </a:lnTo>
                                      <a:lnTo>
                                        <a:pt x="481" y="1557"/>
                                      </a:lnTo>
                                      <a:lnTo>
                                        <a:pt x="434" y="1547"/>
                                      </a:lnTo>
                                      <a:lnTo>
                                        <a:pt x="390" y="1532"/>
                                      </a:lnTo>
                                      <a:lnTo>
                                        <a:pt x="349" y="1511"/>
                                      </a:lnTo>
                                      <a:lnTo>
                                        <a:pt x="310" y="1486"/>
                                      </a:lnTo>
                                      <a:lnTo>
                                        <a:pt x="277" y="1455"/>
                                      </a:lnTo>
                                      <a:lnTo>
                                        <a:pt x="246" y="1421"/>
                                      </a:lnTo>
                                      <a:lnTo>
                                        <a:pt x="220" y="1383"/>
                                      </a:lnTo>
                                      <a:lnTo>
                                        <a:pt x="199" y="1342"/>
                                      </a:lnTo>
                                      <a:lnTo>
                                        <a:pt x="185" y="1297"/>
                                      </a:lnTo>
                                      <a:lnTo>
                                        <a:pt x="175" y="1251"/>
                                      </a:lnTo>
                                      <a:lnTo>
                                        <a:pt x="172" y="1203"/>
                                      </a:lnTo>
                                      <a:lnTo>
                                        <a:pt x="172" y="1194"/>
                                      </a:lnTo>
                                      <a:lnTo>
                                        <a:pt x="172" y="1180"/>
                                      </a:lnTo>
                                      <a:lnTo>
                                        <a:pt x="174" y="1158"/>
                                      </a:lnTo>
                                      <a:lnTo>
                                        <a:pt x="177" y="1129"/>
                                      </a:lnTo>
                                      <a:lnTo>
                                        <a:pt x="182" y="1097"/>
                                      </a:lnTo>
                                      <a:lnTo>
                                        <a:pt x="191" y="1059"/>
                                      </a:lnTo>
                                      <a:lnTo>
                                        <a:pt x="202" y="1018"/>
                                      </a:lnTo>
                                      <a:lnTo>
                                        <a:pt x="219" y="974"/>
                                      </a:lnTo>
                                      <a:lnTo>
                                        <a:pt x="240" y="927"/>
                                      </a:lnTo>
                                      <a:lnTo>
                                        <a:pt x="200" y="912"/>
                                      </a:lnTo>
                                      <a:lnTo>
                                        <a:pt x="164" y="891"/>
                                      </a:lnTo>
                                      <a:lnTo>
                                        <a:pt x="129" y="866"/>
                                      </a:lnTo>
                                      <a:lnTo>
                                        <a:pt x="99" y="837"/>
                                      </a:lnTo>
                                      <a:lnTo>
                                        <a:pt x="71" y="806"/>
                                      </a:lnTo>
                                      <a:lnTo>
                                        <a:pt x="48" y="770"/>
                                      </a:lnTo>
                                      <a:lnTo>
                                        <a:pt x="30" y="733"/>
                                      </a:lnTo>
                                      <a:lnTo>
                                        <a:pt x="15" y="693"/>
                                      </a:lnTo>
                                      <a:lnTo>
                                        <a:pt x="4" y="650"/>
                                      </a:lnTo>
                                      <a:lnTo>
                                        <a:pt x="0" y="606"/>
                                      </a:lnTo>
                                      <a:lnTo>
                                        <a:pt x="0" y="549"/>
                                      </a:lnTo>
                                      <a:lnTo>
                                        <a:pt x="1" y="526"/>
                                      </a:lnTo>
                                      <a:lnTo>
                                        <a:pt x="2" y="498"/>
                                      </a:lnTo>
                                      <a:lnTo>
                                        <a:pt x="5" y="464"/>
                                      </a:lnTo>
                                      <a:lnTo>
                                        <a:pt x="12" y="427"/>
                                      </a:lnTo>
                                      <a:lnTo>
                                        <a:pt x="20" y="385"/>
                                      </a:lnTo>
                                      <a:lnTo>
                                        <a:pt x="32" y="342"/>
                                      </a:lnTo>
                                      <a:lnTo>
                                        <a:pt x="47" y="297"/>
                                      </a:lnTo>
                                      <a:lnTo>
                                        <a:pt x="67" y="252"/>
                                      </a:lnTo>
                                      <a:lnTo>
                                        <a:pt x="92" y="207"/>
                                      </a:lnTo>
                                      <a:lnTo>
                                        <a:pt x="117" y="171"/>
                                      </a:lnTo>
                                      <a:lnTo>
                                        <a:pt x="146" y="139"/>
                                      </a:lnTo>
                                      <a:lnTo>
                                        <a:pt x="176" y="108"/>
                                      </a:lnTo>
                                      <a:lnTo>
                                        <a:pt x="210" y="82"/>
                                      </a:lnTo>
                                      <a:lnTo>
                                        <a:pt x="245" y="59"/>
                                      </a:lnTo>
                                      <a:lnTo>
                                        <a:pt x="288" y="38"/>
                                      </a:lnTo>
                                      <a:lnTo>
                                        <a:pt x="334" y="22"/>
                                      </a:lnTo>
                                      <a:lnTo>
                                        <a:pt x="384" y="10"/>
                                      </a:lnTo>
                                      <a:lnTo>
                                        <a:pt x="436" y="3"/>
                                      </a:lnTo>
                                      <a:lnTo>
                                        <a:pt x="4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9B9AF3" id="Group 37" o:spid="_x0000_s1026" alt="Title: Telephone icon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">
                      <v:shape id="Freeform 81" o:spid="_x0000_s1027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<o:lock v:ext="edit" verticies="t"/>
                      </v:shape>
                      <v:shape id="Freeform 82" o:spid="_x0000_s1028" style="position:absolute;left:34;top:55;width:141;height:97;visibility:visible;mso-wrap-style:square;v-text-anchor:top" coordsize="2265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color="#37b6ae [3204]" strokecolor="#37b6ae [3204]" strokeweight="0">
                        <v:path arrowok="t" o:connecttype="custom" o:connectlocs="89,86;70,78;73,85;50,80;57,82;93,82;82,82;76,81;66,85;58,79;48,85;85,66;92,70;67,68;74,68;50,71;55,66;91,74;84,65;75,73;68,64;56,74;50,65;86,59;89,52;71,60;52,52;56,58;91,51;84,60;72,50;69,61;53,50;53,61;52,50;29,58;14,73;28,93;127,78;121,59;97,43;12,10;4,31;4,43;18,55;40,45;108,52;133,49;137,41;135,21;114,4;134,11;139,47;130,67;122,92;15,88;14,61;0,33;15,4" o:connectangles="0,0,0,0,0,0,0,0,0,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  <w:p w14:paraId="122C3A50" w14:textId="3741A286" w:rsidR="00772E79" w:rsidRPr="00772E79" w:rsidRDefault="007F214A" w:rsidP="00772E79">
            <w:pPr>
              <w:pStyle w:val="Heading3"/>
            </w:pPr>
            <w:r>
              <w:t>00385 12 345 6789</w:t>
            </w:r>
          </w:p>
          <w:p w14:paraId="45C5B7D3" w14:textId="77777777" w:rsidR="00C420C8" w:rsidRPr="00C420C8" w:rsidRDefault="00772E79" w:rsidP="00772E79">
            <w:pPr>
              <w:pStyle w:val="Graphic"/>
            </w:pPr>
            <w:r w:rsidRPr="00772E79">
              <w:rPr>
                <w:rFonts w:asciiTheme="majorHAnsi" w:eastAsiaTheme="majorEastAsia" w:hAnsiTheme="majorHAnsi" w:cstheme="majorBidi"/>
                <w:caps/>
                <w:szCs w:val="24"/>
              </w:rPr>
              <w:t xml:space="preserve"> </w:t>
            </w:r>
            <w:r w:rsidR="00C420C8" w:rsidRPr="00C420C8">
              <w:rPr>
                <w:noProof/>
              </w:rPr>
              <mc:AlternateContent>
                <mc:Choice Requires="wpg">
                  <w:drawing>
                    <wp:inline distT="0" distB="0" distL="0" distR="0" wp14:anchorId="0BAA1F1B" wp14:editId="18780FC6">
                      <wp:extent cx="329184" cy="329184"/>
                      <wp:effectExtent l="0" t="0" r="13970" b="13970"/>
                      <wp:docPr id="77" name="Group 31" title="LinkedIn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29184" cy="329184"/>
                                <a:chOff x="0" y="0"/>
                                <a:chExt cx="208" cy="208"/>
                              </a:xfrm>
                            </wpg:grpSpPr>
                            <wps:wsp>
                              <wps:cNvPr id="78" name="Freeform 7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8" cy="208"/>
                                </a:xfrm>
                                <a:custGeom>
                                  <a:avLst/>
                                  <a:gdLst>
                                    <a:gd name="T0" fmla="*/ 1362 w 3324"/>
                                    <a:gd name="T1" fmla="*/ 80 h 3324"/>
                                    <a:gd name="T2" fmla="*/ 991 w 3324"/>
                                    <a:gd name="T3" fmla="*/ 199 h 3324"/>
                                    <a:gd name="T4" fmla="*/ 666 w 3324"/>
                                    <a:gd name="T5" fmla="*/ 398 h 3324"/>
                                    <a:gd name="T6" fmla="*/ 397 w 3324"/>
                                    <a:gd name="T7" fmla="*/ 666 h 3324"/>
                                    <a:gd name="T8" fmla="*/ 198 w 3324"/>
                                    <a:gd name="T9" fmla="*/ 991 h 3324"/>
                                    <a:gd name="T10" fmla="*/ 80 w 3324"/>
                                    <a:gd name="T11" fmla="*/ 1362 h 3324"/>
                                    <a:gd name="T12" fmla="*/ 56 w 3324"/>
                                    <a:gd name="T13" fmla="*/ 1764 h 3324"/>
                                    <a:gd name="T14" fmla="*/ 128 w 3324"/>
                                    <a:gd name="T15" fmla="*/ 2152 h 3324"/>
                                    <a:gd name="T16" fmla="*/ 288 w 3324"/>
                                    <a:gd name="T17" fmla="*/ 2502 h 3324"/>
                                    <a:gd name="T18" fmla="*/ 524 w 3324"/>
                                    <a:gd name="T19" fmla="*/ 2800 h 3324"/>
                                    <a:gd name="T20" fmla="*/ 822 w 3324"/>
                                    <a:gd name="T21" fmla="*/ 3036 h 3324"/>
                                    <a:gd name="T22" fmla="*/ 1172 w 3324"/>
                                    <a:gd name="T23" fmla="*/ 3196 h 3324"/>
                                    <a:gd name="T24" fmla="*/ 1560 w 3324"/>
                                    <a:gd name="T25" fmla="*/ 3268 h 3324"/>
                                    <a:gd name="T26" fmla="*/ 1962 w 3324"/>
                                    <a:gd name="T27" fmla="*/ 3244 h 3324"/>
                                    <a:gd name="T28" fmla="*/ 2333 w 3324"/>
                                    <a:gd name="T29" fmla="*/ 3126 h 3324"/>
                                    <a:gd name="T30" fmla="*/ 2658 w 3324"/>
                                    <a:gd name="T31" fmla="*/ 2927 h 3324"/>
                                    <a:gd name="T32" fmla="*/ 2926 w 3324"/>
                                    <a:gd name="T33" fmla="*/ 2658 h 3324"/>
                                    <a:gd name="T34" fmla="*/ 3125 w 3324"/>
                                    <a:gd name="T35" fmla="*/ 2333 h 3324"/>
                                    <a:gd name="T36" fmla="*/ 3244 w 3324"/>
                                    <a:gd name="T37" fmla="*/ 1962 h 3324"/>
                                    <a:gd name="T38" fmla="*/ 3269 w 3324"/>
                                    <a:gd name="T39" fmla="*/ 1560 h 3324"/>
                                    <a:gd name="T40" fmla="*/ 3196 w 3324"/>
                                    <a:gd name="T41" fmla="*/ 1172 h 3324"/>
                                    <a:gd name="T42" fmla="*/ 3035 w 3324"/>
                                    <a:gd name="T43" fmla="*/ 822 h 3324"/>
                                    <a:gd name="T44" fmla="*/ 2801 w 3324"/>
                                    <a:gd name="T45" fmla="*/ 523 h 3324"/>
                                    <a:gd name="T46" fmla="*/ 2502 w 3324"/>
                                    <a:gd name="T47" fmla="*/ 289 h 3324"/>
                                    <a:gd name="T48" fmla="*/ 2152 w 3324"/>
                                    <a:gd name="T49" fmla="*/ 128 h 3324"/>
                                    <a:gd name="T50" fmla="*/ 1764 w 3324"/>
                                    <a:gd name="T51" fmla="*/ 55 h 3324"/>
                                    <a:gd name="T52" fmla="*/ 1871 w 3324"/>
                                    <a:gd name="T53" fmla="*/ 12 h 3324"/>
                                    <a:gd name="T54" fmla="*/ 2262 w 3324"/>
                                    <a:gd name="T55" fmla="*/ 112 h 3324"/>
                                    <a:gd name="T56" fmla="*/ 2612 w 3324"/>
                                    <a:gd name="T57" fmla="*/ 297 h 3324"/>
                                    <a:gd name="T58" fmla="*/ 2904 w 3324"/>
                                    <a:gd name="T59" fmla="*/ 558 h 3324"/>
                                    <a:gd name="T60" fmla="*/ 3130 w 3324"/>
                                    <a:gd name="T61" fmla="*/ 880 h 3324"/>
                                    <a:gd name="T62" fmla="*/ 3273 w 3324"/>
                                    <a:gd name="T63" fmla="*/ 1252 h 3324"/>
                                    <a:gd name="T64" fmla="*/ 3324 w 3324"/>
                                    <a:gd name="T65" fmla="*/ 1662 h 3324"/>
                                    <a:gd name="T66" fmla="*/ 3273 w 3324"/>
                                    <a:gd name="T67" fmla="*/ 2071 h 3324"/>
                                    <a:gd name="T68" fmla="*/ 3130 w 3324"/>
                                    <a:gd name="T69" fmla="*/ 2443 h 3324"/>
                                    <a:gd name="T70" fmla="*/ 2904 w 3324"/>
                                    <a:gd name="T71" fmla="*/ 2765 h 3324"/>
                                    <a:gd name="T72" fmla="*/ 2612 w 3324"/>
                                    <a:gd name="T73" fmla="*/ 3026 h 3324"/>
                                    <a:gd name="T74" fmla="*/ 2262 w 3324"/>
                                    <a:gd name="T75" fmla="*/ 3213 h 3324"/>
                                    <a:gd name="T76" fmla="*/ 1871 w 3324"/>
                                    <a:gd name="T77" fmla="*/ 3311 h 3324"/>
                                    <a:gd name="T78" fmla="*/ 1454 w 3324"/>
                                    <a:gd name="T79" fmla="*/ 3311 h 3324"/>
                                    <a:gd name="T80" fmla="*/ 1061 w 3324"/>
                                    <a:gd name="T81" fmla="*/ 3213 h 3324"/>
                                    <a:gd name="T82" fmla="*/ 712 w 3324"/>
                                    <a:gd name="T83" fmla="*/ 3026 h 3324"/>
                                    <a:gd name="T84" fmla="*/ 419 w 3324"/>
                                    <a:gd name="T85" fmla="*/ 2765 h 3324"/>
                                    <a:gd name="T86" fmla="*/ 194 w 3324"/>
                                    <a:gd name="T87" fmla="*/ 2443 h 3324"/>
                                    <a:gd name="T88" fmla="*/ 51 w 3324"/>
                                    <a:gd name="T89" fmla="*/ 2071 h 3324"/>
                                    <a:gd name="T90" fmla="*/ 0 w 3324"/>
                                    <a:gd name="T91" fmla="*/ 1662 h 3324"/>
                                    <a:gd name="T92" fmla="*/ 51 w 3324"/>
                                    <a:gd name="T93" fmla="*/ 1252 h 3324"/>
                                    <a:gd name="T94" fmla="*/ 194 w 3324"/>
                                    <a:gd name="T95" fmla="*/ 880 h 3324"/>
                                    <a:gd name="T96" fmla="*/ 419 w 3324"/>
                                    <a:gd name="T97" fmla="*/ 558 h 3324"/>
                                    <a:gd name="T98" fmla="*/ 712 w 3324"/>
                                    <a:gd name="T99" fmla="*/ 297 h 3324"/>
                                    <a:gd name="T100" fmla="*/ 1061 w 3324"/>
                                    <a:gd name="T101" fmla="*/ 112 h 3324"/>
                                    <a:gd name="T102" fmla="*/ 1454 w 3324"/>
                                    <a:gd name="T103" fmla="*/ 12 h 33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324" h="3324">
                                      <a:moveTo>
                                        <a:pt x="1662" y="52"/>
                                      </a:moveTo>
                                      <a:lnTo>
                                        <a:pt x="1560" y="55"/>
                                      </a:lnTo>
                                      <a:lnTo>
                                        <a:pt x="1460" y="65"/>
                                      </a:lnTo>
                                      <a:lnTo>
                                        <a:pt x="1362" y="80"/>
                                      </a:lnTo>
                                      <a:lnTo>
                                        <a:pt x="1265" y="101"/>
                                      </a:lnTo>
                                      <a:lnTo>
                                        <a:pt x="1172" y="128"/>
                                      </a:lnTo>
                                      <a:lnTo>
                                        <a:pt x="1080" y="161"/>
                                      </a:lnTo>
                                      <a:lnTo>
                                        <a:pt x="991" y="199"/>
                                      </a:lnTo>
                                      <a:lnTo>
                                        <a:pt x="905" y="240"/>
                                      </a:lnTo>
                                      <a:lnTo>
                                        <a:pt x="822" y="289"/>
                                      </a:lnTo>
                                      <a:lnTo>
                                        <a:pt x="743" y="341"/>
                                      </a:lnTo>
                                      <a:lnTo>
                                        <a:pt x="666" y="398"/>
                                      </a:lnTo>
                                      <a:lnTo>
                                        <a:pt x="593" y="458"/>
                                      </a:lnTo>
                                      <a:lnTo>
                                        <a:pt x="524" y="523"/>
                                      </a:lnTo>
                                      <a:lnTo>
                                        <a:pt x="459" y="592"/>
                                      </a:lnTo>
                                      <a:lnTo>
                                        <a:pt x="397" y="666"/>
                                      </a:lnTo>
                                      <a:lnTo>
                                        <a:pt x="341" y="742"/>
                                      </a:lnTo>
                                      <a:lnTo>
                                        <a:pt x="288" y="822"/>
                                      </a:lnTo>
                                      <a:lnTo>
                                        <a:pt x="241" y="906"/>
                                      </a:lnTo>
                                      <a:lnTo>
                                        <a:pt x="198" y="991"/>
                                      </a:lnTo>
                                      <a:lnTo>
                                        <a:pt x="161" y="1080"/>
                                      </a:lnTo>
                                      <a:lnTo>
                                        <a:pt x="128" y="1172"/>
                                      </a:lnTo>
                                      <a:lnTo>
                                        <a:pt x="102" y="1266"/>
                                      </a:lnTo>
                                      <a:lnTo>
                                        <a:pt x="80" y="1362"/>
                                      </a:lnTo>
                                      <a:lnTo>
                                        <a:pt x="65" y="1460"/>
                                      </a:lnTo>
                                      <a:lnTo>
                                        <a:pt x="56" y="1560"/>
                                      </a:lnTo>
                                      <a:lnTo>
                                        <a:pt x="53" y="1662"/>
                                      </a:lnTo>
                                      <a:lnTo>
                                        <a:pt x="56" y="1764"/>
                                      </a:lnTo>
                                      <a:lnTo>
                                        <a:pt x="65" y="1864"/>
                                      </a:lnTo>
                                      <a:lnTo>
                                        <a:pt x="80" y="1962"/>
                                      </a:lnTo>
                                      <a:lnTo>
                                        <a:pt x="102" y="2059"/>
                                      </a:lnTo>
                                      <a:lnTo>
                                        <a:pt x="128" y="2152"/>
                                      </a:lnTo>
                                      <a:lnTo>
                                        <a:pt x="161" y="2244"/>
                                      </a:lnTo>
                                      <a:lnTo>
                                        <a:pt x="198" y="2333"/>
                                      </a:lnTo>
                                      <a:lnTo>
                                        <a:pt x="241" y="2419"/>
                                      </a:lnTo>
                                      <a:lnTo>
                                        <a:pt x="288" y="2502"/>
                                      </a:lnTo>
                                      <a:lnTo>
                                        <a:pt x="341" y="2581"/>
                                      </a:lnTo>
                                      <a:lnTo>
                                        <a:pt x="397" y="2658"/>
                                      </a:lnTo>
                                      <a:lnTo>
                                        <a:pt x="459" y="2731"/>
                                      </a:lnTo>
                                      <a:lnTo>
                                        <a:pt x="524" y="2800"/>
                                      </a:lnTo>
                                      <a:lnTo>
                                        <a:pt x="593" y="2865"/>
                                      </a:lnTo>
                                      <a:lnTo>
                                        <a:pt x="666" y="2927"/>
                                      </a:lnTo>
                                      <a:lnTo>
                                        <a:pt x="743" y="2983"/>
                                      </a:lnTo>
                                      <a:lnTo>
                                        <a:pt x="822" y="3036"/>
                                      </a:lnTo>
                                      <a:lnTo>
                                        <a:pt x="905" y="3083"/>
                                      </a:lnTo>
                                      <a:lnTo>
                                        <a:pt x="991" y="3126"/>
                                      </a:lnTo>
                                      <a:lnTo>
                                        <a:pt x="1080" y="3163"/>
                                      </a:lnTo>
                                      <a:lnTo>
                                        <a:pt x="1172" y="3196"/>
                                      </a:lnTo>
                                      <a:lnTo>
                                        <a:pt x="1265" y="3222"/>
                                      </a:lnTo>
                                      <a:lnTo>
                                        <a:pt x="1362" y="3244"/>
                                      </a:lnTo>
                                      <a:lnTo>
                                        <a:pt x="1460" y="3259"/>
                                      </a:lnTo>
                                      <a:lnTo>
                                        <a:pt x="1560" y="3268"/>
                                      </a:lnTo>
                                      <a:lnTo>
                                        <a:pt x="1662" y="3271"/>
                                      </a:lnTo>
                                      <a:lnTo>
                                        <a:pt x="1764" y="3268"/>
                                      </a:lnTo>
                                      <a:lnTo>
                                        <a:pt x="1864" y="3259"/>
                                      </a:lnTo>
                                      <a:lnTo>
                                        <a:pt x="1962" y="3244"/>
                                      </a:lnTo>
                                      <a:lnTo>
                                        <a:pt x="2058" y="3222"/>
                                      </a:lnTo>
                                      <a:lnTo>
                                        <a:pt x="2152" y="3196"/>
                                      </a:lnTo>
                                      <a:lnTo>
                                        <a:pt x="2244" y="3163"/>
                                      </a:lnTo>
                                      <a:lnTo>
                                        <a:pt x="2333" y="3126"/>
                                      </a:lnTo>
                                      <a:lnTo>
                                        <a:pt x="2418" y="3083"/>
                                      </a:lnTo>
                                      <a:lnTo>
                                        <a:pt x="2502" y="3036"/>
                                      </a:lnTo>
                                      <a:lnTo>
                                        <a:pt x="2582" y="2983"/>
                                      </a:lnTo>
                                      <a:lnTo>
                                        <a:pt x="2658" y="2927"/>
                                      </a:lnTo>
                                      <a:lnTo>
                                        <a:pt x="2732" y="2865"/>
                                      </a:lnTo>
                                      <a:lnTo>
                                        <a:pt x="2801" y="2800"/>
                                      </a:lnTo>
                                      <a:lnTo>
                                        <a:pt x="2866" y="2731"/>
                                      </a:lnTo>
                                      <a:lnTo>
                                        <a:pt x="2926" y="2658"/>
                                      </a:lnTo>
                                      <a:lnTo>
                                        <a:pt x="2983" y="2581"/>
                                      </a:lnTo>
                                      <a:lnTo>
                                        <a:pt x="3035" y="2502"/>
                                      </a:lnTo>
                                      <a:lnTo>
                                        <a:pt x="3084" y="2419"/>
                                      </a:lnTo>
                                      <a:lnTo>
                                        <a:pt x="3125" y="2333"/>
                                      </a:lnTo>
                                      <a:lnTo>
                                        <a:pt x="3163" y="2244"/>
                                      </a:lnTo>
                                      <a:lnTo>
                                        <a:pt x="3196" y="2152"/>
                                      </a:lnTo>
                                      <a:lnTo>
                                        <a:pt x="3223" y="2059"/>
                                      </a:lnTo>
                                      <a:lnTo>
                                        <a:pt x="3244" y="1962"/>
                                      </a:lnTo>
                                      <a:lnTo>
                                        <a:pt x="3259" y="1864"/>
                                      </a:lnTo>
                                      <a:lnTo>
                                        <a:pt x="3269" y="1764"/>
                                      </a:lnTo>
                                      <a:lnTo>
                                        <a:pt x="3272" y="1662"/>
                                      </a:lnTo>
                                      <a:lnTo>
                                        <a:pt x="3269" y="1560"/>
                                      </a:lnTo>
                                      <a:lnTo>
                                        <a:pt x="3259" y="1460"/>
                                      </a:lnTo>
                                      <a:lnTo>
                                        <a:pt x="3244" y="1362"/>
                                      </a:lnTo>
                                      <a:lnTo>
                                        <a:pt x="3223" y="1266"/>
                                      </a:lnTo>
                                      <a:lnTo>
                                        <a:pt x="3196" y="1172"/>
                                      </a:lnTo>
                                      <a:lnTo>
                                        <a:pt x="3163" y="1080"/>
                                      </a:lnTo>
                                      <a:lnTo>
                                        <a:pt x="3125" y="991"/>
                                      </a:lnTo>
                                      <a:lnTo>
                                        <a:pt x="3084" y="906"/>
                                      </a:lnTo>
                                      <a:lnTo>
                                        <a:pt x="3035" y="822"/>
                                      </a:lnTo>
                                      <a:lnTo>
                                        <a:pt x="2983" y="742"/>
                                      </a:lnTo>
                                      <a:lnTo>
                                        <a:pt x="2926" y="666"/>
                                      </a:lnTo>
                                      <a:lnTo>
                                        <a:pt x="2866" y="592"/>
                                      </a:lnTo>
                                      <a:lnTo>
                                        <a:pt x="2801" y="523"/>
                                      </a:lnTo>
                                      <a:lnTo>
                                        <a:pt x="2732" y="458"/>
                                      </a:lnTo>
                                      <a:lnTo>
                                        <a:pt x="2658" y="398"/>
                                      </a:lnTo>
                                      <a:lnTo>
                                        <a:pt x="2582" y="341"/>
                                      </a:lnTo>
                                      <a:lnTo>
                                        <a:pt x="2502" y="289"/>
                                      </a:lnTo>
                                      <a:lnTo>
                                        <a:pt x="2418" y="240"/>
                                      </a:lnTo>
                                      <a:lnTo>
                                        <a:pt x="2333" y="199"/>
                                      </a:lnTo>
                                      <a:lnTo>
                                        <a:pt x="2244" y="161"/>
                                      </a:lnTo>
                                      <a:lnTo>
                                        <a:pt x="2152" y="128"/>
                                      </a:lnTo>
                                      <a:lnTo>
                                        <a:pt x="2058" y="101"/>
                                      </a:lnTo>
                                      <a:lnTo>
                                        <a:pt x="1962" y="80"/>
                                      </a:lnTo>
                                      <a:lnTo>
                                        <a:pt x="1864" y="65"/>
                                      </a:lnTo>
                                      <a:lnTo>
                                        <a:pt x="1764" y="55"/>
                                      </a:lnTo>
                                      <a:lnTo>
                                        <a:pt x="1662" y="52"/>
                                      </a:lnTo>
                                      <a:close/>
                                      <a:moveTo>
                                        <a:pt x="1662" y="0"/>
                                      </a:moveTo>
                                      <a:lnTo>
                                        <a:pt x="1767" y="3"/>
                                      </a:lnTo>
                                      <a:lnTo>
                                        <a:pt x="1871" y="12"/>
                                      </a:lnTo>
                                      <a:lnTo>
                                        <a:pt x="1972" y="29"/>
                                      </a:lnTo>
                                      <a:lnTo>
                                        <a:pt x="2072" y="51"/>
                                      </a:lnTo>
                                      <a:lnTo>
                                        <a:pt x="2168" y="78"/>
                                      </a:lnTo>
                                      <a:lnTo>
                                        <a:pt x="2262" y="112"/>
                                      </a:lnTo>
                                      <a:lnTo>
                                        <a:pt x="2355" y="150"/>
                                      </a:lnTo>
                                      <a:lnTo>
                                        <a:pt x="2444" y="194"/>
                                      </a:lnTo>
                                      <a:lnTo>
                                        <a:pt x="2529" y="244"/>
                                      </a:lnTo>
                                      <a:lnTo>
                                        <a:pt x="2612" y="297"/>
                                      </a:lnTo>
                                      <a:lnTo>
                                        <a:pt x="2691" y="356"/>
                                      </a:lnTo>
                                      <a:lnTo>
                                        <a:pt x="2766" y="420"/>
                                      </a:lnTo>
                                      <a:lnTo>
                                        <a:pt x="2837" y="487"/>
                                      </a:lnTo>
                                      <a:lnTo>
                                        <a:pt x="2904" y="558"/>
                                      </a:lnTo>
                                      <a:lnTo>
                                        <a:pt x="2968" y="633"/>
                                      </a:lnTo>
                                      <a:lnTo>
                                        <a:pt x="3027" y="713"/>
                                      </a:lnTo>
                                      <a:lnTo>
                                        <a:pt x="3080" y="795"/>
                                      </a:lnTo>
                                      <a:lnTo>
                                        <a:pt x="3130" y="880"/>
                                      </a:lnTo>
                                      <a:lnTo>
                                        <a:pt x="3174" y="969"/>
                                      </a:lnTo>
                                      <a:lnTo>
                                        <a:pt x="3212" y="1062"/>
                                      </a:lnTo>
                                      <a:lnTo>
                                        <a:pt x="3246" y="1156"/>
                                      </a:lnTo>
                                      <a:lnTo>
                                        <a:pt x="3273" y="1252"/>
                                      </a:lnTo>
                                      <a:lnTo>
                                        <a:pt x="3295" y="1352"/>
                                      </a:lnTo>
                                      <a:lnTo>
                                        <a:pt x="3312" y="1453"/>
                                      </a:lnTo>
                                      <a:lnTo>
                                        <a:pt x="3321" y="1557"/>
                                      </a:lnTo>
                                      <a:lnTo>
                                        <a:pt x="3324" y="1662"/>
                                      </a:lnTo>
                                      <a:lnTo>
                                        <a:pt x="3321" y="1767"/>
                                      </a:lnTo>
                                      <a:lnTo>
                                        <a:pt x="3312" y="1870"/>
                                      </a:lnTo>
                                      <a:lnTo>
                                        <a:pt x="3295" y="1972"/>
                                      </a:lnTo>
                                      <a:lnTo>
                                        <a:pt x="3273" y="2071"/>
                                      </a:lnTo>
                                      <a:lnTo>
                                        <a:pt x="3246" y="2169"/>
                                      </a:lnTo>
                                      <a:lnTo>
                                        <a:pt x="3212" y="2263"/>
                                      </a:lnTo>
                                      <a:lnTo>
                                        <a:pt x="3174" y="2355"/>
                                      </a:lnTo>
                                      <a:lnTo>
                                        <a:pt x="3130" y="2443"/>
                                      </a:lnTo>
                                      <a:lnTo>
                                        <a:pt x="3080" y="2529"/>
                                      </a:lnTo>
                                      <a:lnTo>
                                        <a:pt x="3027" y="2612"/>
                                      </a:lnTo>
                                      <a:lnTo>
                                        <a:pt x="2968" y="2691"/>
                                      </a:lnTo>
                                      <a:lnTo>
                                        <a:pt x="2904" y="2765"/>
                                      </a:lnTo>
                                      <a:lnTo>
                                        <a:pt x="2837" y="2838"/>
                                      </a:lnTo>
                                      <a:lnTo>
                                        <a:pt x="2766" y="2905"/>
                                      </a:lnTo>
                                      <a:lnTo>
                                        <a:pt x="2691" y="2968"/>
                                      </a:lnTo>
                                      <a:lnTo>
                                        <a:pt x="2612" y="3026"/>
                                      </a:lnTo>
                                      <a:lnTo>
                                        <a:pt x="2529" y="3081"/>
                                      </a:lnTo>
                                      <a:lnTo>
                                        <a:pt x="2444" y="3130"/>
                                      </a:lnTo>
                                      <a:lnTo>
                                        <a:pt x="2355" y="3174"/>
                                      </a:lnTo>
                                      <a:lnTo>
                                        <a:pt x="2262" y="3213"/>
                                      </a:lnTo>
                                      <a:lnTo>
                                        <a:pt x="2168" y="3246"/>
                                      </a:lnTo>
                                      <a:lnTo>
                                        <a:pt x="2072" y="3273"/>
                                      </a:lnTo>
                                      <a:lnTo>
                                        <a:pt x="1972" y="3295"/>
                                      </a:lnTo>
                                      <a:lnTo>
                                        <a:pt x="1871" y="3311"/>
                                      </a:lnTo>
                                      <a:lnTo>
                                        <a:pt x="1767" y="3321"/>
                                      </a:lnTo>
                                      <a:lnTo>
                                        <a:pt x="1662" y="3324"/>
                                      </a:lnTo>
                                      <a:lnTo>
                                        <a:pt x="1557" y="3321"/>
                                      </a:lnTo>
                                      <a:lnTo>
                                        <a:pt x="1454" y="3311"/>
                                      </a:lnTo>
                                      <a:lnTo>
                                        <a:pt x="1352" y="3295"/>
                                      </a:lnTo>
                                      <a:lnTo>
                                        <a:pt x="1253" y="3273"/>
                                      </a:lnTo>
                                      <a:lnTo>
                                        <a:pt x="1155" y="3246"/>
                                      </a:lnTo>
                                      <a:lnTo>
                                        <a:pt x="1061" y="3213"/>
                                      </a:lnTo>
                                      <a:lnTo>
                                        <a:pt x="969" y="3174"/>
                                      </a:lnTo>
                                      <a:lnTo>
                                        <a:pt x="881" y="3130"/>
                                      </a:lnTo>
                                      <a:lnTo>
                                        <a:pt x="795" y="3081"/>
                                      </a:lnTo>
                                      <a:lnTo>
                                        <a:pt x="712" y="3026"/>
                                      </a:lnTo>
                                      <a:lnTo>
                                        <a:pt x="633" y="2968"/>
                                      </a:lnTo>
                                      <a:lnTo>
                                        <a:pt x="559" y="2905"/>
                                      </a:lnTo>
                                      <a:lnTo>
                                        <a:pt x="486" y="2838"/>
                                      </a:lnTo>
                                      <a:lnTo>
                                        <a:pt x="419" y="2765"/>
                                      </a:lnTo>
                                      <a:lnTo>
                                        <a:pt x="356" y="2691"/>
                                      </a:lnTo>
                                      <a:lnTo>
                                        <a:pt x="298" y="2612"/>
                                      </a:lnTo>
                                      <a:lnTo>
                                        <a:pt x="243" y="2529"/>
                                      </a:lnTo>
                                      <a:lnTo>
                                        <a:pt x="194" y="2443"/>
                                      </a:lnTo>
                                      <a:lnTo>
                                        <a:pt x="150" y="2355"/>
                                      </a:lnTo>
                                      <a:lnTo>
                                        <a:pt x="111" y="2263"/>
                                      </a:lnTo>
                                      <a:lnTo>
                                        <a:pt x="78" y="2169"/>
                                      </a:lnTo>
                                      <a:lnTo>
                                        <a:pt x="51" y="2071"/>
                                      </a:lnTo>
                                      <a:lnTo>
                                        <a:pt x="29" y="1972"/>
                                      </a:lnTo>
                                      <a:lnTo>
                                        <a:pt x="13" y="1870"/>
                                      </a:lnTo>
                                      <a:lnTo>
                                        <a:pt x="3" y="1767"/>
                                      </a:lnTo>
                                      <a:lnTo>
                                        <a:pt x="0" y="1662"/>
                                      </a:lnTo>
                                      <a:lnTo>
                                        <a:pt x="3" y="1557"/>
                                      </a:lnTo>
                                      <a:lnTo>
                                        <a:pt x="13" y="1453"/>
                                      </a:lnTo>
                                      <a:lnTo>
                                        <a:pt x="29" y="1352"/>
                                      </a:lnTo>
                                      <a:lnTo>
                                        <a:pt x="51" y="1252"/>
                                      </a:lnTo>
                                      <a:lnTo>
                                        <a:pt x="78" y="1156"/>
                                      </a:lnTo>
                                      <a:lnTo>
                                        <a:pt x="111" y="1062"/>
                                      </a:lnTo>
                                      <a:lnTo>
                                        <a:pt x="150" y="969"/>
                                      </a:lnTo>
                                      <a:lnTo>
                                        <a:pt x="194" y="880"/>
                                      </a:lnTo>
                                      <a:lnTo>
                                        <a:pt x="243" y="795"/>
                                      </a:lnTo>
                                      <a:lnTo>
                                        <a:pt x="298" y="713"/>
                                      </a:lnTo>
                                      <a:lnTo>
                                        <a:pt x="356" y="633"/>
                                      </a:lnTo>
                                      <a:lnTo>
                                        <a:pt x="419" y="558"/>
                                      </a:lnTo>
                                      <a:lnTo>
                                        <a:pt x="486" y="487"/>
                                      </a:lnTo>
                                      <a:lnTo>
                                        <a:pt x="559" y="420"/>
                                      </a:lnTo>
                                      <a:lnTo>
                                        <a:pt x="633" y="356"/>
                                      </a:lnTo>
                                      <a:lnTo>
                                        <a:pt x="712" y="297"/>
                                      </a:lnTo>
                                      <a:lnTo>
                                        <a:pt x="795" y="244"/>
                                      </a:lnTo>
                                      <a:lnTo>
                                        <a:pt x="881" y="194"/>
                                      </a:lnTo>
                                      <a:lnTo>
                                        <a:pt x="969" y="150"/>
                                      </a:lnTo>
                                      <a:lnTo>
                                        <a:pt x="1061" y="112"/>
                                      </a:lnTo>
                                      <a:lnTo>
                                        <a:pt x="1155" y="78"/>
                                      </a:lnTo>
                                      <a:lnTo>
                                        <a:pt x="1253" y="51"/>
                                      </a:lnTo>
                                      <a:lnTo>
                                        <a:pt x="1352" y="29"/>
                                      </a:lnTo>
                                      <a:lnTo>
                                        <a:pt x="1454" y="12"/>
                                      </a:lnTo>
                                      <a:lnTo>
                                        <a:pt x="1557" y="3"/>
                                      </a:lnTo>
                                      <a:lnTo>
                                        <a:pt x="16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9" name="Freeform 79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" y="50"/>
                                  <a:ext cx="109" cy="98"/>
                                </a:xfrm>
                                <a:custGeom>
                                  <a:avLst/>
                                  <a:gdLst>
                                    <a:gd name="T0" fmla="*/ 384 w 1752"/>
                                    <a:gd name="T1" fmla="*/ 544 h 1560"/>
                                    <a:gd name="T2" fmla="*/ 1243 w 1752"/>
                                    <a:gd name="T3" fmla="*/ 523 h 1560"/>
                                    <a:gd name="T4" fmla="*/ 1128 w 1752"/>
                                    <a:gd name="T5" fmla="*/ 556 h 1560"/>
                                    <a:gd name="T6" fmla="*/ 1044 w 1752"/>
                                    <a:gd name="T7" fmla="*/ 620 h 1560"/>
                                    <a:gd name="T8" fmla="*/ 972 w 1752"/>
                                    <a:gd name="T9" fmla="*/ 686 h 1560"/>
                                    <a:gd name="T10" fmla="*/ 643 w 1752"/>
                                    <a:gd name="T11" fmla="*/ 1510 h 1560"/>
                                    <a:gd name="T12" fmla="*/ 954 w 1752"/>
                                    <a:gd name="T13" fmla="*/ 933 h 1560"/>
                                    <a:gd name="T14" fmla="*/ 966 w 1752"/>
                                    <a:gd name="T15" fmla="*/ 872 h 1560"/>
                                    <a:gd name="T16" fmla="*/ 1038 w 1752"/>
                                    <a:gd name="T17" fmla="*/ 779 h 1560"/>
                                    <a:gd name="T18" fmla="*/ 1122 w 1752"/>
                                    <a:gd name="T19" fmla="*/ 739 h 1560"/>
                                    <a:gd name="T20" fmla="*/ 1245 w 1752"/>
                                    <a:gd name="T21" fmla="*/ 744 h 1560"/>
                                    <a:gd name="T22" fmla="*/ 1340 w 1752"/>
                                    <a:gd name="T23" fmla="*/ 807 h 1560"/>
                                    <a:gd name="T24" fmla="*/ 1384 w 1752"/>
                                    <a:gd name="T25" fmla="*/ 920 h 1560"/>
                                    <a:gd name="T26" fmla="*/ 1697 w 1752"/>
                                    <a:gd name="T27" fmla="*/ 1510 h 1560"/>
                                    <a:gd name="T28" fmla="*/ 1681 w 1752"/>
                                    <a:gd name="T29" fmla="*/ 798 h 1560"/>
                                    <a:gd name="T30" fmla="*/ 1610 w 1752"/>
                                    <a:gd name="T31" fmla="*/ 650 h 1560"/>
                                    <a:gd name="T32" fmla="*/ 1496 w 1752"/>
                                    <a:gd name="T33" fmla="*/ 558 h 1560"/>
                                    <a:gd name="T34" fmla="*/ 1307 w 1752"/>
                                    <a:gd name="T35" fmla="*/ 522 h 1560"/>
                                    <a:gd name="T36" fmla="*/ 432 w 1752"/>
                                    <a:gd name="T37" fmla="*/ 497 h 1560"/>
                                    <a:gd name="T38" fmla="*/ 438 w 1752"/>
                                    <a:gd name="T39" fmla="*/ 1543 h 1560"/>
                                    <a:gd name="T40" fmla="*/ 50 w 1752"/>
                                    <a:gd name="T41" fmla="*/ 1560 h 1560"/>
                                    <a:gd name="T42" fmla="*/ 22 w 1752"/>
                                    <a:gd name="T43" fmla="*/ 1532 h 1560"/>
                                    <a:gd name="T44" fmla="*/ 41 w 1752"/>
                                    <a:gd name="T45" fmla="*/ 490 h 1560"/>
                                    <a:gd name="T46" fmla="*/ 1426 w 1752"/>
                                    <a:gd name="T47" fmla="*/ 480 h 1560"/>
                                    <a:gd name="T48" fmla="*/ 1593 w 1752"/>
                                    <a:gd name="T49" fmla="*/ 557 h 1560"/>
                                    <a:gd name="T50" fmla="*/ 1701 w 1752"/>
                                    <a:gd name="T51" fmla="*/ 694 h 1560"/>
                                    <a:gd name="T52" fmla="*/ 1750 w 1752"/>
                                    <a:gd name="T53" fmla="*/ 890 h 1560"/>
                                    <a:gd name="T54" fmla="*/ 1742 w 1752"/>
                                    <a:gd name="T55" fmla="*/ 1552 h 1560"/>
                                    <a:gd name="T56" fmla="*/ 1351 w 1752"/>
                                    <a:gd name="T57" fmla="*/ 1557 h 1560"/>
                                    <a:gd name="T58" fmla="*/ 1335 w 1752"/>
                                    <a:gd name="T59" fmla="*/ 989 h 1560"/>
                                    <a:gd name="T60" fmla="*/ 1311 w 1752"/>
                                    <a:gd name="T61" fmla="*/ 860 h 1560"/>
                                    <a:gd name="T62" fmla="*/ 1250 w 1752"/>
                                    <a:gd name="T63" fmla="*/ 797 h 1560"/>
                                    <a:gd name="T64" fmla="*/ 1144 w 1752"/>
                                    <a:gd name="T65" fmla="*/ 788 h 1560"/>
                                    <a:gd name="T66" fmla="*/ 1052 w 1752"/>
                                    <a:gd name="T67" fmla="*/ 836 h 1560"/>
                                    <a:gd name="T68" fmla="*/ 1005 w 1752"/>
                                    <a:gd name="T69" fmla="*/ 923 h 1560"/>
                                    <a:gd name="T70" fmla="*/ 988 w 1752"/>
                                    <a:gd name="T71" fmla="*/ 1557 h 1560"/>
                                    <a:gd name="T72" fmla="*/ 587 w 1752"/>
                                    <a:gd name="T73" fmla="*/ 1532 h 1560"/>
                                    <a:gd name="T74" fmla="*/ 604 w 1752"/>
                                    <a:gd name="T75" fmla="*/ 490 h 1560"/>
                                    <a:gd name="T76" fmla="*/ 998 w 1752"/>
                                    <a:gd name="T77" fmla="*/ 497 h 1560"/>
                                    <a:gd name="T78" fmla="*/ 1027 w 1752"/>
                                    <a:gd name="T79" fmla="*/ 564 h 1560"/>
                                    <a:gd name="T80" fmla="*/ 1138 w 1752"/>
                                    <a:gd name="T81" fmla="*/ 495 h 1560"/>
                                    <a:gd name="T82" fmla="*/ 1270 w 1752"/>
                                    <a:gd name="T83" fmla="*/ 467 h 1560"/>
                                    <a:gd name="T84" fmla="*/ 172 w 1752"/>
                                    <a:gd name="T85" fmla="*/ 61 h 1560"/>
                                    <a:gd name="T86" fmla="*/ 87 w 1752"/>
                                    <a:gd name="T87" fmla="*/ 111 h 1560"/>
                                    <a:gd name="T88" fmla="*/ 55 w 1752"/>
                                    <a:gd name="T89" fmla="*/ 203 h 1560"/>
                                    <a:gd name="T90" fmla="*/ 81 w 1752"/>
                                    <a:gd name="T91" fmla="*/ 289 h 1560"/>
                                    <a:gd name="T92" fmla="*/ 160 w 1752"/>
                                    <a:gd name="T93" fmla="*/ 344 h 1560"/>
                                    <a:gd name="T94" fmla="*/ 248 w 1752"/>
                                    <a:gd name="T95" fmla="*/ 349 h 1560"/>
                                    <a:gd name="T96" fmla="*/ 335 w 1752"/>
                                    <a:gd name="T97" fmla="*/ 307 h 1560"/>
                                    <a:gd name="T98" fmla="*/ 378 w 1752"/>
                                    <a:gd name="T99" fmla="*/ 228 h 1560"/>
                                    <a:gd name="T100" fmla="*/ 356 w 1752"/>
                                    <a:gd name="T101" fmla="*/ 115 h 1560"/>
                                    <a:gd name="T102" fmla="*/ 268 w 1752"/>
                                    <a:gd name="T103" fmla="*/ 57 h 1560"/>
                                    <a:gd name="T104" fmla="*/ 292 w 1752"/>
                                    <a:gd name="T105" fmla="*/ 7 h 1560"/>
                                    <a:gd name="T106" fmla="*/ 379 w 1752"/>
                                    <a:gd name="T107" fmla="*/ 61 h 1560"/>
                                    <a:gd name="T108" fmla="*/ 431 w 1752"/>
                                    <a:gd name="T109" fmla="*/ 166 h 1560"/>
                                    <a:gd name="T110" fmla="*/ 424 w 1752"/>
                                    <a:gd name="T111" fmla="*/ 266 h 1560"/>
                                    <a:gd name="T112" fmla="*/ 354 w 1752"/>
                                    <a:gd name="T113" fmla="*/ 364 h 1560"/>
                                    <a:gd name="T114" fmla="*/ 251 w 1752"/>
                                    <a:gd name="T115" fmla="*/ 404 h 1560"/>
                                    <a:gd name="T116" fmla="*/ 154 w 1752"/>
                                    <a:gd name="T117" fmla="*/ 399 h 1560"/>
                                    <a:gd name="T118" fmla="*/ 61 w 1752"/>
                                    <a:gd name="T119" fmla="*/ 346 h 1560"/>
                                    <a:gd name="T120" fmla="*/ 3 w 1752"/>
                                    <a:gd name="T121" fmla="*/ 236 h 1560"/>
                                    <a:gd name="T122" fmla="*/ 24 w 1752"/>
                                    <a:gd name="T123" fmla="*/ 106 h 1560"/>
                                    <a:gd name="T124" fmla="*/ 124 w 1752"/>
                                    <a:gd name="T125" fmla="*/ 19 h 15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52" h="1560">
                                      <a:moveTo>
                                        <a:pt x="77" y="544"/>
                                      </a:moveTo>
                                      <a:lnTo>
                                        <a:pt x="77" y="1510"/>
                                      </a:lnTo>
                                      <a:lnTo>
                                        <a:pt x="384" y="1510"/>
                                      </a:lnTo>
                                      <a:lnTo>
                                        <a:pt x="384" y="544"/>
                                      </a:lnTo>
                                      <a:lnTo>
                                        <a:pt x="77" y="544"/>
                                      </a:lnTo>
                                      <a:close/>
                                      <a:moveTo>
                                        <a:pt x="1307" y="522"/>
                                      </a:moveTo>
                                      <a:lnTo>
                                        <a:pt x="1274" y="522"/>
                                      </a:lnTo>
                                      <a:lnTo>
                                        <a:pt x="1243" y="523"/>
                                      </a:lnTo>
                                      <a:lnTo>
                                        <a:pt x="1213" y="526"/>
                                      </a:lnTo>
                                      <a:lnTo>
                                        <a:pt x="1186" y="532"/>
                                      </a:lnTo>
                                      <a:lnTo>
                                        <a:pt x="1155" y="544"/>
                                      </a:lnTo>
                                      <a:lnTo>
                                        <a:pt x="1128" y="556"/>
                                      </a:lnTo>
                                      <a:lnTo>
                                        <a:pt x="1104" y="571"/>
                                      </a:lnTo>
                                      <a:lnTo>
                                        <a:pt x="1080" y="588"/>
                                      </a:lnTo>
                                      <a:lnTo>
                                        <a:pt x="1061" y="604"/>
                                      </a:lnTo>
                                      <a:lnTo>
                                        <a:pt x="1044" y="620"/>
                                      </a:lnTo>
                                      <a:lnTo>
                                        <a:pt x="1027" y="641"/>
                                      </a:lnTo>
                                      <a:lnTo>
                                        <a:pt x="1012" y="659"/>
                                      </a:lnTo>
                                      <a:lnTo>
                                        <a:pt x="1000" y="676"/>
                                      </a:lnTo>
                                      <a:lnTo>
                                        <a:pt x="972" y="686"/>
                                      </a:lnTo>
                                      <a:lnTo>
                                        <a:pt x="950" y="659"/>
                                      </a:lnTo>
                                      <a:lnTo>
                                        <a:pt x="950" y="544"/>
                                      </a:lnTo>
                                      <a:lnTo>
                                        <a:pt x="643" y="544"/>
                                      </a:lnTo>
                                      <a:lnTo>
                                        <a:pt x="643" y="1510"/>
                                      </a:lnTo>
                                      <a:lnTo>
                                        <a:pt x="950" y="1510"/>
                                      </a:lnTo>
                                      <a:lnTo>
                                        <a:pt x="950" y="966"/>
                                      </a:lnTo>
                                      <a:lnTo>
                                        <a:pt x="952" y="950"/>
                                      </a:lnTo>
                                      <a:lnTo>
                                        <a:pt x="954" y="933"/>
                                      </a:lnTo>
                                      <a:lnTo>
                                        <a:pt x="956" y="916"/>
                                      </a:lnTo>
                                      <a:lnTo>
                                        <a:pt x="957" y="904"/>
                                      </a:lnTo>
                                      <a:lnTo>
                                        <a:pt x="961" y="889"/>
                                      </a:lnTo>
                                      <a:lnTo>
                                        <a:pt x="966" y="872"/>
                                      </a:lnTo>
                                      <a:lnTo>
                                        <a:pt x="980" y="848"/>
                                      </a:lnTo>
                                      <a:lnTo>
                                        <a:pt x="996" y="824"/>
                                      </a:lnTo>
                                      <a:lnTo>
                                        <a:pt x="1016" y="801"/>
                                      </a:lnTo>
                                      <a:lnTo>
                                        <a:pt x="1038" y="779"/>
                                      </a:lnTo>
                                      <a:lnTo>
                                        <a:pt x="1055" y="765"/>
                                      </a:lnTo>
                                      <a:lnTo>
                                        <a:pt x="1076" y="753"/>
                                      </a:lnTo>
                                      <a:lnTo>
                                        <a:pt x="1098" y="746"/>
                                      </a:lnTo>
                                      <a:lnTo>
                                        <a:pt x="1122" y="739"/>
                                      </a:lnTo>
                                      <a:lnTo>
                                        <a:pt x="1149" y="736"/>
                                      </a:lnTo>
                                      <a:lnTo>
                                        <a:pt x="1175" y="735"/>
                                      </a:lnTo>
                                      <a:lnTo>
                                        <a:pt x="1211" y="737"/>
                                      </a:lnTo>
                                      <a:lnTo>
                                        <a:pt x="1245" y="744"/>
                                      </a:lnTo>
                                      <a:lnTo>
                                        <a:pt x="1274" y="753"/>
                                      </a:lnTo>
                                      <a:lnTo>
                                        <a:pt x="1299" y="767"/>
                                      </a:lnTo>
                                      <a:lnTo>
                                        <a:pt x="1321" y="785"/>
                                      </a:lnTo>
                                      <a:lnTo>
                                        <a:pt x="1340" y="807"/>
                                      </a:lnTo>
                                      <a:lnTo>
                                        <a:pt x="1355" y="831"/>
                                      </a:lnTo>
                                      <a:lnTo>
                                        <a:pt x="1368" y="858"/>
                                      </a:lnTo>
                                      <a:lnTo>
                                        <a:pt x="1377" y="887"/>
                                      </a:lnTo>
                                      <a:lnTo>
                                        <a:pt x="1384" y="920"/>
                                      </a:lnTo>
                                      <a:lnTo>
                                        <a:pt x="1388" y="953"/>
                                      </a:lnTo>
                                      <a:lnTo>
                                        <a:pt x="1390" y="989"/>
                                      </a:lnTo>
                                      <a:lnTo>
                                        <a:pt x="1390" y="1510"/>
                                      </a:lnTo>
                                      <a:lnTo>
                                        <a:pt x="1697" y="1510"/>
                                      </a:lnTo>
                                      <a:lnTo>
                                        <a:pt x="1697" y="950"/>
                                      </a:lnTo>
                                      <a:lnTo>
                                        <a:pt x="1695" y="894"/>
                                      </a:lnTo>
                                      <a:lnTo>
                                        <a:pt x="1689" y="843"/>
                                      </a:lnTo>
                                      <a:lnTo>
                                        <a:pt x="1681" y="798"/>
                                      </a:lnTo>
                                      <a:lnTo>
                                        <a:pt x="1669" y="757"/>
                                      </a:lnTo>
                                      <a:lnTo>
                                        <a:pt x="1652" y="719"/>
                                      </a:lnTo>
                                      <a:lnTo>
                                        <a:pt x="1632" y="683"/>
                                      </a:lnTo>
                                      <a:lnTo>
                                        <a:pt x="1610" y="650"/>
                                      </a:lnTo>
                                      <a:lnTo>
                                        <a:pt x="1587" y="620"/>
                                      </a:lnTo>
                                      <a:lnTo>
                                        <a:pt x="1560" y="597"/>
                                      </a:lnTo>
                                      <a:lnTo>
                                        <a:pt x="1530" y="576"/>
                                      </a:lnTo>
                                      <a:lnTo>
                                        <a:pt x="1496" y="558"/>
                                      </a:lnTo>
                                      <a:lnTo>
                                        <a:pt x="1461" y="544"/>
                                      </a:lnTo>
                                      <a:lnTo>
                                        <a:pt x="1412" y="530"/>
                                      </a:lnTo>
                                      <a:lnTo>
                                        <a:pt x="1360" y="524"/>
                                      </a:lnTo>
                                      <a:lnTo>
                                        <a:pt x="1307" y="522"/>
                                      </a:lnTo>
                                      <a:close/>
                                      <a:moveTo>
                                        <a:pt x="50" y="488"/>
                                      </a:moveTo>
                                      <a:lnTo>
                                        <a:pt x="412" y="488"/>
                                      </a:lnTo>
                                      <a:lnTo>
                                        <a:pt x="423" y="490"/>
                                      </a:lnTo>
                                      <a:lnTo>
                                        <a:pt x="432" y="497"/>
                                      </a:lnTo>
                                      <a:lnTo>
                                        <a:pt x="438" y="505"/>
                                      </a:lnTo>
                                      <a:lnTo>
                                        <a:pt x="440" y="516"/>
                                      </a:lnTo>
                                      <a:lnTo>
                                        <a:pt x="440" y="1532"/>
                                      </a:lnTo>
                                      <a:lnTo>
                                        <a:pt x="438" y="1543"/>
                                      </a:lnTo>
                                      <a:lnTo>
                                        <a:pt x="432" y="1552"/>
                                      </a:lnTo>
                                      <a:lnTo>
                                        <a:pt x="423" y="1557"/>
                                      </a:lnTo>
                                      <a:lnTo>
                                        <a:pt x="412" y="1560"/>
                                      </a:lnTo>
                                      <a:lnTo>
                                        <a:pt x="50" y="1560"/>
                                      </a:lnTo>
                                      <a:lnTo>
                                        <a:pt x="41" y="1557"/>
                                      </a:lnTo>
                                      <a:lnTo>
                                        <a:pt x="32" y="1552"/>
                                      </a:lnTo>
                                      <a:lnTo>
                                        <a:pt x="25" y="1543"/>
                                      </a:lnTo>
                                      <a:lnTo>
                                        <a:pt x="22" y="1532"/>
                                      </a:lnTo>
                                      <a:lnTo>
                                        <a:pt x="22" y="516"/>
                                      </a:lnTo>
                                      <a:lnTo>
                                        <a:pt x="25" y="505"/>
                                      </a:lnTo>
                                      <a:lnTo>
                                        <a:pt x="32" y="497"/>
                                      </a:lnTo>
                                      <a:lnTo>
                                        <a:pt x="41" y="490"/>
                                      </a:lnTo>
                                      <a:lnTo>
                                        <a:pt x="50" y="488"/>
                                      </a:lnTo>
                                      <a:close/>
                                      <a:moveTo>
                                        <a:pt x="1307" y="466"/>
                                      </a:moveTo>
                                      <a:lnTo>
                                        <a:pt x="1368" y="470"/>
                                      </a:lnTo>
                                      <a:lnTo>
                                        <a:pt x="1426" y="480"/>
                                      </a:lnTo>
                                      <a:lnTo>
                                        <a:pt x="1483" y="494"/>
                                      </a:lnTo>
                                      <a:lnTo>
                                        <a:pt x="1523" y="512"/>
                                      </a:lnTo>
                                      <a:lnTo>
                                        <a:pt x="1558" y="532"/>
                                      </a:lnTo>
                                      <a:lnTo>
                                        <a:pt x="1593" y="557"/>
                                      </a:lnTo>
                                      <a:lnTo>
                                        <a:pt x="1625" y="588"/>
                                      </a:lnTo>
                                      <a:lnTo>
                                        <a:pt x="1653" y="619"/>
                                      </a:lnTo>
                                      <a:lnTo>
                                        <a:pt x="1679" y="656"/>
                                      </a:lnTo>
                                      <a:lnTo>
                                        <a:pt x="1701" y="694"/>
                                      </a:lnTo>
                                      <a:lnTo>
                                        <a:pt x="1719" y="735"/>
                                      </a:lnTo>
                                      <a:lnTo>
                                        <a:pt x="1733" y="783"/>
                                      </a:lnTo>
                                      <a:lnTo>
                                        <a:pt x="1743" y="835"/>
                                      </a:lnTo>
                                      <a:lnTo>
                                        <a:pt x="1750" y="890"/>
                                      </a:lnTo>
                                      <a:lnTo>
                                        <a:pt x="1752" y="950"/>
                                      </a:lnTo>
                                      <a:lnTo>
                                        <a:pt x="1752" y="1532"/>
                                      </a:lnTo>
                                      <a:lnTo>
                                        <a:pt x="1749" y="1543"/>
                                      </a:lnTo>
                                      <a:lnTo>
                                        <a:pt x="1742" y="1552"/>
                                      </a:lnTo>
                                      <a:lnTo>
                                        <a:pt x="1733" y="1557"/>
                                      </a:lnTo>
                                      <a:lnTo>
                                        <a:pt x="1725" y="1560"/>
                                      </a:lnTo>
                                      <a:lnTo>
                                        <a:pt x="1362" y="1560"/>
                                      </a:lnTo>
                                      <a:lnTo>
                                        <a:pt x="1351" y="1557"/>
                                      </a:lnTo>
                                      <a:lnTo>
                                        <a:pt x="1342" y="1552"/>
                                      </a:lnTo>
                                      <a:lnTo>
                                        <a:pt x="1336" y="1543"/>
                                      </a:lnTo>
                                      <a:lnTo>
                                        <a:pt x="1335" y="1532"/>
                                      </a:lnTo>
                                      <a:lnTo>
                                        <a:pt x="1335" y="989"/>
                                      </a:lnTo>
                                      <a:lnTo>
                                        <a:pt x="1333" y="953"/>
                                      </a:lnTo>
                                      <a:lnTo>
                                        <a:pt x="1329" y="919"/>
                                      </a:lnTo>
                                      <a:lnTo>
                                        <a:pt x="1321" y="888"/>
                                      </a:lnTo>
                                      <a:lnTo>
                                        <a:pt x="1311" y="860"/>
                                      </a:lnTo>
                                      <a:lnTo>
                                        <a:pt x="1296" y="835"/>
                                      </a:lnTo>
                                      <a:lnTo>
                                        <a:pt x="1284" y="819"/>
                                      </a:lnTo>
                                      <a:lnTo>
                                        <a:pt x="1268" y="808"/>
                                      </a:lnTo>
                                      <a:lnTo>
                                        <a:pt x="1250" y="797"/>
                                      </a:lnTo>
                                      <a:lnTo>
                                        <a:pt x="1228" y="791"/>
                                      </a:lnTo>
                                      <a:lnTo>
                                        <a:pt x="1204" y="787"/>
                                      </a:lnTo>
                                      <a:lnTo>
                                        <a:pt x="1175" y="786"/>
                                      </a:lnTo>
                                      <a:lnTo>
                                        <a:pt x="1144" y="788"/>
                                      </a:lnTo>
                                      <a:lnTo>
                                        <a:pt x="1117" y="793"/>
                                      </a:lnTo>
                                      <a:lnTo>
                                        <a:pt x="1093" y="803"/>
                                      </a:lnTo>
                                      <a:lnTo>
                                        <a:pt x="1071" y="818"/>
                                      </a:lnTo>
                                      <a:lnTo>
                                        <a:pt x="1052" y="836"/>
                                      </a:lnTo>
                                      <a:lnTo>
                                        <a:pt x="1038" y="855"/>
                                      </a:lnTo>
                                      <a:lnTo>
                                        <a:pt x="1025" y="875"/>
                                      </a:lnTo>
                                      <a:lnTo>
                                        <a:pt x="1016" y="894"/>
                                      </a:lnTo>
                                      <a:lnTo>
                                        <a:pt x="1005" y="923"/>
                                      </a:lnTo>
                                      <a:lnTo>
                                        <a:pt x="1005" y="1532"/>
                                      </a:lnTo>
                                      <a:lnTo>
                                        <a:pt x="1003" y="1543"/>
                                      </a:lnTo>
                                      <a:lnTo>
                                        <a:pt x="998" y="1552"/>
                                      </a:lnTo>
                                      <a:lnTo>
                                        <a:pt x="988" y="1557"/>
                                      </a:lnTo>
                                      <a:lnTo>
                                        <a:pt x="978" y="1560"/>
                                      </a:lnTo>
                                      <a:lnTo>
                                        <a:pt x="616" y="1560"/>
                                      </a:lnTo>
                                      <a:lnTo>
                                        <a:pt x="594" y="1553"/>
                                      </a:lnTo>
                                      <a:lnTo>
                                        <a:pt x="587" y="1532"/>
                                      </a:lnTo>
                                      <a:lnTo>
                                        <a:pt x="587" y="516"/>
                                      </a:lnTo>
                                      <a:lnTo>
                                        <a:pt x="589" y="505"/>
                                      </a:lnTo>
                                      <a:lnTo>
                                        <a:pt x="596" y="497"/>
                                      </a:lnTo>
                                      <a:lnTo>
                                        <a:pt x="604" y="490"/>
                                      </a:lnTo>
                                      <a:lnTo>
                                        <a:pt x="616" y="488"/>
                                      </a:lnTo>
                                      <a:lnTo>
                                        <a:pt x="978" y="488"/>
                                      </a:lnTo>
                                      <a:lnTo>
                                        <a:pt x="988" y="490"/>
                                      </a:lnTo>
                                      <a:lnTo>
                                        <a:pt x="998" y="497"/>
                                      </a:lnTo>
                                      <a:lnTo>
                                        <a:pt x="1003" y="505"/>
                                      </a:lnTo>
                                      <a:lnTo>
                                        <a:pt x="1005" y="516"/>
                                      </a:lnTo>
                                      <a:lnTo>
                                        <a:pt x="1005" y="582"/>
                                      </a:lnTo>
                                      <a:lnTo>
                                        <a:pt x="1027" y="564"/>
                                      </a:lnTo>
                                      <a:lnTo>
                                        <a:pt x="1049" y="545"/>
                                      </a:lnTo>
                                      <a:lnTo>
                                        <a:pt x="1071" y="527"/>
                                      </a:lnTo>
                                      <a:lnTo>
                                        <a:pt x="1104" y="511"/>
                                      </a:lnTo>
                                      <a:lnTo>
                                        <a:pt x="1138" y="495"/>
                                      </a:lnTo>
                                      <a:lnTo>
                                        <a:pt x="1175" y="483"/>
                                      </a:lnTo>
                                      <a:lnTo>
                                        <a:pt x="1203" y="476"/>
                                      </a:lnTo>
                                      <a:lnTo>
                                        <a:pt x="1235" y="470"/>
                                      </a:lnTo>
                                      <a:lnTo>
                                        <a:pt x="1270" y="467"/>
                                      </a:lnTo>
                                      <a:lnTo>
                                        <a:pt x="1307" y="466"/>
                                      </a:lnTo>
                                      <a:close/>
                                      <a:moveTo>
                                        <a:pt x="236" y="55"/>
                                      </a:moveTo>
                                      <a:lnTo>
                                        <a:pt x="202" y="57"/>
                                      </a:lnTo>
                                      <a:lnTo>
                                        <a:pt x="172" y="61"/>
                                      </a:lnTo>
                                      <a:lnTo>
                                        <a:pt x="145" y="68"/>
                                      </a:lnTo>
                                      <a:lnTo>
                                        <a:pt x="123" y="79"/>
                                      </a:lnTo>
                                      <a:lnTo>
                                        <a:pt x="105" y="93"/>
                                      </a:lnTo>
                                      <a:lnTo>
                                        <a:pt x="87" y="111"/>
                                      </a:lnTo>
                                      <a:lnTo>
                                        <a:pt x="73" y="131"/>
                                      </a:lnTo>
                                      <a:lnTo>
                                        <a:pt x="63" y="153"/>
                                      </a:lnTo>
                                      <a:lnTo>
                                        <a:pt x="57" y="177"/>
                                      </a:lnTo>
                                      <a:lnTo>
                                        <a:pt x="55" y="203"/>
                                      </a:lnTo>
                                      <a:lnTo>
                                        <a:pt x="56" y="226"/>
                                      </a:lnTo>
                                      <a:lnTo>
                                        <a:pt x="62" y="248"/>
                                      </a:lnTo>
                                      <a:lnTo>
                                        <a:pt x="69" y="270"/>
                                      </a:lnTo>
                                      <a:lnTo>
                                        <a:pt x="81" y="289"/>
                                      </a:lnTo>
                                      <a:lnTo>
                                        <a:pt x="99" y="307"/>
                                      </a:lnTo>
                                      <a:lnTo>
                                        <a:pt x="117" y="323"/>
                                      </a:lnTo>
                                      <a:lnTo>
                                        <a:pt x="137" y="334"/>
                                      </a:lnTo>
                                      <a:lnTo>
                                        <a:pt x="160" y="344"/>
                                      </a:lnTo>
                                      <a:lnTo>
                                        <a:pt x="186" y="349"/>
                                      </a:lnTo>
                                      <a:lnTo>
                                        <a:pt x="214" y="351"/>
                                      </a:lnTo>
                                      <a:lnTo>
                                        <a:pt x="220" y="351"/>
                                      </a:lnTo>
                                      <a:lnTo>
                                        <a:pt x="248" y="349"/>
                                      </a:lnTo>
                                      <a:lnTo>
                                        <a:pt x="274" y="344"/>
                                      </a:lnTo>
                                      <a:lnTo>
                                        <a:pt x="297" y="334"/>
                                      </a:lnTo>
                                      <a:lnTo>
                                        <a:pt x="317" y="323"/>
                                      </a:lnTo>
                                      <a:lnTo>
                                        <a:pt x="335" y="307"/>
                                      </a:lnTo>
                                      <a:lnTo>
                                        <a:pt x="353" y="290"/>
                                      </a:lnTo>
                                      <a:lnTo>
                                        <a:pt x="365" y="271"/>
                                      </a:lnTo>
                                      <a:lnTo>
                                        <a:pt x="374" y="250"/>
                                      </a:lnTo>
                                      <a:lnTo>
                                        <a:pt x="378" y="228"/>
                                      </a:lnTo>
                                      <a:lnTo>
                                        <a:pt x="379" y="203"/>
                                      </a:lnTo>
                                      <a:lnTo>
                                        <a:pt x="376" y="171"/>
                                      </a:lnTo>
                                      <a:lnTo>
                                        <a:pt x="368" y="142"/>
                                      </a:lnTo>
                                      <a:lnTo>
                                        <a:pt x="356" y="115"/>
                                      </a:lnTo>
                                      <a:lnTo>
                                        <a:pt x="341" y="93"/>
                                      </a:lnTo>
                                      <a:lnTo>
                                        <a:pt x="319" y="76"/>
                                      </a:lnTo>
                                      <a:lnTo>
                                        <a:pt x="295" y="64"/>
                                      </a:lnTo>
                                      <a:lnTo>
                                        <a:pt x="268" y="57"/>
                                      </a:lnTo>
                                      <a:lnTo>
                                        <a:pt x="236" y="55"/>
                                      </a:lnTo>
                                      <a:close/>
                                      <a:moveTo>
                                        <a:pt x="236" y="0"/>
                                      </a:moveTo>
                                      <a:lnTo>
                                        <a:pt x="265" y="2"/>
                                      </a:lnTo>
                                      <a:lnTo>
                                        <a:pt x="292" y="7"/>
                                      </a:lnTo>
                                      <a:lnTo>
                                        <a:pt x="316" y="16"/>
                                      </a:lnTo>
                                      <a:lnTo>
                                        <a:pt x="338" y="27"/>
                                      </a:lnTo>
                                      <a:lnTo>
                                        <a:pt x="359" y="42"/>
                                      </a:lnTo>
                                      <a:lnTo>
                                        <a:pt x="379" y="61"/>
                                      </a:lnTo>
                                      <a:lnTo>
                                        <a:pt x="398" y="84"/>
                                      </a:lnTo>
                                      <a:lnTo>
                                        <a:pt x="412" y="109"/>
                                      </a:lnTo>
                                      <a:lnTo>
                                        <a:pt x="424" y="136"/>
                                      </a:lnTo>
                                      <a:lnTo>
                                        <a:pt x="431" y="166"/>
                                      </a:lnTo>
                                      <a:lnTo>
                                        <a:pt x="434" y="198"/>
                                      </a:lnTo>
                                      <a:lnTo>
                                        <a:pt x="434" y="203"/>
                                      </a:lnTo>
                                      <a:lnTo>
                                        <a:pt x="431" y="236"/>
                                      </a:lnTo>
                                      <a:lnTo>
                                        <a:pt x="424" y="266"/>
                                      </a:lnTo>
                                      <a:lnTo>
                                        <a:pt x="411" y="294"/>
                                      </a:lnTo>
                                      <a:lnTo>
                                        <a:pt x="395" y="322"/>
                                      </a:lnTo>
                                      <a:lnTo>
                                        <a:pt x="374" y="346"/>
                                      </a:lnTo>
                                      <a:lnTo>
                                        <a:pt x="354" y="364"/>
                                      </a:lnTo>
                                      <a:lnTo>
                                        <a:pt x="332" y="378"/>
                                      </a:lnTo>
                                      <a:lnTo>
                                        <a:pt x="307" y="391"/>
                                      </a:lnTo>
                                      <a:lnTo>
                                        <a:pt x="280" y="399"/>
                                      </a:lnTo>
                                      <a:lnTo>
                                        <a:pt x="251" y="404"/>
                                      </a:lnTo>
                                      <a:lnTo>
                                        <a:pt x="220" y="406"/>
                                      </a:lnTo>
                                      <a:lnTo>
                                        <a:pt x="214" y="406"/>
                                      </a:lnTo>
                                      <a:lnTo>
                                        <a:pt x="183" y="404"/>
                                      </a:lnTo>
                                      <a:lnTo>
                                        <a:pt x="154" y="399"/>
                                      </a:lnTo>
                                      <a:lnTo>
                                        <a:pt x="128" y="391"/>
                                      </a:lnTo>
                                      <a:lnTo>
                                        <a:pt x="103" y="378"/>
                                      </a:lnTo>
                                      <a:lnTo>
                                        <a:pt x="80" y="364"/>
                                      </a:lnTo>
                                      <a:lnTo>
                                        <a:pt x="61" y="346"/>
                                      </a:lnTo>
                                      <a:lnTo>
                                        <a:pt x="40" y="322"/>
                                      </a:lnTo>
                                      <a:lnTo>
                                        <a:pt x="23" y="294"/>
                                      </a:lnTo>
                                      <a:lnTo>
                                        <a:pt x="10" y="266"/>
                                      </a:lnTo>
                                      <a:lnTo>
                                        <a:pt x="3" y="236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11" y="136"/>
                                      </a:lnTo>
                                      <a:lnTo>
                                        <a:pt x="24" y="10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66" y="55"/>
                                      </a:lnTo>
                                      <a:lnTo>
                                        <a:pt x="94" y="35"/>
                                      </a:lnTo>
                                      <a:lnTo>
                                        <a:pt x="124" y="19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96" y="2"/>
                                      </a:lnTo>
                                      <a:lnTo>
                                        <a:pt x="2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9BAD51" id="Group 31" o:spid="_x0000_s1026" alt="Title: LinkedIn icon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">
                      <v:shape id="Freeform 78" o:spid="_x0000_s1027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<o:lock v:ext="edit" verticies="t"/>
                      </v:shape>
                      <v:shape id="Freeform 79" o:spid="_x0000_s1028" style="position:absolute;left:50;top:50;width:109;height:98;visibility:visible;mso-wrap-style:square;v-text-anchor:top" coordsize="175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" path="m77,544r,966l384,1510r,-966l77,544xm1307,522r-33,l1243,523r-30,3l1186,532r-31,12l1128,556r-24,15l1080,588r-19,16l1044,620r-17,21l1012,659r-12,17l972,686,950,659r,-115l643,544r,966l950,1510r,-544l952,950r2,-17l956,916r1,-12l961,889r5,-17l980,848r16,-24l1016,801r22,-22l1055,765r21,-12l1098,746r24,-7l1149,736r26,-1l1211,737r34,7l1274,753r25,14l1321,785r19,22l1355,831r13,27l1377,887r7,33l1388,953r2,36l1390,1510r307,l1697,950r-2,-56l1689,843r-8,-45l1669,757r-17,-38l1632,683r-22,-33l1587,620r-27,-23l1530,576r-34,-18l1461,544r-49,-14l1360,524r-53,-2xm50,488r362,l423,490r9,7l438,505r2,11l440,1532r-2,11l432,1552r-9,5l412,1560r-362,l41,1557r-9,-5l25,1543r-3,-11l22,516r3,-11l32,497r9,-7l50,488xm1307,466r61,4l1426,480r57,14l1523,512r35,20l1593,557r32,31l1653,619r26,37l1701,694r18,41l1733,783r10,52l1750,890r2,60l1752,1532r-3,11l1742,1552r-9,5l1725,1560r-363,l1351,1557r-9,-5l1336,1543r-1,-11l1335,989r-2,-36l1329,919r-8,-31l1311,860r-15,-25l1284,819r-16,-11l1250,797r-22,-6l1204,787r-29,-1l1144,788r-27,5l1093,803r-22,15l1052,836r-14,19l1025,875r-9,19l1005,923r,609l1003,1543r-5,9l988,1557r-10,3l616,1560r-22,-7l587,1532r,-1016l589,505r7,-8l604,490r12,-2l978,488r10,2l998,497r5,8l1005,516r,66l1027,564r22,-19l1071,527r33,-16l1138,495r37,-12l1203,476r32,-6l1270,467r37,-1xm236,55r-34,2l172,61r-27,7l123,79,105,93,87,111,73,131,63,153r-6,24l55,203r1,23l62,248r7,22l81,289r18,18l117,323r20,11l160,344r26,5l214,351r6,l248,349r26,-5l297,334r20,-11l335,307r18,-17l365,271r9,-21l378,228r1,-25l376,171r-8,-29l356,115,341,93,319,76,295,64,268,57,236,55xm236,r29,2l292,7r24,9l338,27r21,15l379,61r19,23l412,109r12,27l431,166r3,32l434,203r-3,33l424,266r-13,28l395,322r-21,24l354,364r-22,14l307,391r-27,8l251,404r-31,2l214,406r-31,-2l154,399r-26,-8l103,378,80,364,61,346,40,322,23,294,10,266,3,236,,203,3,168r8,-32l24,106,43,80,66,55,94,35,124,19,158,8,196,2,236,xe" fillcolor="#37b6ae [3204]" strokecolor="#37b6ae [3204]" strokeweight="0">
                        <v:path arrowok="t" o:connecttype="custom" o:connectlocs="24,34;77,33;70,35;65,39;60,43;40,95;59,59;60,55;65,49;70,46;77,47;83,51;86,58;106,95;105,50;100,41;93,35;81,33;27,31;27,97;3,98;1,96;3,31;89,30;99,35;106,44;109,56;108,97;84,98;83,62;82,54;78,50;71,50;65,53;63,58;61,98;37,96;38,31;62,31;64,35;71,31;79,29;11,4;5,7;3,13;5,18;10,22;15,22;21,19;24,14;22,7;17,4;18,0;24,4;27,10;26,17;22,23;16,25;10,25;4,22;0,15;1,7;8,1" o:connectangles="0,0,0,0,0,0,0,0,0,0,0,0,0,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  <w:p w14:paraId="4D29EC4C" w14:textId="77777777" w:rsidR="00C420C8" w:rsidRPr="00C420C8" w:rsidRDefault="00DD070A" w:rsidP="00441EB9">
            <w:pPr>
              <w:pStyle w:val="Heading3"/>
            </w:pPr>
            <w:sdt>
              <w:sdtPr>
                <w:alias w:val="Enter linkedin url:"/>
                <w:tag w:val="Enter linkedin url:"/>
                <w:id w:val="-1457020033"/>
                <w:placeholder>
                  <w:docPart w:val="8C8188488FDB450DBD4AD66944CFC6FB"/>
                </w:placeholder>
                <w:temporary/>
                <w:showingPlcHdr/>
                <w15:appearance w15:val="hidden"/>
              </w:sdtPr>
              <w:sdtEndPr/>
              <w:sdtContent>
                <w:r w:rsidR="00C420C8" w:rsidRPr="00C420C8">
                  <w:t>LinkedIn URL</w:t>
                </w:r>
              </w:sdtContent>
            </w:sdt>
            <w:r w:rsidR="00980736">
              <w:t>:</w:t>
            </w:r>
          </w:p>
          <w:tbl>
            <w:tblPr>
              <w:tblW w:w="5000" w:type="pct"/>
              <w:tblBorders>
                <w:top w:val="single" w:sz="8" w:space="0" w:color="37B6AE" w:themeColor="accent1"/>
                <w:bottom w:val="single" w:sz="8" w:space="0" w:color="37B6AE" w:themeColor="accent1"/>
                <w:insideH w:val="single" w:sz="8" w:space="0" w:color="37B6AE" w:themeColor="accent1"/>
                <w:insideV w:val="single" w:sz="8" w:space="0" w:color="37B6AE" w:themeColor="accent1"/>
              </w:tblBorders>
              <w:tblLayout w:type="fixed"/>
              <w:tblCellMar>
                <w:top w:w="144" w:type="dxa"/>
                <w:left w:w="0" w:type="dxa"/>
                <w:bottom w:w="144" w:type="dxa"/>
                <w:right w:w="0" w:type="dxa"/>
              </w:tblCellMar>
              <w:tblLook w:val="04A0" w:firstRow="1" w:lastRow="0" w:firstColumn="1" w:lastColumn="0" w:noHBand="0" w:noVBand="1"/>
              <w:tblDescription w:val="Left side layout table"/>
            </w:tblPr>
            <w:tblGrid>
              <w:gridCol w:w="3023"/>
            </w:tblGrid>
            <w:tr w:rsidR="00C420C8" w:rsidRPr="005152F2" w14:paraId="02FB0725" w14:textId="77777777" w:rsidTr="00C420C8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288" w:type="dxa"/>
                    <w:bottom w:w="288" w:type="dxa"/>
                  </w:tcMar>
                </w:tcPr>
                <w:p w14:paraId="7A755998" w14:textId="0FE65879" w:rsidR="00980736" w:rsidRPr="007F214A" w:rsidRDefault="00980736" w:rsidP="007F214A">
                  <w:pPr>
                    <w:pStyle w:val="Heading3"/>
                  </w:pPr>
                  <w:r>
                    <w:t xml:space="preserve">skype ID: </w:t>
                  </w:r>
                </w:p>
              </w:tc>
            </w:tr>
            <w:tr w:rsidR="00C420C8" w:rsidRPr="005152F2" w14:paraId="2798B272" w14:textId="77777777" w:rsidTr="00C420C8">
              <w:tc>
                <w:tcPr>
                  <w:tcW w:w="3023" w:type="dxa"/>
                  <w:tcMar>
                    <w:top w:w="288" w:type="dxa"/>
                    <w:bottom w:w="288" w:type="dxa"/>
                  </w:tcMar>
                </w:tcPr>
                <w:p w14:paraId="734DD1B5" w14:textId="68194DB3" w:rsidR="00C420C8" w:rsidRDefault="001B6D84" w:rsidP="002C77B9">
                  <w:pPr>
                    <w:pStyle w:val="Heading3"/>
                  </w:pPr>
                  <w:r>
                    <w:t>Achievements</w:t>
                  </w:r>
                </w:p>
                <w:p w14:paraId="0B730099" w14:textId="77777777" w:rsidR="00C420C8" w:rsidRDefault="00C420C8" w:rsidP="00616FF4">
                  <w:pPr>
                    <w:pStyle w:val="GraphicLine"/>
                  </w:pPr>
                  <w:r>
                    <mc:AlternateContent>
                      <mc:Choice Requires="wps">
                        <w:drawing>
                          <wp:inline distT="0" distB="0" distL="0" distR="0" wp14:anchorId="5101E4E9" wp14:editId="50B7B182">
                            <wp:extent cx="221615" cy="0"/>
                            <wp:effectExtent l="0" t="0" r="26035" b="19050"/>
                            <wp:docPr id="83" name="Straight Connector 83" title="Line graphic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6B911A18" id="Straight Connector 83" o:spid="_x0000_s1026" alt="Title: Line graphic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14:paraId="55EAB117" w14:textId="2D0801E8" w:rsidR="00C420C8" w:rsidRDefault="00E33106" w:rsidP="00D11C4D">
                  <w:r>
                    <w:t xml:space="preserve">Write here what your </w:t>
                  </w:r>
                  <w:r w:rsidR="001B6D84">
                    <w:t>achievements</w:t>
                  </w:r>
                  <w:r>
                    <w:t xml:space="preserve"> are but keep them brief and concise.</w:t>
                  </w:r>
                </w:p>
              </w:tc>
            </w:tr>
            <w:tr w:rsidR="00C420C8" w:rsidRPr="005152F2" w14:paraId="028801E0" w14:textId="77777777" w:rsidTr="00C420C8">
              <w:tc>
                <w:tcPr>
                  <w:tcW w:w="3023" w:type="dxa"/>
                  <w:tcMar>
                    <w:top w:w="288" w:type="dxa"/>
                    <w:bottom w:w="288" w:type="dxa"/>
                  </w:tcMar>
                </w:tcPr>
                <w:p w14:paraId="28029941" w14:textId="77777777" w:rsidR="00C420C8" w:rsidRDefault="00DD070A" w:rsidP="0043426C">
                  <w:pPr>
                    <w:pStyle w:val="Heading3"/>
                  </w:pPr>
                  <w:sdt>
                    <w:sdtPr>
                      <w:alias w:val="Skills:"/>
                      <w:tag w:val="Skills:"/>
                      <w:id w:val="1490835561"/>
                      <w:placeholder>
                        <w:docPart w:val="FAF6D4B25EC84AE98B859DC519C698F2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>
                        <w:t>Skills</w:t>
                      </w:r>
                    </w:sdtContent>
                  </w:sdt>
                </w:p>
                <w:p w14:paraId="06BE244A" w14:textId="77777777" w:rsidR="00C420C8" w:rsidRPr="005A7E57" w:rsidRDefault="00C420C8" w:rsidP="00616FF4">
                  <w:pPr>
                    <w:pStyle w:val="GraphicLine"/>
                  </w:pPr>
                  <w:r>
                    <mc:AlternateContent>
                      <mc:Choice Requires="wps">
                        <w:drawing>
                          <wp:inline distT="0" distB="0" distL="0" distR="0" wp14:anchorId="3221B386" wp14:editId="51F0F9B7">
                            <wp:extent cx="221615" cy="0"/>
                            <wp:effectExtent l="0" t="0" r="26035" b="19050"/>
                            <wp:docPr id="84" name="Straight Connector 84" title="Line graphic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3B3B6ADC" id="Straight Connector 84" o:spid="_x0000_s1026" alt="Title: Line graphic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14:paraId="4782DDE9" w14:textId="5801DC2D" w:rsidR="00C420C8" w:rsidRPr="005152F2" w:rsidRDefault="001B6D84" w:rsidP="00463463">
                  <w:r w:rsidRPr="00EA42FD">
                    <w:rPr>
                      <w:color w:val="000000" w:themeColor="text1"/>
                    </w:rPr>
                    <w:t xml:space="preserve">Here you can list programs you are skilled in (I.e. proficient in </w:t>
                  </w:r>
                  <w:proofErr w:type="spellStart"/>
                  <w:r w:rsidRPr="00EA42FD">
                    <w:rPr>
                      <w:color w:val="000000" w:themeColor="text1"/>
                    </w:rPr>
                    <w:t>Rezlynx</w:t>
                  </w:r>
                  <w:proofErr w:type="spellEnd"/>
                  <w:r w:rsidRPr="00EA42FD">
                    <w:rPr>
                      <w:color w:val="000000" w:themeColor="text1"/>
                    </w:rPr>
                    <w:t xml:space="preserve">, Opera </w:t>
                  </w:r>
                  <w:proofErr w:type="spellStart"/>
                  <w:r w:rsidRPr="00EA42FD">
                    <w:rPr>
                      <w:color w:val="000000" w:themeColor="text1"/>
                    </w:rPr>
                    <w:t>etc</w:t>
                  </w:r>
                  <w:proofErr w:type="spellEnd"/>
                  <w:r w:rsidRPr="00EA42FD">
                    <w:rPr>
                      <w:color w:val="000000" w:themeColor="text1"/>
                    </w:rPr>
                    <w:t>) and other strong points</w:t>
                  </w:r>
                  <w:r>
                    <w:rPr>
                      <w:color w:val="000000" w:themeColor="text1"/>
                    </w:rPr>
                    <w:t>.</w:t>
                  </w:r>
                </w:p>
              </w:tc>
            </w:tr>
          </w:tbl>
          <w:p w14:paraId="36BC93C4" w14:textId="77777777" w:rsidR="00C420C8" w:rsidRPr="005152F2" w:rsidRDefault="00C420C8" w:rsidP="003856C9"/>
        </w:tc>
        <w:tc>
          <w:tcPr>
            <w:tcW w:w="6912" w:type="dxa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  <w:tblDescription w:val="Right side layout table"/>
            </w:tblPr>
            <w:tblGrid>
              <w:gridCol w:w="6913"/>
            </w:tblGrid>
            <w:tr w:rsidR="00C420C8" w14:paraId="73228C94" w14:textId="77777777" w:rsidTr="007F214A">
              <w:trPr>
                <w:trHeight w:val="4104"/>
              </w:trPr>
              <w:tc>
                <w:tcPr>
                  <w:tcW w:w="6913" w:type="dxa"/>
                  <w:tcMar>
                    <w:left w:w="720" w:type="dxa"/>
                    <w:bottom w:w="288" w:type="dxa"/>
                    <w:right w:w="0" w:type="dxa"/>
                  </w:tcMar>
                </w:tcPr>
                <w:p w14:paraId="7B7D922E" w14:textId="77777777" w:rsidR="00C420C8" w:rsidRPr="005152F2" w:rsidRDefault="00DD070A" w:rsidP="007F214A">
                  <w:pPr>
                    <w:pStyle w:val="Heading2"/>
                    <w:spacing w:after="0"/>
                  </w:pPr>
                  <w:sdt>
                    <w:sdtPr>
                      <w:alias w:val="Experience:"/>
                      <w:tag w:val="Experience:"/>
                      <w:id w:val="1217937480"/>
                      <w:placeholder>
                        <w:docPart w:val="56C4E1E5C451469BACE480E435E5094F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 w:rsidRPr="005152F2">
                        <w:t>Experience</w:t>
                      </w:r>
                    </w:sdtContent>
                  </w:sdt>
                </w:p>
                <w:p w14:paraId="1B5DE699" w14:textId="77777777" w:rsidR="00C420C8" w:rsidRPr="0043426C" w:rsidRDefault="00980736" w:rsidP="002B3890">
                  <w:pPr>
                    <w:pStyle w:val="Heading4"/>
                  </w:pPr>
                  <w:r>
                    <w:t>headwaiter/xy restaurant</w:t>
                  </w:r>
                </w:p>
                <w:p w14:paraId="7C644708" w14:textId="77777777" w:rsidR="00C420C8" w:rsidRPr="005152F2" w:rsidRDefault="00980736" w:rsidP="008F6337">
                  <w:pPr>
                    <w:pStyle w:val="Heading5"/>
                  </w:pPr>
                  <w:r>
                    <w:t>10/2018</w:t>
                  </w:r>
                  <w:r w:rsidR="00C420C8">
                    <w:t xml:space="preserve"> – </w:t>
                  </w:r>
                  <w:r>
                    <w:t>present</w:t>
                  </w:r>
                </w:p>
                <w:p w14:paraId="2E05FABD" w14:textId="77777777" w:rsidR="00C420C8" w:rsidRDefault="00980736" w:rsidP="008F6337">
                  <w:r>
                    <w:t>Worked in a la carte restaurant serving meat, fish, desserts, salads, risotto and pastas</w:t>
                  </w:r>
                  <w:r w:rsidR="00E33106">
                    <w:t xml:space="preserve"> that could seat up to 100 guests</w:t>
                  </w:r>
                  <w:r>
                    <w:t xml:space="preserve">. I was responsible for a team of </w:t>
                  </w:r>
                  <w:r w:rsidR="00E33106">
                    <w:t xml:space="preserve">5 waiters in my shift. Also took care of the inventory, rosters and finance depending on need. Supervised and trained new personnel. List duties and responsibilities in this paragraph. </w:t>
                  </w:r>
                </w:p>
                <w:p w14:paraId="3670EFD0" w14:textId="61DC2740" w:rsidR="00C420C8" w:rsidRPr="0043426C" w:rsidRDefault="007F214A" w:rsidP="0043426C">
                  <w:pPr>
                    <w:pStyle w:val="Heading4"/>
                  </w:pPr>
                  <w:r>
                    <w:t>Waiter/name of the Restaurant</w:t>
                  </w:r>
                </w:p>
                <w:p w14:paraId="25ACDF86" w14:textId="07B0D71C" w:rsidR="00C420C8" w:rsidRDefault="00DD070A" w:rsidP="007F214A">
                  <w:pPr>
                    <w:pStyle w:val="Heading5"/>
                    <w:spacing w:after="240"/>
                  </w:pPr>
                  <w:sdt>
                    <w:sdtPr>
                      <w:alias w:val="Enter Dates From for employment 2:"/>
                      <w:tag w:val="Enter Dates From for employment 2:"/>
                      <w:id w:val="-981693949"/>
                      <w:placeholder>
                        <w:docPart w:val="E129F713C98A449D83203C8CD38C91F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>
                        <w:t>Dates From</w:t>
                      </w:r>
                    </w:sdtContent>
                  </w:sdt>
                  <w:r w:rsidR="00C420C8">
                    <w:t xml:space="preserve"> – </w:t>
                  </w:r>
                  <w:sdt>
                    <w:sdtPr>
                      <w:alias w:val="Enter Dates To for employment 2:"/>
                      <w:tag w:val="Enter Dates To for employment 2:"/>
                      <w:id w:val="-416863388"/>
                      <w:placeholder>
                        <w:docPart w:val="C74D1CD0B4924810A3E7153C1FA22B10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>
                        <w:t>To</w:t>
                      </w:r>
                    </w:sdtContent>
                  </w:sdt>
                </w:p>
                <w:p w14:paraId="48CADA2E" w14:textId="77777777" w:rsidR="007F214A" w:rsidRPr="0043426C" w:rsidRDefault="007F214A" w:rsidP="007F214A">
                  <w:pPr>
                    <w:pStyle w:val="Heading4"/>
                    <w:spacing w:before="0"/>
                  </w:pPr>
                  <w:r>
                    <w:t>Waiter/name of the Restaurant</w:t>
                  </w:r>
                </w:p>
                <w:p w14:paraId="2920EA55" w14:textId="77777777" w:rsidR="007F214A" w:rsidRDefault="00DD070A" w:rsidP="007F214A">
                  <w:pPr>
                    <w:pStyle w:val="Heading5"/>
                    <w:spacing w:after="240"/>
                  </w:pPr>
                  <w:sdt>
                    <w:sdtPr>
                      <w:alias w:val="Enter Dates From for employment 2:"/>
                      <w:tag w:val="Enter Dates From for employment 2:"/>
                      <w:id w:val="-325509183"/>
                      <w:placeholder>
                        <w:docPart w:val="509AB799AE8644CF9DAF01CF63328D85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7F214A">
                        <w:t>Dates From</w:t>
                      </w:r>
                    </w:sdtContent>
                  </w:sdt>
                  <w:r w:rsidR="007F214A">
                    <w:t xml:space="preserve"> – </w:t>
                  </w:r>
                  <w:sdt>
                    <w:sdtPr>
                      <w:alias w:val="Enter Dates To for employment 2:"/>
                      <w:tag w:val="Enter Dates To for employment 2:"/>
                      <w:id w:val="2066989493"/>
                      <w:placeholder>
                        <w:docPart w:val="1106521789A04E7E82215318947D5A71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7F214A">
                        <w:t>To</w:t>
                      </w:r>
                    </w:sdtContent>
                  </w:sdt>
                </w:p>
                <w:p w14:paraId="27B64112" w14:textId="77777777" w:rsidR="007F214A" w:rsidRPr="0043426C" w:rsidRDefault="007F214A" w:rsidP="007F214A">
                  <w:pPr>
                    <w:pStyle w:val="Heading4"/>
                    <w:spacing w:before="0"/>
                  </w:pPr>
                  <w:r>
                    <w:t>Waiter/name of the Restaurant</w:t>
                  </w:r>
                </w:p>
                <w:p w14:paraId="15EB2662" w14:textId="77777777" w:rsidR="007F214A" w:rsidRDefault="00DD070A" w:rsidP="007F214A">
                  <w:pPr>
                    <w:pStyle w:val="Heading5"/>
                  </w:pPr>
                  <w:sdt>
                    <w:sdtPr>
                      <w:alias w:val="Enter Dates From for employment 2:"/>
                      <w:tag w:val="Enter Dates From for employment 2:"/>
                      <w:id w:val="615188504"/>
                      <w:placeholder>
                        <w:docPart w:val="7E5B9B606D854C3DA82E93231ECBC76E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7F214A">
                        <w:t>Dates From</w:t>
                      </w:r>
                    </w:sdtContent>
                  </w:sdt>
                  <w:r w:rsidR="007F214A">
                    <w:t xml:space="preserve"> – </w:t>
                  </w:r>
                  <w:sdt>
                    <w:sdtPr>
                      <w:alias w:val="Enter Dates To for employment 2:"/>
                      <w:tag w:val="Enter Dates To for employment 2:"/>
                      <w:id w:val="-886020916"/>
                      <w:placeholder>
                        <w:docPart w:val="C8A22D0383344221A9566A2C6D9808A6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7F214A">
                        <w:t>To</w:t>
                      </w:r>
                    </w:sdtContent>
                  </w:sdt>
                </w:p>
                <w:p w14:paraId="263910FC" w14:textId="734C9E9E" w:rsidR="007F214A" w:rsidRPr="007F214A" w:rsidRDefault="007F214A" w:rsidP="007F214A">
                  <w:r>
                    <w:t>…</w:t>
                  </w:r>
                </w:p>
                <w:p w14:paraId="4172E8E2" w14:textId="77777777" w:rsidR="00E33106" w:rsidRDefault="00E33106" w:rsidP="007F214A">
                  <w:r>
                    <w:t xml:space="preserve">Grounds to cover in this paragraph: type of property you worked at (restaurant, hotel, bar…), how many of you were in a team, what were your duties and responsibilities. </w:t>
                  </w:r>
                </w:p>
                <w:p w14:paraId="7A6E438E" w14:textId="7E73F45F" w:rsidR="00B36656" w:rsidRDefault="00B36656" w:rsidP="007F214A"/>
              </w:tc>
            </w:tr>
            <w:tr w:rsidR="00C420C8" w14:paraId="628C1BF3" w14:textId="77777777" w:rsidTr="007F214A">
              <w:trPr>
                <w:trHeight w:val="3672"/>
              </w:trPr>
              <w:tc>
                <w:tcPr>
                  <w:tcW w:w="6913" w:type="dxa"/>
                  <w:tcMar>
                    <w:left w:w="720" w:type="dxa"/>
                    <w:bottom w:w="288" w:type="dxa"/>
                    <w:right w:w="0" w:type="dxa"/>
                  </w:tcMar>
                </w:tcPr>
                <w:p w14:paraId="0F77FC7C" w14:textId="77777777" w:rsidR="00C420C8" w:rsidRPr="005152F2" w:rsidRDefault="00DD070A" w:rsidP="008F6337">
                  <w:pPr>
                    <w:pStyle w:val="Heading2"/>
                  </w:pPr>
                  <w:sdt>
                    <w:sdtPr>
                      <w:alias w:val="Education:"/>
                      <w:tag w:val="Education:"/>
                      <w:id w:val="1349516922"/>
                      <w:placeholder>
                        <w:docPart w:val="7861E13B8F3945FA8DCF33D484CB7446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 w:rsidRPr="005152F2">
                        <w:t>Education</w:t>
                      </w:r>
                    </w:sdtContent>
                  </w:sdt>
                </w:p>
                <w:sdt>
                  <w:sdtPr>
                    <w:alias w:val="Enter Degree / Date Earned:"/>
                    <w:tag w:val="Enter Degree / Date Earned:"/>
                    <w:id w:val="634905938"/>
                    <w:placeholder>
                      <w:docPart w:val="5BB0252B94064A8B87367BD1B0642069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14:paraId="091DD81F" w14:textId="77777777" w:rsidR="00C420C8" w:rsidRPr="0043426C" w:rsidRDefault="00C420C8" w:rsidP="002B3890">
                      <w:pPr>
                        <w:pStyle w:val="Heading4"/>
                      </w:pPr>
                      <w:r w:rsidRPr="0043426C">
                        <w:t>Degree / Date Earned</w:t>
                      </w:r>
                    </w:p>
                  </w:sdtContent>
                </w:sdt>
                <w:sdt>
                  <w:sdtPr>
                    <w:alias w:val="Enter school:"/>
                    <w:tag w:val="Enter school:"/>
                    <w:id w:val="-741416646"/>
                    <w:placeholder>
                      <w:docPart w:val="2E2C50F6A8BD46FA8354918A62E60903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14:paraId="58F8E425" w14:textId="77777777" w:rsidR="00C420C8" w:rsidRPr="005152F2" w:rsidRDefault="00C420C8" w:rsidP="007B2F5C">
                      <w:pPr>
                        <w:pStyle w:val="Heading5"/>
                      </w:pPr>
                      <w:r w:rsidRPr="005152F2">
                        <w:t>School</w:t>
                      </w:r>
                    </w:p>
                  </w:sdtContent>
                </w:sdt>
                <w:p w14:paraId="68211B5B" w14:textId="7D2EFCFC" w:rsidR="00C420C8" w:rsidRDefault="00B36656" w:rsidP="007F214A">
                  <w:pPr>
                    <w:spacing w:after="0"/>
                  </w:pPr>
                  <w:r w:rsidRPr="00EA42FD">
                    <w:rPr>
                      <w:noProof/>
                      <w:color w:val="000000" w:themeColor="text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380BDA9D" wp14:editId="2E696E23">
                            <wp:simplePos x="0" y="0"/>
                            <wp:positionH relativeFrom="column">
                              <wp:posOffset>-176530</wp:posOffset>
                            </wp:positionH>
                            <wp:positionV relativeFrom="paragraph">
                              <wp:posOffset>103505</wp:posOffset>
                            </wp:positionV>
                            <wp:extent cx="4591050" cy="723900"/>
                            <wp:effectExtent l="38100" t="19050" r="57150" b="95250"/>
                            <wp:wrapNone/>
                            <wp:docPr id="1" name="Text Box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591050" cy="7239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00"/>
                                    </a:solidFill>
                                    <a:ln/>
                                  </wps:spPr>
                                  <wps:style>
                                    <a:lnRef idx="1">
                                      <a:schemeClr val="accent6"/>
                                    </a:lnRef>
                                    <a:fillRef idx="2">
                                      <a:schemeClr val="accent6"/>
                                    </a:fillRef>
                                    <a:effectRef idx="1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BFE34EF" w14:textId="13363C88" w:rsidR="00B36656" w:rsidRDefault="00B36656" w:rsidP="00B36656">
                                        <w:pPr>
                                          <w:spacing w:after="0" w:line="240" w:lineRule="auto"/>
                                          <w:jc w:val="left"/>
                                          <w:rPr>
                                            <w:lang w:val="en-GB"/>
                                          </w:rPr>
                                        </w:pPr>
                                        <w:r>
                                          <w:rPr>
                                            <w:lang w:val="en-GB"/>
                                          </w:rPr>
                                          <w:t>Make sure there are no gaps in your CV. If there are, state the period and</w:t>
                                        </w:r>
                                        <w:r>
                                          <w:rPr>
                                            <w:lang w:val="en-GB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lang w:val="en-GB"/>
                                          </w:rPr>
                                          <w:t xml:space="preserve">the reason. </w:t>
                                        </w:r>
                                      </w:p>
                                      <w:p w14:paraId="1241B089" w14:textId="77777777" w:rsidR="00B36656" w:rsidRPr="00C865F4" w:rsidRDefault="00B36656" w:rsidP="00B36656">
                                        <w:pPr>
                                          <w:spacing w:after="0" w:line="240" w:lineRule="auto"/>
                                          <w:rPr>
                                            <w:lang w:val="en-GB"/>
                                          </w:rPr>
                                        </w:pPr>
                                        <w:r>
                                          <w:rPr>
                                            <w:lang w:val="en-GB"/>
                                          </w:rPr>
                                          <w:t>I.e. From January 2016 to October 2017, I took a break from my career and focused on helping my family/took a trip around the world…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380BDA9D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" o:spid="_x0000_s1026" type="#_x0000_t202" style="position:absolute;left:0;text-align:left;margin-left:-13.9pt;margin-top:8.15pt;width:361.5pt;height:5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" fillcolor="yellow" strokecolor="#70ad47 [3209]" strokeweight=".5pt">
                            <v:textbox>
                              <w:txbxContent>
                                <w:p w14:paraId="6BFE34EF" w14:textId="13363C88" w:rsidR="00B36656" w:rsidRDefault="00B36656" w:rsidP="00B36656">
                                  <w:pPr>
                                    <w:spacing w:after="0" w:line="240" w:lineRule="auto"/>
                                    <w:jc w:val="left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Make sure there are no gaps in your CV. If there are, state the period and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the reason. </w:t>
                                  </w:r>
                                </w:p>
                                <w:p w14:paraId="1241B089" w14:textId="77777777" w:rsidR="00B36656" w:rsidRPr="00C865F4" w:rsidRDefault="00B36656" w:rsidP="00B36656">
                                  <w:pPr>
                                    <w:spacing w:after="0" w:line="240" w:lineRule="auto"/>
                                    <w:rPr>
                                      <w:lang w:val="en-GB"/>
                                    </w:rPr>
                                  </w:pPr>
                                  <w:r>
                                    <w:rPr>
                                      <w:lang w:val="en-GB"/>
                                    </w:rPr>
                                    <w:t>I.e. From January 2016 to October 2017, I took a break from my career and focused on helping my family/took a trip around the world…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0F988451" w14:textId="790F07F9" w:rsidR="00B36656" w:rsidRDefault="00B36656" w:rsidP="00B36656">
                  <w:pPr>
                    <w:spacing w:after="0"/>
                    <w:jc w:val="both"/>
                  </w:pPr>
                </w:p>
                <w:p w14:paraId="5F5532D6" w14:textId="0B37F7ED" w:rsidR="00B36656" w:rsidRDefault="00B36656" w:rsidP="00B36656">
                  <w:pPr>
                    <w:spacing w:after="0"/>
                    <w:jc w:val="both"/>
                  </w:pPr>
                </w:p>
              </w:tc>
            </w:tr>
          </w:tbl>
          <w:p w14:paraId="19E862B6" w14:textId="77777777" w:rsidR="00C420C8" w:rsidRPr="005152F2" w:rsidRDefault="00C420C8" w:rsidP="003856C9"/>
        </w:tc>
        <w:bookmarkStart w:id="0" w:name="_GoBack"/>
        <w:bookmarkEnd w:id="0"/>
      </w:tr>
    </w:tbl>
    <w:p w14:paraId="6D5700EC" w14:textId="77777777" w:rsidR="003F5FDB" w:rsidRDefault="003F5FDB" w:rsidP="007F214A">
      <w:pPr>
        <w:pStyle w:val="NoSpacing"/>
        <w:jc w:val="both"/>
      </w:pPr>
    </w:p>
    <w:sectPr w:rsidR="003F5FDB" w:rsidSect="00FE20E6">
      <w:footerReference w:type="default" r:id="rId8"/>
      <w:footerReference w:type="first" r:id="rId9"/>
      <w:pgSz w:w="12240" w:h="15840"/>
      <w:pgMar w:top="2074" w:right="1152" w:bottom="2304" w:left="1152" w:header="1397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697B3" w14:textId="77777777" w:rsidR="00DD070A" w:rsidRDefault="00DD070A" w:rsidP="003856C9">
      <w:pPr>
        <w:spacing w:after="0" w:line="240" w:lineRule="auto"/>
      </w:pPr>
      <w:r>
        <w:separator/>
      </w:r>
    </w:p>
  </w:endnote>
  <w:endnote w:type="continuationSeparator" w:id="0">
    <w:p w14:paraId="395F3E67" w14:textId="77777777" w:rsidR="00DD070A" w:rsidRDefault="00DD070A" w:rsidP="0038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 MT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4D843" w14:textId="77777777" w:rsidR="003856C9" w:rsidRDefault="007803B7" w:rsidP="007803B7">
    <w:pPr>
      <w:pStyle w:val="Foot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7456" behindDoc="0" locked="1" layoutInCell="1" allowOverlap="1" wp14:anchorId="6DE1C240" wp14:editId="08E61427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9102725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67" name="Group 4" title="Foot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68" name="Freeform 68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9" name="Freeform 69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0" name="Freeform 70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1" name="Freeform 71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2" name="Freeform 72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3" name="Freeform 73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4" name="Freeform 74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5" name="Freeform 75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6" name="Freeform 76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547959E9" id="Group 4" o:spid="_x0000_s1026" alt="Title: Footer graphic design with grey rectangles in various angles" style="position:absolute;margin-left:0;margin-top:0;width:536.4pt;height:34.55pt;z-index:251667456;mso-width-percent:877;mso-height-percent:45;mso-top-percent:905;mso-position-horizontal:center;mso-position-horizontal-relative:margin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">
              <o:lock v:ext="edit" aspectratio="t"/>
              <v:shape id="Freeform 68" o:spid="_x0000_s1027" style="position:absolute;width:852;height:275;visibility:visible;mso-wrap-style:square;v-text-anchor:top" coordsize="852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reeform 69" o:spid="_x0000_s1028" style="position:absolute;left:1063;width:2061;height:275;visibility:visible;mso-wrap-style:square;v-text-anchor:top" coordsize="206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reeform 70" o:spid="_x0000_s1029" style="position:absolute;left:3059;top:183;width:75;height:92;visibility:visible;mso-wrap-style:square;v-text-anchor:top" coordsize="75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reeform 71" o:spid="_x0000_s1030" style="position:absolute;left:3126;top:179;width:659;height:96;visibility:visible;mso-wrap-style:square;v-text-anchor:top" coordsize="65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reeform 72" o:spid="_x0000_s1031" style="position:absolute;left:3786;top:26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" path="m1,l12,8,,8,1,xe" fillcolor="#d8d8d8 [2732]" strokecolor="#d8d8d8 [2732]" strokeweight="0">
                <v:path arrowok="t" o:connecttype="custom" o:connectlocs="1,0;12,8;0,8;1,0" o:connectangles="0,0,0,0"/>
              </v:shape>
              <v:shape id="Freeform 73" o:spid="_x0000_s1032" style="position:absolute;left:3483;width:871;height:275;visibility:visible;mso-wrap-style:square;v-text-anchor:top" coordsize="8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reeform 74" o:spid="_x0000_s1033" style="position:absolute;left:1750;width:827;height:111;visibility:visible;mso-wrap-style:square;v-text-anchor:top" coordsize="82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reeform 75" o:spid="_x0000_s1034" style="position:absolute;left:2524;width:1261;height:266;visibility:visible;mso-wrap-style:square;v-text-anchor:top" coordsize="1261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reeform 76" o:spid="_x0000_s1035" style="position:absolute;left:388;width:793;height:275;visibility:visible;mso-wrap-style:square;v-text-anchor:top" coordsize="79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margin" anchory="page"/>
              <w10:anchorlock/>
            </v:group>
          </w:pict>
        </mc:Fallback>
      </mc:AlternateContent>
    </w:r>
    <w:sdt>
      <w:sdtPr>
        <w:id w:val="128123400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765FE">
          <w:fldChar w:fldCharType="begin"/>
        </w:r>
        <w:r w:rsidR="001765FE">
          <w:instrText xml:space="preserve"> PAGE   \* MERGEFORMAT </w:instrText>
        </w:r>
        <w:r w:rsidR="001765FE">
          <w:fldChar w:fldCharType="separate"/>
        </w:r>
        <w:r w:rsidR="003F5FDB">
          <w:rPr>
            <w:noProof/>
          </w:rPr>
          <w:t>2</w:t>
        </w:r>
        <w:r w:rsidR="001765FE"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184E5" w14:textId="77777777" w:rsidR="001765FE" w:rsidRDefault="00DC79BB">
    <w:pPr>
      <w:pStyle w:val="Foot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7D9FDC3A" wp14:editId="78D0A8E2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9102725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34" name="Group 4" title="Foot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35" name="Freeform 3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6" name="Freeform 36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7" name="Freeform 37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8" name="Freeform 38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9" name="Freeform 39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0" name="Freeform 40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1" name="Freeform 41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2" name="Freeform 42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3" name="Freeform 43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05B8E749" id="Group 4" o:spid="_x0000_s1026" alt="Title: Footer graphic design with grey rectangles in various angles" style="position:absolute;margin-left:0;margin-top:0;width:536.4pt;height:34.55pt;z-index:251660288;mso-width-percent:877;mso-height-percent:45;mso-top-percent:905;mso-position-horizontal:center;mso-position-horizontal-relative:page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">
              <o:lock v:ext="edit" aspectratio="t"/>
              <v:shape id="Freeform 35" o:spid="_x0000_s1027" style="position:absolute;width:852;height:275;visibility:visible;mso-wrap-style:square;v-text-anchor:top" coordsize="852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reeform 36" o:spid="_x0000_s1028" style="position:absolute;left:1063;width:2061;height:275;visibility:visible;mso-wrap-style:square;v-text-anchor:top" coordsize="206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reeform 37" o:spid="_x0000_s1029" style="position:absolute;left:3059;top:183;width:75;height:92;visibility:visible;mso-wrap-style:square;v-text-anchor:top" coordsize="75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reeform 38" o:spid="_x0000_s1030" style="position:absolute;left:3126;top:179;width:659;height:96;visibility:visible;mso-wrap-style:square;v-text-anchor:top" coordsize="65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reeform 39" o:spid="_x0000_s1031" style="position:absolute;left:3786;top:26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" path="m1,l12,8,,8,1,xe" fillcolor="#d8d8d8 [2732]" strokecolor="#d8d8d8 [2732]" strokeweight="0">
                <v:path arrowok="t" o:connecttype="custom" o:connectlocs="1,0;12,8;0,8;1,0" o:connectangles="0,0,0,0"/>
              </v:shape>
              <v:shape id="Freeform 40" o:spid="_x0000_s1032" style="position:absolute;left:3483;width:871;height:275;visibility:visible;mso-wrap-style:square;v-text-anchor:top" coordsize="8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reeform 41" o:spid="_x0000_s1033" style="position:absolute;left:1750;width:827;height:111;visibility:visible;mso-wrap-style:square;v-text-anchor:top" coordsize="82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reeform 42" o:spid="_x0000_s1034" style="position:absolute;left:2524;width:1261;height:266;visibility:visible;mso-wrap-style:square;v-text-anchor:top" coordsize="1261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reeform 43" o:spid="_x0000_s1035" style="position:absolute;left:388;width:793;height:275;visibility:visible;mso-wrap-style:square;v-text-anchor:top" coordsize="79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F6BA7" w14:textId="77777777" w:rsidR="00DD070A" w:rsidRDefault="00DD070A" w:rsidP="003856C9">
      <w:pPr>
        <w:spacing w:after="0" w:line="240" w:lineRule="auto"/>
      </w:pPr>
      <w:r>
        <w:separator/>
      </w:r>
    </w:p>
  </w:footnote>
  <w:footnote w:type="continuationSeparator" w:id="0">
    <w:p w14:paraId="48E57B05" w14:textId="77777777" w:rsidR="00DD070A" w:rsidRDefault="00DD070A" w:rsidP="003856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736635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C6803E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F24EDF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A6A158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D74EE5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02CC39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B8CD8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E2A24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18A42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42AF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736"/>
    <w:rsid w:val="00052BE1"/>
    <w:rsid w:val="0007412A"/>
    <w:rsid w:val="0010199E"/>
    <w:rsid w:val="0010257B"/>
    <w:rsid w:val="001166C2"/>
    <w:rsid w:val="001503AC"/>
    <w:rsid w:val="001765FE"/>
    <w:rsid w:val="0019561F"/>
    <w:rsid w:val="001B32D2"/>
    <w:rsid w:val="001B6D84"/>
    <w:rsid w:val="001B7252"/>
    <w:rsid w:val="0023010D"/>
    <w:rsid w:val="00283B81"/>
    <w:rsid w:val="00293B83"/>
    <w:rsid w:val="002A3621"/>
    <w:rsid w:val="002A4C3B"/>
    <w:rsid w:val="002B3890"/>
    <w:rsid w:val="002B7747"/>
    <w:rsid w:val="002C77B9"/>
    <w:rsid w:val="002F485A"/>
    <w:rsid w:val="003053D9"/>
    <w:rsid w:val="003856C9"/>
    <w:rsid w:val="00396369"/>
    <w:rsid w:val="003F4D31"/>
    <w:rsid w:val="003F5FDB"/>
    <w:rsid w:val="00414796"/>
    <w:rsid w:val="0043426C"/>
    <w:rsid w:val="00441EB9"/>
    <w:rsid w:val="00463463"/>
    <w:rsid w:val="00473EF8"/>
    <w:rsid w:val="004760E5"/>
    <w:rsid w:val="004D22BB"/>
    <w:rsid w:val="005152F2"/>
    <w:rsid w:val="005246B9"/>
    <w:rsid w:val="00534E4E"/>
    <w:rsid w:val="00551D35"/>
    <w:rsid w:val="005562D4"/>
    <w:rsid w:val="00557019"/>
    <w:rsid w:val="005674AC"/>
    <w:rsid w:val="00580925"/>
    <w:rsid w:val="005A1E51"/>
    <w:rsid w:val="005A7E57"/>
    <w:rsid w:val="00616FF4"/>
    <w:rsid w:val="006A3CE7"/>
    <w:rsid w:val="00723928"/>
    <w:rsid w:val="00743379"/>
    <w:rsid w:val="00747550"/>
    <w:rsid w:val="00772E79"/>
    <w:rsid w:val="007803B7"/>
    <w:rsid w:val="007A7C08"/>
    <w:rsid w:val="007B2F5C"/>
    <w:rsid w:val="007C5F05"/>
    <w:rsid w:val="007F214A"/>
    <w:rsid w:val="00825ED8"/>
    <w:rsid w:val="00832043"/>
    <w:rsid w:val="00832F81"/>
    <w:rsid w:val="00841714"/>
    <w:rsid w:val="008501C7"/>
    <w:rsid w:val="008C7CA2"/>
    <w:rsid w:val="008F6337"/>
    <w:rsid w:val="00914DAF"/>
    <w:rsid w:val="0093286E"/>
    <w:rsid w:val="00980736"/>
    <w:rsid w:val="009D1627"/>
    <w:rsid w:val="00A42F91"/>
    <w:rsid w:val="00AF1258"/>
    <w:rsid w:val="00B01E52"/>
    <w:rsid w:val="00B36656"/>
    <w:rsid w:val="00B550FC"/>
    <w:rsid w:val="00B85871"/>
    <w:rsid w:val="00B93310"/>
    <w:rsid w:val="00BB3B21"/>
    <w:rsid w:val="00BC1F18"/>
    <w:rsid w:val="00BD2E58"/>
    <w:rsid w:val="00BF6BAB"/>
    <w:rsid w:val="00C007A5"/>
    <w:rsid w:val="00C420C8"/>
    <w:rsid w:val="00C4403A"/>
    <w:rsid w:val="00CE6306"/>
    <w:rsid w:val="00D11C4D"/>
    <w:rsid w:val="00D5067A"/>
    <w:rsid w:val="00DC0F74"/>
    <w:rsid w:val="00DC79BB"/>
    <w:rsid w:val="00DD070A"/>
    <w:rsid w:val="00DF0A0F"/>
    <w:rsid w:val="00E33106"/>
    <w:rsid w:val="00E34D58"/>
    <w:rsid w:val="00E941EF"/>
    <w:rsid w:val="00EB1C1B"/>
    <w:rsid w:val="00F077AE"/>
    <w:rsid w:val="00F14687"/>
    <w:rsid w:val="00F56435"/>
    <w:rsid w:val="00F91A9C"/>
    <w:rsid w:val="00F927F0"/>
    <w:rsid w:val="00FA07AA"/>
    <w:rsid w:val="00FB0A17"/>
    <w:rsid w:val="00FB6A8F"/>
    <w:rsid w:val="00FE20E6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9E93B5"/>
  <w15:chartTrackingRefBased/>
  <w15:docId w15:val="{CB846487-2F5F-4F07-A2D4-13676E5E4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7AE"/>
  </w:style>
  <w:style w:type="paragraph" w:styleId="Heading1">
    <w:name w:val="heading 1"/>
    <w:basedOn w:val="Normal"/>
    <w:link w:val="Heading1Char"/>
    <w:uiPriority w:val="9"/>
    <w:qFormat/>
    <w:rsid w:val="00C420C8"/>
    <w:pPr>
      <w:keepNext/>
      <w:keepLines/>
      <w:pBdr>
        <w:top w:val="single" w:sz="8" w:space="16" w:color="37B6AE" w:themeColor="accent1"/>
        <w:bottom w:val="single" w:sz="8" w:space="16" w:color="37B6AE" w:themeColor="accent1"/>
      </w:pBdr>
      <w:spacing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sz w:val="44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F077AE"/>
    <w:pPr>
      <w:keepNext/>
      <w:keepLines/>
      <w:pBdr>
        <w:top w:val="single" w:sz="8" w:space="6" w:color="37B6AE" w:themeColor="accent1"/>
        <w:bottom w:val="single" w:sz="8" w:space="6" w:color="37B6AE" w:themeColor="accent1"/>
      </w:pBdr>
      <w:spacing w:after="360" w:line="240" w:lineRule="auto"/>
      <w:contextualSpacing/>
      <w:outlineLvl w:val="1"/>
    </w:pPr>
    <w:rPr>
      <w:rFonts w:asciiTheme="majorHAnsi" w:eastAsiaTheme="majorEastAsia" w:hAnsiTheme="majorHAnsi" w:cstheme="majorBidi"/>
      <w:caps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43426C"/>
    <w:pPr>
      <w:keepNext/>
      <w:keepLines/>
      <w:spacing w:after="0"/>
      <w:contextualSpacing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283B81"/>
    <w:pPr>
      <w:keepNext/>
      <w:keepLines/>
      <w:spacing w:before="360" w:after="0"/>
      <w:contextualSpacing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63463"/>
    <w:pPr>
      <w:keepNext/>
      <w:keepLines/>
      <w:spacing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17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B5A5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17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B5A56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17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17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7A5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7A5"/>
  </w:style>
  <w:style w:type="paragraph" w:styleId="Footer">
    <w:name w:val="footer"/>
    <w:basedOn w:val="Normal"/>
    <w:link w:val="FooterChar"/>
    <w:uiPriority w:val="99"/>
    <w:unhideWhenUsed/>
    <w:rsid w:val="00FE20E6"/>
    <w:pPr>
      <w:spacing w:after="0" w:line="240" w:lineRule="auto"/>
      <w:ind w:right="-331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FE20E6"/>
  </w:style>
  <w:style w:type="table" w:styleId="TableGrid">
    <w:name w:val="Table Grid"/>
    <w:basedOn w:val="TableNormal"/>
    <w:uiPriority w:val="39"/>
    <w:rsid w:val="0038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077AE"/>
    <w:rPr>
      <w:rFonts w:asciiTheme="majorHAnsi" w:eastAsiaTheme="majorEastAsia" w:hAnsiTheme="majorHAnsi" w:cstheme="majorBidi"/>
      <w:caps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3053D9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C420C8"/>
    <w:rPr>
      <w:rFonts w:asciiTheme="majorHAnsi" w:eastAsiaTheme="majorEastAsia" w:hAnsiTheme="majorHAnsi" w:cstheme="majorBidi"/>
      <w:caps/>
      <w:sz w:val="4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426C"/>
    <w:rPr>
      <w:rFonts w:asciiTheme="majorHAnsi" w:eastAsiaTheme="majorEastAsia" w:hAnsiTheme="majorHAnsi" w:cstheme="majorBidi"/>
      <w:cap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83B81"/>
    <w:rPr>
      <w:rFonts w:asciiTheme="majorHAnsi" w:eastAsiaTheme="majorEastAsia" w:hAnsiTheme="majorHAnsi" w:cstheme="majorBidi"/>
      <w:b/>
      <w:iCs/>
      <w:caps/>
    </w:rPr>
  </w:style>
  <w:style w:type="character" w:customStyle="1" w:styleId="Heading5Char">
    <w:name w:val="Heading 5 Char"/>
    <w:basedOn w:val="DefaultParagraphFont"/>
    <w:link w:val="Heading5"/>
    <w:uiPriority w:val="9"/>
    <w:rsid w:val="00463463"/>
    <w:rPr>
      <w:rFonts w:asciiTheme="majorHAnsi" w:eastAsiaTheme="majorEastAsia" w:hAnsiTheme="majorHAnsi" w:cstheme="majorBidi"/>
    </w:rPr>
  </w:style>
  <w:style w:type="paragraph" w:styleId="NoSpacing">
    <w:name w:val="No Spacing"/>
    <w:uiPriority w:val="12"/>
    <w:qFormat/>
    <w:rsid w:val="005A7E57"/>
    <w:pPr>
      <w:spacing w:after="0" w:line="240" w:lineRule="auto"/>
    </w:pPr>
  </w:style>
  <w:style w:type="paragraph" w:customStyle="1" w:styleId="GraphicLine">
    <w:name w:val="Graphic Line"/>
    <w:basedOn w:val="Normal"/>
    <w:next w:val="Normal"/>
    <w:uiPriority w:val="11"/>
    <w:qFormat/>
    <w:rsid w:val="00616FF4"/>
    <w:pPr>
      <w:spacing w:after="0" w:line="240" w:lineRule="auto"/>
    </w:pPr>
    <w:rPr>
      <w:noProof/>
      <w:position w:val="6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E941EF"/>
    <w:pPr>
      <w:spacing w:after="0"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E941EF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E941EF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941EF"/>
    <w:rPr>
      <w:rFonts w:eastAsiaTheme="minorEastAsia"/>
      <w:color w:val="5A5A5A" w:themeColor="text1" w:themeTint="A5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714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714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841714"/>
  </w:style>
  <w:style w:type="paragraph" w:styleId="BlockText">
    <w:name w:val="Block Text"/>
    <w:basedOn w:val="Normal"/>
    <w:uiPriority w:val="99"/>
    <w:semiHidden/>
    <w:unhideWhenUsed/>
    <w:rsid w:val="00841714"/>
    <w:pPr>
      <w:pBdr>
        <w:top w:val="single" w:sz="2" w:space="10" w:color="37B6AE" w:themeColor="accent1" w:shadow="1" w:frame="1"/>
        <w:left w:val="single" w:sz="2" w:space="10" w:color="37B6AE" w:themeColor="accent1" w:shadow="1" w:frame="1"/>
        <w:bottom w:val="single" w:sz="2" w:space="10" w:color="37B6AE" w:themeColor="accent1" w:shadow="1" w:frame="1"/>
        <w:right w:val="single" w:sz="2" w:space="10" w:color="37B6AE" w:themeColor="accent1" w:shadow="1" w:frame="1"/>
      </w:pBdr>
      <w:ind w:left="1152" w:right="1152"/>
    </w:pPr>
    <w:rPr>
      <w:rFonts w:eastAsiaTheme="minorEastAsia"/>
      <w:i/>
      <w:iCs/>
      <w:color w:val="37B6AE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84171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41714"/>
  </w:style>
  <w:style w:type="paragraph" w:styleId="BodyText2">
    <w:name w:val="Body Text 2"/>
    <w:basedOn w:val="Normal"/>
    <w:link w:val="BodyText2Char"/>
    <w:uiPriority w:val="99"/>
    <w:semiHidden/>
    <w:unhideWhenUsed/>
    <w:rsid w:val="008417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41714"/>
  </w:style>
  <w:style w:type="paragraph" w:styleId="BodyText3">
    <w:name w:val="Body Text 3"/>
    <w:basedOn w:val="Normal"/>
    <w:link w:val="BodyText3Char"/>
    <w:uiPriority w:val="99"/>
    <w:semiHidden/>
    <w:unhideWhenUsed/>
    <w:rsid w:val="00841714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41714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41714"/>
    <w:pPr>
      <w:spacing w:after="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4171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4171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41714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41714"/>
    <w:pPr>
      <w:spacing w:after="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41714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4171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4171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1714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41714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841714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41714"/>
    <w:pPr>
      <w:spacing w:after="200" w:line="240" w:lineRule="auto"/>
    </w:pPr>
    <w:rPr>
      <w:i/>
      <w:iCs/>
      <w:color w:val="44546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841714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41714"/>
  </w:style>
  <w:style w:type="table" w:styleId="ColorfulGrid">
    <w:name w:val="Colorful Grid"/>
    <w:basedOn w:val="Table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2F0" w:themeFill="accent1" w:themeFillTint="33"/>
    </w:tcPr>
    <w:tblStylePr w:type="firstRow">
      <w:rPr>
        <w:b/>
        <w:bCs/>
      </w:rPr>
      <w:tblPr/>
      <w:tcPr>
        <w:shd w:val="clear" w:color="auto" w:fill="ABE5E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5E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9888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98881" w:themeFill="accent1" w:themeFillShade="BF"/>
      </w:tcPr>
    </w:tblStylePr>
    <w:tblStylePr w:type="band1Vert">
      <w:tblPr/>
      <w:tcPr>
        <w:shd w:val="clear" w:color="auto" w:fill="96DFDA" w:themeFill="accent1" w:themeFillTint="7F"/>
      </w:tcPr>
    </w:tblStylePr>
    <w:tblStylePr w:type="band1Horz">
      <w:tblPr/>
      <w:tcPr>
        <w:shd w:val="clear" w:color="auto" w:fill="96DFD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37B6AE" w:themeColor="accent1"/>
        <w:bottom w:val="single" w:sz="4" w:space="0" w:color="37B6AE" w:themeColor="accent1"/>
        <w:right w:val="single" w:sz="4" w:space="0" w:color="37B6A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16D6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16D67" w:themeColor="accent1" w:themeShade="99"/>
          <w:insideV w:val="nil"/>
        </w:tcBorders>
        <w:shd w:val="clear" w:color="auto" w:fill="216D6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6D67" w:themeFill="accent1" w:themeFillShade="99"/>
      </w:tcPr>
    </w:tblStylePr>
    <w:tblStylePr w:type="band1Vert">
      <w:tblPr/>
      <w:tcPr>
        <w:shd w:val="clear" w:color="auto" w:fill="ABE5E1" w:themeFill="accent1" w:themeFillTint="66"/>
      </w:tcPr>
    </w:tblStylePr>
    <w:tblStylePr w:type="band1Horz">
      <w:tblPr/>
      <w:tcPr>
        <w:shd w:val="clear" w:color="auto" w:fill="96DFD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41714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71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71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7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714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7B6A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B5A56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9888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9888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888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888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41714"/>
  </w:style>
  <w:style w:type="character" w:customStyle="1" w:styleId="DateChar">
    <w:name w:val="Date Char"/>
    <w:basedOn w:val="DefaultParagraphFont"/>
    <w:link w:val="Date"/>
    <w:uiPriority w:val="99"/>
    <w:semiHidden/>
    <w:rsid w:val="00841714"/>
  </w:style>
  <w:style w:type="paragraph" w:styleId="DocumentMap">
    <w:name w:val="Document Map"/>
    <w:basedOn w:val="Normal"/>
    <w:link w:val="DocumentMapChar"/>
    <w:uiPriority w:val="99"/>
    <w:semiHidden/>
    <w:unhideWhenUsed/>
    <w:rsid w:val="00841714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41714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41714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41714"/>
  </w:style>
  <w:style w:type="character" w:styleId="Emphasis">
    <w:name w:val="Emphasis"/>
    <w:basedOn w:val="DefaultParagraphFont"/>
    <w:uiPriority w:val="20"/>
    <w:semiHidden/>
    <w:unhideWhenUsed/>
    <w:qFormat/>
    <w:rsid w:val="0084171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84171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1714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1714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84171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41714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4171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1714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1714"/>
    <w:rPr>
      <w:szCs w:val="20"/>
    </w:rPr>
  </w:style>
  <w:style w:type="table" w:styleId="GridTable1Light">
    <w:name w:val="Grid Table 1 Light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BE5E1" w:themeColor="accent1" w:themeTint="66"/>
        <w:left w:val="single" w:sz="4" w:space="0" w:color="ABE5E1" w:themeColor="accent1" w:themeTint="66"/>
        <w:bottom w:val="single" w:sz="4" w:space="0" w:color="ABE5E1" w:themeColor="accent1" w:themeTint="66"/>
        <w:right w:val="single" w:sz="4" w:space="0" w:color="ABE5E1" w:themeColor="accent1" w:themeTint="66"/>
        <w:insideH w:val="single" w:sz="4" w:space="0" w:color="ABE5E1" w:themeColor="accent1" w:themeTint="66"/>
        <w:insideV w:val="single" w:sz="4" w:space="0" w:color="ABE5E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1D9D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81D9D3" w:themeColor="accent1" w:themeTint="99"/>
        <w:bottom w:val="single" w:sz="2" w:space="0" w:color="81D9D3" w:themeColor="accent1" w:themeTint="99"/>
        <w:insideH w:val="single" w:sz="2" w:space="0" w:color="81D9D3" w:themeColor="accent1" w:themeTint="99"/>
        <w:insideV w:val="single" w:sz="2" w:space="0" w:color="81D9D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1D9D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1D9D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  <w:tblStylePr w:type="neCell">
      <w:tblPr/>
      <w:tcPr>
        <w:tcBorders>
          <w:bottom w:val="single" w:sz="4" w:space="0" w:color="81D9D3" w:themeColor="accent1" w:themeTint="99"/>
        </w:tcBorders>
      </w:tcPr>
    </w:tblStylePr>
    <w:tblStylePr w:type="nwCell">
      <w:tblPr/>
      <w:tcPr>
        <w:tcBorders>
          <w:bottom w:val="single" w:sz="4" w:space="0" w:color="81D9D3" w:themeColor="accent1" w:themeTint="99"/>
        </w:tcBorders>
      </w:tcPr>
    </w:tblStylePr>
    <w:tblStylePr w:type="seCell">
      <w:tblPr/>
      <w:tcPr>
        <w:tcBorders>
          <w:top w:val="single" w:sz="4" w:space="0" w:color="81D9D3" w:themeColor="accent1" w:themeTint="99"/>
        </w:tcBorders>
      </w:tcPr>
    </w:tblStylePr>
    <w:tblStylePr w:type="swCell">
      <w:tblPr/>
      <w:tcPr>
        <w:tcBorders>
          <w:top w:val="single" w:sz="4" w:space="0" w:color="81D9D3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B6AE" w:themeColor="accent1"/>
          <w:left w:val="single" w:sz="4" w:space="0" w:color="37B6AE" w:themeColor="accent1"/>
          <w:bottom w:val="single" w:sz="4" w:space="0" w:color="37B6AE" w:themeColor="accent1"/>
          <w:right w:val="single" w:sz="4" w:space="0" w:color="37B6AE" w:themeColor="accent1"/>
          <w:insideH w:val="nil"/>
          <w:insideV w:val="nil"/>
        </w:tcBorders>
        <w:shd w:val="clear" w:color="auto" w:fill="37B6AE" w:themeFill="accent1"/>
      </w:tcPr>
    </w:tblStylePr>
    <w:tblStylePr w:type="lastRow">
      <w:rPr>
        <w:b/>
        <w:bCs/>
      </w:rPr>
      <w:tblPr/>
      <w:tcPr>
        <w:tcBorders>
          <w:top w:val="double" w:sz="4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2F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7B6A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7B6A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7B6A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7B6AE" w:themeFill="accent1"/>
      </w:tcPr>
    </w:tblStylePr>
    <w:tblStylePr w:type="band1Vert">
      <w:tblPr/>
      <w:tcPr>
        <w:shd w:val="clear" w:color="auto" w:fill="ABE5E1" w:themeFill="accent1" w:themeFillTint="66"/>
      </w:tcPr>
    </w:tblStylePr>
    <w:tblStylePr w:type="band1Horz">
      <w:tblPr/>
      <w:tcPr>
        <w:shd w:val="clear" w:color="auto" w:fill="ABE5E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1D9D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  <w:tblStylePr w:type="neCell">
      <w:tblPr/>
      <w:tcPr>
        <w:tcBorders>
          <w:bottom w:val="single" w:sz="4" w:space="0" w:color="81D9D3" w:themeColor="accent1" w:themeTint="99"/>
        </w:tcBorders>
      </w:tcPr>
    </w:tblStylePr>
    <w:tblStylePr w:type="nwCell">
      <w:tblPr/>
      <w:tcPr>
        <w:tcBorders>
          <w:bottom w:val="single" w:sz="4" w:space="0" w:color="81D9D3" w:themeColor="accent1" w:themeTint="99"/>
        </w:tcBorders>
      </w:tcPr>
    </w:tblStylePr>
    <w:tblStylePr w:type="seCell">
      <w:tblPr/>
      <w:tcPr>
        <w:tcBorders>
          <w:top w:val="single" w:sz="4" w:space="0" w:color="81D9D3" w:themeColor="accent1" w:themeTint="99"/>
        </w:tcBorders>
      </w:tcPr>
    </w:tblStylePr>
    <w:tblStylePr w:type="swCell">
      <w:tblPr/>
      <w:tcPr>
        <w:tcBorders>
          <w:top w:val="single" w:sz="4" w:space="0" w:color="81D9D3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841714"/>
    <w:rPr>
      <w:rFonts w:asciiTheme="majorHAnsi" w:eastAsiaTheme="majorEastAsia" w:hAnsiTheme="majorHAnsi" w:cstheme="majorBidi"/>
      <w:color w:val="1B5A56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1714"/>
    <w:rPr>
      <w:rFonts w:asciiTheme="majorHAnsi" w:eastAsiaTheme="majorEastAsia" w:hAnsiTheme="majorHAnsi" w:cstheme="majorBidi"/>
      <w:i/>
      <w:iCs/>
      <w:color w:val="1B5A56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1714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1714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841714"/>
  </w:style>
  <w:style w:type="paragraph" w:styleId="HTMLAddress">
    <w:name w:val="HTML Address"/>
    <w:basedOn w:val="Normal"/>
    <w:link w:val="HTMLAddressChar"/>
    <w:uiPriority w:val="99"/>
    <w:semiHidden/>
    <w:unhideWhenUsed/>
    <w:rsid w:val="00841714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41714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841714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41714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41714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41714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1714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1714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841714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41714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41714"/>
    <w:rPr>
      <w:i/>
      <w:iCs/>
    </w:rPr>
  </w:style>
  <w:style w:type="character" w:styleId="Hyperlink">
    <w:name w:val="Hyperlink"/>
    <w:basedOn w:val="DefaultParagraphFont"/>
    <w:uiPriority w:val="99"/>
    <w:unhideWhenUsed/>
    <w:rsid w:val="00841714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41714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41714"/>
    <w:rPr>
      <w:i/>
      <w:iCs/>
      <w:color w:val="37B6AE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41714"/>
    <w:pPr>
      <w:pBdr>
        <w:top w:val="single" w:sz="4" w:space="10" w:color="37B6AE" w:themeColor="accent1"/>
        <w:bottom w:val="single" w:sz="4" w:space="10" w:color="37B6AE" w:themeColor="accent1"/>
      </w:pBdr>
      <w:spacing w:before="360" w:after="360"/>
      <w:ind w:left="864" w:right="864"/>
    </w:pPr>
    <w:rPr>
      <w:i/>
      <w:iCs/>
      <w:color w:val="37B6AE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41714"/>
    <w:rPr>
      <w:i/>
      <w:iCs/>
      <w:color w:val="37B6AE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41714"/>
    <w:rPr>
      <w:b/>
      <w:bCs/>
      <w:smallCaps/>
      <w:color w:val="37B6AE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  <w:insideH w:val="single" w:sz="8" w:space="0" w:color="37B6AE" w:themeColor="accent1"/>
        <w:insideV w:val="single" w:sz="8" w:space="0" w:color="37B6A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18" w:space="0" w:color="37B6AE" w:themeColor="accent1"/>
          <w:right w:val="single" w:sz="8" w:space="0" w:color="37B6AE" w:themeColor="accent1"/>
          <w:insideH w:val="nil"/>
          <w:insideV w:val="single" w:sz="8" w:space="0" w:color="37B6A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  <w:insideH w:val="nil"/>
          <w:insideV w:val="single" w:sz="8" w:space="0" w:color="37B6A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  <w:tblStylePr w:type="band1Vert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  <w:shd w:val="clear" w:color="auto" w:fill="CBEFEC" w:themeFill="accent1" w:themeFillTint="3F"/>
      </w:tcPr>
    </w:tblStylePr>
    <w:tblStylePr w:type="band1Horz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  <w:insideV w:val="single" w:sz="8" w:space="0" w:color="37B6AE" w:themeColor="accent1"/>
        </w:tcBorders>
        <w:shd w:val="clear" w:color="auto" w:fill="CBEFEC" w:themeFill="accent1" w:themeFillTint="3F"/>
      </w:tcPr>
    </w:tblStylePr>
    <w:tblStylePr w:type="band2Horz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  <w:insideV w:val="single" w:sz="8" w:space="0" w:color="37B6AE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7B6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  <w:tblStylePr w:type="band1Horz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84171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8" w:space="0" w:color="37B6AE" w:themeColor="accent1"/>
        <w:bottom w:val="single" w:sz="8" w:space="0" w:color="37B6A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7B6AE" w:themeColor="accent1"/>
          <w:left w:val="nil"/>
          <w:bottom w:val="single" w:sz="8" w:space="0" w:color="37B6A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7B6AE" w:themeColor="accent1"/>
          <w:left w:val="nil"/>
          <w:bottom w:val="single" w:sz="8" w:space="0" w:color="37B6A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841714"/>
  </w:style>
  <w:style w:type="paragraph" w:styleId="List">
    <w:name w:val="List"/>
    <w:basedOn w:val="Normal"/>
    <w:uiPriority w:val="99"/>
    <w:semiHidden/>
    <w:unhideWhenUsed/>
    <w:rsid w:val="0084171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84171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84171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84171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84171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841714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841714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841714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841714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841714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84171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4171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4171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4171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4171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841714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841714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841714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841714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841714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841714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1D9D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bottom w:val="single" w:sz="4" w:space="0" w:color="81D9D3" w:themeColor="accent1" w:themeTint="99"/>
        <w:insideH w:val="single" w:sz="4" w:space="0" w:color="81D9D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37B6AE" w:themeColor="accent1"/>
        <w:left w:val="single" w:sz="4" w:space="0" w:color="37B6AE" w:themeColor="accent1"/>
        <w:bottom w:val="single" w:sz="4" w:space="0" w:color="37B6AE" w:themeColor="accent1"/>
        <w:right w:val="single" w:sz="4" w:space="0" w:color="37B6A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7B6AE" w:themeFill="accent1"/>
      </w:tcPr>
    </w:tblStylePr>
    <w:tblStylePr w:type="lastRow">
      <w:rPr>
        <w:b/>
        <w:bCs/>
      </w:rPr>
      <w:tblPr/>
      <w:tcPr>
        <w:tcBorders>
          <w:top w:val="double" w:sz="4" w:space="0" w:color="37B6A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7B6AE" w:themeColor="accent1"/>
          <w:right w:val="single" w:sz="4" w:space="0" w:color="37B6AE" w:themeColor="accent1"/>
        </w:tcBorders>
      </w:tcPr>
    </w:tblStylePr>
    <w:tblStylePr w:type="band1Horz">
      <w:tblPr/>
      <w:tcPr>
        <w:tcBorders>
          <w:top w:val="single" w:sz="4" w:space="0" w:color="37B6AE" w:themeColor="accent1"/>
          <w:bottom w:val="single" w:sz="4" w:space="0" w:color="37B6A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7B6AE" w:themeColor="accent1"/>
          <w:left w:val="nil"/>
        </w:tcBorders>
      </w:tcPr>
    </w:tblStylePr>
    <w:tblStylePr w:type="swCell">
      <w:tblPr/>
      <w:tcPr>
        <w:tcBorders>
          <w:top w:val="double" w:sz="4" w:space="0" w:color="37B6AE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B6AE" w:themeColor="accent1"/>
          <w:left w:val="single" w:sz="4" w:space="0" w:color="37B6AE" w:themeColor="accent1"/>
          <w:bottom w:val="single" w:sz="4" w:space="0" w:color="37B6AE" w:themeColor="accent1"/>
          <w:right w:val="single" w:sz="4" w:space="0" w:color="37B6AE" w:themeColor="accent1"/>
          <w:insideH w:val="nil"/>
        </w:tcBorders>
        <w:shd w:val="clear" w:color="auto" w:fill="37B6AE" w:themeFill="accent1"/>
      </w:tcPr>
    </w:tblStylePr>
    <w:tblStylePr w:type="lastRow">
      <w:rPr>
        <w:b/>
        <w:bCs/>
      </w:rPr>
      <w:tblPr/>
      <w:tcPr>
        <w:tcBorders>
          <w:top w:val="double" w:sz="4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7B6AE" w:themeColor="accent1"/>
        <w:left w:val="single" w:sz="24" w:space="0" w:color="37B6AE" w:themeColor="accent1"/>
        <w:bottom w:val="single" w:sz="24" w:space="0" w:color="37B6AE" w:themeColor="accent1"/>
        <w:right w:val="single" w:sz="24" w:space="0" w:color="37B6AE" w:themeColor="accent1"/>
      </w:tblBorders>
    </w:tblPr>
    <w:tcPr>
      <w:shd w:val="clear" w:color="auto" w:fill="37B6A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4" w:space="0" w:color="37B6AE" w:themeColor="accent1"/>
        <w:bottom w:val="single" w:sz="4" w:space="0" w:color="37B6A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37B6A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7B6A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7B6A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7B6A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7B6A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84171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41714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61CFC8" w:themeColor="accent1" w:themeTint="BF"/>
        <w:left w:val="single" w:sz="8" w:space="0" w:color="61CFC8" w:themeColor="accent1" w:themeTint="BF"/>
        <w:bottom w:val="single" w:sz="8" w:space="0" w:color="61CFC8" w:themeColor="accent1" w:themeTint="BF"/>
        <w:right w:val="single" w:sz="8" w:space="0" w:color="61CFC8" w:themeColor="accent1" w:themeTint="BF"/>
        <w:insideH w:val="single" w:sz="8" w:space="0" w:color="61CFC8" w:themeColor="accent1" w:themeTint="BF"/>
        <w:insideV w:val="single" w:sz="8" w:space="0" w:color="61CFC8" w:themeColor="accent1" w:themeTint="BF"/>
      </w:tblBorders>
    </w:tblPr>
    <w:tcPr>
      <w:shd w:val="clear" w:color="auto" w:fill="CBEFE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1CFC8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DFDA" w:themeFill="accent1" w:themeFillTint="7F"/>
      </w:tcPr>
    </w:tblStylePr>
    <w:tblStylePr w:type="band1Horz">
      <w:tblPr/>
      <w:tcPr>
        <w:shd w:val="clear" w:color="auto" w:fill="96DFD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  <w:insideH w:val="single" w:sz="8" w:space="0" w:color="37B6AE" w:themeColor="accent1"/>
        <w:insideV w:val="single" w:sz="8" w:space="0" w:color="37B6AE" w:themeColor="accent1"/>
      </w:tblBorders>
    </w:tblPr>
    <w:tcPr>
      <w:shd w:val="clear" w:color="auto" w:fill="CBEFE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2F0" w:themeFill="accent1" w:themeFillTint="33"/>
      </w:tcPr>
    </w:tblStylePr>
    <w:tblStylePr w:type="band1Vert">
      <w:tblPr/>
      <w:tcPr>
        <w:shd w:val="clear" w:color="auto" w:fill="96DFDA" w:themeFill="accent1" w:themeFillTint="7F"/>
      </w:tcPr>
    </w:tblStylePr>
    <w:tblStylePr w:type="band1Horz">
      <w:tblPr/>
      <w:tcPr>
        <w:tcBorders>
          <w:insideH w:val="single" w:sz="6" w:space="0" w:color="37B6AE" w:themeColor="accent1"/>
          <w:insideV w:val="single" w:sz="6" w:space="0" w:color="37B6AE" w:themeColor="accent1"/>
        </w:tcBorders>
        <w:shd w:val="clear" w:color="auto" w:fill="96DFD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FE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7B6A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7B6A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7B6A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7B6A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6DFD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6DFD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7B6AE" w:themeColor="accent1"/>
        <w:bottom w:val="single" w:sz="8" w:space="0" w:color="37B6A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7B6AE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37B6AE" w:themeColor="accent1"/>
          <w:bottom w:val="single" w:sz="8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7B6AE" w:themeColor="accent1"/>
          <w:bottom w:val="single" w:sz="8" w:space="0" w:color="37B6AE" w:themeColor="accent1"/>
        </w:tcBorders>
      </w:tcPr>
    </w:tblStylePr>
    <w:tblStylePr w:type="band1Vert">
      <w:tblPr/>
      <w:tcPr>
        <w:shd w:val="clear" w:color="auto" w:fill="CBEFEC" w:themeFill="accent1" w:themeFillTint="3F"/>
      </w:tcPr>
    </w:tblStylePr>
    <w:tblStylePr w:type="band1Horz">
      <w:tblPr/>
      <w:tcPr>
        <w:shd w:val="clear" w:color="auto" w:fill="CBEFEC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7B6A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7B6A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7B6A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FE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61CFC8" w:themeColor="accent1" w:themeTint="BF"/>
        <w:left w:val="single" w:sz="8" w:space="0" w:color="61CFC8" w:themeColor="accent1" w:themeTint="BF"/>
        <w:bottom w:val="single" w:sz="8" w:space="0" w:color="61CFC8" w:themeColor="accent1" w:themeTint="BF"/>
        <w:right w:val="single" w:sz="8" w:space="0" w:color="61CFC8" w:themeColor="accent1" w:themeTint="BF"/>
        <w:insideH w:val="single" w:sz="8" w:space="0" w:color="61CFC8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1CFC8" w:themeColor="accent1" w:themeTint="BF"/>
          <w:left w:val="single" w:sz="8" w:space="0" w:color="61CFC8" w:themeColor="accent1" w:themeTint="BF"/>
          <w:bottom w:val="single" w:sz="8" w:space="0" w:color="61CFC8" w:themeColor="accent1" w:themeTint="BF"/>
          <w:right w:val="single" w:sz="8" w:space="0" w:color="61CFC8" w:themeColor="accent1" w:themeTint="BF"/>
          <w:insideH w:val="nil"/>
          <w:insideV w:val="nil"/>
        </w:tcBorders>
        <w:shd w:val="clear" w:color="auto" w:fill="37B6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CFC8" w:themeColor="accent1" w:themeTint="BF"/>
          <w:left w:val="single" w:sz="8" w:space="0" w:color="61CFC8" w:themeColor="accent1" w:themeTint="BF"/>
          <w:bottom w:val="single" w:sz="8" w:space="0" w:color="61CFC8" w:themeColor="accent1" w:themeTint="BF"/>
          <w:right w:val="single" w:sz="8" w:space="0" w:color="61CFC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F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F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7B6A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B6A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7B6A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4171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4171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84171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4171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41714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41714"/>
  </w:style>
  <w:style w:type="character" w:styleId="PageNumber">
    <w:name w:val="page number"/>
    <w:basedOn w:val="DefaultParagraphFont"/>
    <w:uiPriority w:val="99"/>
    <w:semiHidden/>
    <w:unhideWhenUsed/>
    <w:rsid w:val="00841714"/>
  </w:style>
  <w:style w:type="table" w:styleId="PlainTable1">
    <w:name w:val="Plain Table 1"/>
    <w:basedOn w:val="TableNormal"/>
    <w:uiPriority w:val="41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841714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1714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41714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41714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4171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41714"/>
  </w:style>
  <w:style w:type="paragraph" w:styleId="Signature">
    <w:name w:val="Signature"/>
    <w:basedOn w:val="Normal"/>
    <w:link w:val="SignatureChar"/>
    <w:uiPriority w:val="99"/>
    <w:semiHidden/>
    <w:unhideWhenUsed/>
    <w:rsid w:val="00841714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41714"/>
  </w:style>
  <w:style w:type="character" w:styleId="Strong">
    <w:name w:val="Strong"/>
    <w:basedOn w:val="DefaultParagraphFont"/>
    <w:uiPriority w:val="22"/>
    <w:semiHidden/>
    <w:unhideWhenUsed/>
    <w:qFormat/>
    <w:rsid w:val="00841714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841714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841714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84171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4171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4171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4171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4171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4171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4171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4171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4171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4171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4171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4171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4171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4171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4171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4171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4171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84171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4171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4171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4171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4171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4171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84171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84171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4171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417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4171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4171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4171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4171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41714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841714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84171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4171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4171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4171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4171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41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84171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4171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4171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84171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84171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84171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84171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841714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41714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41714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41714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41714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41714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41714"/>
    <w:pPr>
      <w:pBdr>
        <w:top w:val="none" w:sz="0" w:space="0" w:color="auto"/>
        <w:bottom w:val="none" w:sz="0" w:space="0" w:color="auto"/>
      </w:pBdr>
      <w:spacing w:before="240" w:line="259" w:lineRule="auto"/>
      <w:contextualSpacing w:val="0"/>
      <w:outlineLvl w:val="9"/>
    </w:pPr>
    <w:rPr>
      <w:caps w:val="0"/>
      <w:color w:val="298881" w:themeColor="accent1" w:themeShade="BF"/>
      <w:sz w:val="32"/>
    </w:rPr>
  </w:style>
  <w:style w:type="paragraph" w:customStyle="1" w:styleId="Graphic">
    <w:name w:val="Graphic"/>
    <w:basedOn w:val="Normal"/>
    <w:next w:val="Heading3"/>
    <w:link w:val="GraphicChar"/>
    <w:uiPriority w:val="10"/>
    <w:qFormat/>
    <w:rsid w:val="00C420C8"/>
    <w:pPr>
      <w:spacing w:before="320" w:after="80"/>
    </w:pPr>
  </w:style>
  <w:style w:type="character" w:customStyle="1" w:styleId="GraphicChar">
    <w:name w:val="Graphic Char"/>
    <w:basedOn w:val="DefaultParagraphFont"/>
    <w:link w:val="Graphic"/>
    <w:uiPriority w:val="10"/>
    <w:rsid w:val="00C42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mailgoeshere@example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elc\AppData\Roaming\Microsoft\Templates\Creative%20resume,%20designed%20by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hyperlink" Target="mailto:emailgoeshere@example.com" TargetMode="Externa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C8188488FDB450DBD4AD66944CFC6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F5CB4-582C-4CF9-B244-433F467A7A95}"/>
      </w:docPartPr>
      <w:docPartBody>
        <w:p w:rsidR="003840F1" w:rsidRDefault="00815353">
          <w:pPr>
            <w:pStyle w:val="8C8188488FDB450DBD4AD66944CFC6FB"/>
          </w:pPr>
          <w:r w:rsidRPr="003053D9">
            <w:t>LinkedIn URL</w:t>
          </w:r>
        </w:p>
      </w:docPartBody>
    </w:docPart>
    <w:docPart>
      <w:docPartPr>
        <w:name w:val="FAF6D4B25EC84AE98B859DC519C698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69CE84-1554-44BF-8BC4-2DAD6C3C9044}"/>
      </w:docPartPr>
      <w:docPartBody>
        <w:p w:rsidR="003840F1" w:rsidRDefault="00815353">
          <w:pPr>
            <w:pStyle w:val="FAF6D4B25EC84AE98B859DC519C698F2"/>
          </w:pPr>
          <w:r>
            <w:t>Skills</w:t>
          </w:r>
        </w:p>
      </w:docPartBody>
    </w:docPart>
    <w:docPart>
      <w:docPartPr>
        <w:name w:val="56C4E1E5C451469BACE480E435E50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50A7E1-F1C7-45A3-B9DF-3F9804224827}"/>
      </w:docPartPr>
      <w:docPartBody>
        <w:p w:rsidR="003840F1" w:rsidRDefault="00815353">
          <w:pPr>
            <w:pStyle w:val="56C4E1E5C451469BACE480E435E5094F"/>
          </w:pPr>
          <w:r w:rsidRPr="005152F2">
            <w:t>Experience</w:t>
          </w:r>
        </w:p>
      </w:docPartBody>
    </w:docPart>
    <w:docPart>
      <w:docPartPr>
        <w:name w:val="E129F713C98A449D83203C8CD38C9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29785-1BD2-45F6-9AA6-76FA32CF292D}"/>
      </w:docPartPr>
      <w:docPartBody>
        <w:p w:rsidR="003840F1" w:rsidRDefault="00815353">
          <w:pPr>
            <w:pStyle w:val="E129F713C98A449D83203C8CD38C91F8"/>
          </w:pPr>
          <w:r>
            <w:t>Dates From</w:t>
          </w:r>
        </w:p>
      </w:docPartBody>
    </w:docPart>
    <w:docPart>
      <w:docPartPr>
        <w:name w:val="C74D1CD0B4924810A3E7153C1FA22B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50246A-7031-4FCB-BD55-6DEEEE012E33}"/>
      </w:docPartPr>
      <w:docPartBody>
        <w:p w:rsidR="003840F1" w:rsidRDefault="00815353">
          <w:pPr>
            <w:pStyle w:val="C74D1CD0B4924810A3E7153C1FA22B10"/>
          </w:pPr>
          <w:r>
            <w:t>To</w:t>
          </w:r>
        </w:p>
      </w:docPartBody>
    </w:docPart>
    <w:docPart>
      <w:docPartPr>
        <w:name w:val="7861E13B8F3945FA8DCF33D484CB7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1E71D2-73B0-46D7-9D7D-10585E1D3844}"/>
      </w:docPartPr>
      <w:docPartBody>
        <w:p w:rsidR="003840F1" w:rsidRDefault="00815353">
          <w:pPr>
            <w:pStyle w:val="7861E13B8F3945FA8DCF33D484CB7446"/>
          </w:pPr>
          <w:r w:rsidRPr="005152F2">
            <w:t>Education</w:t>
          </w:r>
        </w:p>
      </w:docPartBody>
    </w:docPart>
    <w:docPart>
      <w:docPartPr>
        <w:name w:val="5BB0252B94064A8B87367BD1B06420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C4D49-5869-423E-814A-0CDAFA5284B3}"/>
      </w:docPartPr>
      <w:docPartBody>
        <w:p w:rsidR="003840F1" w:rsidRDefault="00815353">
          <w:pPr>
            <w:pStyle w:val="5BB0252B94064A8B87367BD1B0642069"/>
          </w:pPr>
          <w:r w:rsidRPr="0043426C">
            <w:t>Degree / Date Earned</w:t>
          </w:r>
        </w:p>
      </w:docPartBody>
    </w:docPart>
    <w:docPart>
      <w:docPartPr>
        <w:name w:val="2E2C50F6A8BD46FA8354918A62E609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1679C0-A60C-4653-9C39-5684445C7D62}"/>
      </w:docPartPr>
      <w:docPartBody>
        <w:p w:rsidR="003840F1" w:rsidRDefault="00815353">
          <w:pPr>
            <w:pStyle w:val="2E2C50F6A8BD46FA8354918A62E60903"/>
          </w:pPr>
          <w:r w:rsidRPr="005152F2">
            <w:t>School</w:t>
          </w:r>
        </w:p>
      </w:docPartBody>
    </w:docPart>
    <w:docPart>
      <w:docPartPr>
        <w:name w:val="11D791A0B7214DE4956B023BD29AD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293712-4A93-4DA9-A765-64CF129E3C19}"/>
      </w:docPartPr>
      <w:docPartBody>
        <w:p w:rsidR="003840F1" w:rsidRDefault="00897739" w:rsidP="00897739">
          <w:pPr>
            <w:pStyle w:val="11D791A0B7214DE4956B023BD29AD57E"/>
          </w:pPr>
          <w:r w:rsidRPr="00E4381A">
            <w:rPr>
              <w:rStyle w:val="Hyperlink"/>
            </w:rPr>
            <w:t>someone@example.com</w:t>
          </w:r>
          <w:hyperlink r:id="rId4" w:history="1">
            <w:r>
              <w:rPr>
                <w:rStyle w:val="Hyperlink"/>
              </w:rPr>
              <w:t>mailto:emailgoeshere@example.com</w:t>
            </w:r>
          </w:hyperlink>
        </w:p>
      </w:docPartBody>
    </w:docPart>
    <w:docPart>
      <w:docPartPr>
        <w:name w:val="509AB799AE8644CF9DAF01CF63328D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77098-804E-44C5-A534-1F1486A087B3}"/>
      </w:docPartPr>
      <w:docPartBody>
        <w:p w:rsidR="003C2D59" w:rsidRDefault="003840F1" w:rsidP="003840F1">
          <w:pPr>
            <w:pStyle w:val="509AB799AE8644CF9DAF01CF63328D85"/>
          </w:pPr>
          <w:r>
            <w:t>Dates From</w:t>
          </w:r>
        </w:p>
      </w:docPartBody>
    </w:docPart>
    <w:docPart>
      <w:docPartPr>
        <w:name w:val="1106521789A04E7E82215318947D5A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83F72-2624-4531-ACD9-067444BAD93F}"/>
      </w:docPartPr>
      <w:docPartBody>
        <w:p w:rsidR="003C2D59" w:rsidRDefault="003840F1" w:rsidP="003840F1">
          <w:pPr>
            <w:pStyle w:val="1106521789A04E7E82215318947D5A71"/>
          </w:pPr>
          <w:r>
            <w:t>To</w:t>
          </w:r>
        </w:p>
      </w:docPartBody>
    </w:docPart>
    <w:docPart>
      <w:docPartPr>
        <w:name w:val="7E5B9B606D854C3DA82E93231ECBC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88D90-1139-4751-A33F-9A0203D79D55}"/>
      </w:docPartPr>
      <w:docPartBody>
        <w:p w:rsidR="003C2D59" w:rsidRDefault="003840F1" w:rsidP="003840F1">
          <w:pPr>
            <w:pStyle w:val="7E5B9B606D854C3DA82E93231ECBC76E"/>
          </w:pPr>
          <w:r>
            <w:t>Dates From</w:t>
          </w:r>
        </w:p>
      </w:docPartBody>
    </w:docPart>
    <w:docPart>
      <w:docPartPr>
        <w:name w:val="C8A22D0383344221A9566A2C6D980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AD6F4-BBCC-46EE-9BF2-619E81766EFF}"/>
      </w:docPartPr>
      <w:docPartBody>
        <w:p w:rsidR="003C2D59" w:rsidRDefault="003840F1" w:rsidP="003840F1">
          <w:pPr>
            <w:pStyle w:val="C8A22D0383344221A9566A2C6D9808A6"/>
          </w:pPr>
          <w:r>
            <w:t>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 MT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39"/>
    <w:rsid w:val="003840F1"/>
    <w:rsid w:val="003C2D59"/>
    <w:rsid w:val="004265C5"/>
    <w:rsid w:val="00445BA2"/>
    <w:rsid w:val="00815353"/>
    <w:rsid w:val="00897739"/>
    <w:rsid w:val="00A9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3A717BD6C094F84A16D564FF66E9749">
    <w:name w:val="13A717BD6C094F84A16D564FF66E9749"/>
  </w:style>
  <w:style w:type="paragraph" w:customStyle="1" w:styleId="A8472924FFFF4FD7AD2B9FB18AF3A307">
    <w:name w:val="A8472924FFFF4FD7AD2B9FB18AF3A307"/>
  </w:style>
  <w:style w:type="paragraph" w:customStyle="1" w:styleId="EB750EDB4A0D4EE8B635E0898FAD63E3">
    <w:name w:val="EB750EDB4A0D4EE8B635E0898FAD63E3"/>
  </w:style>
  <w:style w:type="paragraph" w:customStyle="1" w:styleId="8C8188488FDB450DBD4AD66944CFC6FB">
    <w:name w:val="8C8188488FDB450DBD4AD66944CFC6FB"/>
  </w:style>
  <w:style w:type="paragraph" w:customStyle="1" w:styleId="240B1342EEFF43CB8A94C5356BFD97B4">
    <w:name w:val="240B1342EEFF43CB8A94C5356BFD97B4"/>
  </w:style>
  <w:style w:type="paragraph" w:customStyle="1" w:styleId="26A10A21A82C46BC9EA0D622C34A019F">
    <w:name w:val="26A10A21A82C46BC9EA0D622C34A019F"/>
  </w:style>
  <w:style w:type="paragraph" w:customStyle="1" w:styleId="CFC3758D1DA14EF28275E1362838B757">
    <w:name w:val="CFC3758D1DA14EF28275E1362838B757"/>
  </w:style>
  <w:style w:type="paragraph" w:customStyle="1" w:styleId="FAF6D4B25EC84AE98B859DC519C698F2">
    <w:name w:val="FAF6D4B25EC84AE98B859DC519C698F2"/>
  </w:style>
  <w:style w:type="paragraph" w:customStyle="1" w:styleId="880B1FFE36DE41F1BDB93C9BB434D07F">
    <w:name w:val="880B1FFE36DE41F1BDB93C9BB434D07F"/>
  </w:style>
  <w:style w:type="paragraph" w:customStyle="1" w:styleId="56C4E1E5C451469BACE480E435E5094F">
    <w:name w:val="56C4E1E5C451469BACE480E435E5094F"/>
  </w:style>
  <w:style w:type="paragraph" w:customStyle="1" w:styleId="CC4F72FDF7214ABEB1392618C1B4A26F">
    <w:name w:val="CC4F72FDF7214ABEB1392618C1B4A26F"/>
  </w:style>
  <w:style w:type="paragraph" w:customStyle="1" w:styleId="A326383FAB8F49458E58D32A931562DE">
    <w:name w:val="A326383FAB8F49458E58D32A931562DE"/>
  </w:style>
  <w:style w:type="paragraph" w:customStyle="1" w:styleId="F937F2DCC2BD4260B1651EFEC39866E9">
    <w:name w:val="F937F2DCC2BD4260B1651EFEC39866E9"/>
  </w:style>
  <w:style w:type="paragraph" w:customStyle="1" w:styleId="0C4FCD873CB6439DBF538B2454A695B7">
    <w:name w:val="0C4FCD873CB6439DBF538B2454A695B7"/>
  </w:style>
  <w:style w:type="paragraph" w:customStyle="1" w:styleId="A570C104D0EB4260B6DB19F55BCF455B">
    <w:name w:val="A570C104D0EB4260B6DB19F55BCF455B"/>
  </w:style>
  <w:style w:type="paragraph" w:customStyle="1" w:styleId="E129F713C98A449D83203C8CD38C91F8">
    <w:name w:val="E129F713C98A449D83203C8CD38C91F8"/>
  </w:style>
  <w:style w:type="paragraph" w:customStyle="1" w:styleId="C74D1CD0B4924810A3E7153C1FA22B10">
    <w:name w:val="C74D1CD0B4924810A3E7153C1FA22B10"/>
  </w:style>
  <w:style w:type="paragraph" w:customStyle="1" w:styleId="3DA19094FBCE4F8F8462794C432AD7E9">
    <w:name w:val="3DA19094FBCE4F8F8462794C432AD7E9"/>
  </w:style>
  <w:style w:type="paragraph" w:customStyle="1" w:styleId="7861E13B8F3945FA8DCF33D484CB7446">
    <w:name w:val="7861E13B8F3945FA8DCF33D484CB7446"/>
  </w:style>
  <w:style w:type="paragraph" w:customStyle="1" w:styleId="5BB0252B94064A8B87367BD1B0642069">
    <w:name w:val="5BB0252B94064A8B87367BD1B0642069"/>
  </w:style>
  <w:style w:type="paragraph" w:customStyle="1" w:styleId="2E2C50F6A8BD46FA8354918A62E60903">
    <w:name w:val="2E2C50F6A8BD46FA8354918A62E60903"/>
  </w:style>
  <w:style w:type="paragraph" w:customStyle="1" w:styleId="78512A9692DF450EA034E268E3303391">
    <w:name w:val="78512A9692DF450EA034E268E3303391"/>
  </w:style>
  <w:style w:type="paragraph" w:customStyle="1" w:styleId="DFD91C115AF74FE189684F2516B2C90D">
    <w:name w:val="DFD91C115AF74FE189684F2516B2C90D"/>
  </w:style>
  <w:style w:type="paragraph" w:customStyle="1" w:styleId="E7FF68F2E37D456C94DF76DFA302092A">
    <w:name w:val="E7FF68F2E37D456C94DF76DFA302092A"/>
  </w:style>
  <w:style w:type="paragraph" w:customStyle="1" w:styleId="9286129018214243BADCD7884B58AD7A">
    <w:name w:val="9286129018214243BADCD7884B58AD7A"/>
    <w:rsid w:val="00897739"/>
  </w:style>
  <w:style w:type="paragraph" w:customStyle="1" w:styleId="68E2CC243F4D4F7789EF8D0FDCBF71B7">
    <w:name w:val="68E2CC243F4D4F7789EF8D0FDCBF71B7"/>
    <w:rsid w:val="00897739"/>
  </w:style>
  <w:style w:type="paragraph" w:customStyle="1" w:styleId="84AAE3689E73421DB2DE90773AF59B25">
    <w:name w:val="84AAE3689E73421DB2DE90773AF59B25"/>
    <w:rsid w:val="00897739"/>
  </w:style>
  <w:style w:type="paragraph" w:customStyle="1" w:styleId="2E3E2A9B78A84CB1BF4619CC024CB999">
    <w:name w:val="2E3E2A9B78A84CB1BF4619CC024CB999"/>
    <w:rsid w:val="00897739"/>
  </w:style>
  <w:style w:type="paragraph" w:customStyle="1" w:styleId="D5887AC3D16C434096559400D5C30CC0">
    <w:name w:val="D5887AC3D16C434096559400D5C30CC0"/>
    <w:rsid w:val="00897739"/>
  </w:style>
  <w:style w:type="paragraph" w:customStyle="1" w:styleId="1EE19EB699E14C488CF143A299D1E63F">
    <w:name w:val="1EE19EB699E14C488CF143A299D1E63F"/>
    <w:rsid w:val="00897739"/>
  </w:style>
  <w:style w:type="paragraph" w:customStyle="1" w:styleId="3EA7AB9EDD4A4982B961B502A85FE7F0">
    <w:name w:val="3EA7AB9EDD4A4982B961B502A85FE7F0"/>
    <w:rsid w:val="00897739"/>
  </w:style>
  <w:style w:type="paragraph" w:customStyle="1" w:styleId="2122281FE2C34A80993E19417D44D175">
    <w:name w:val="2122281FE2C34A80993E19417D44D175"/>
    <w:rsid w:val="00897739"/>
  </w:style>
  <w:style w:type="paragraph" w:customStyle="1" w:styleId="01ED06217FF6431A906B56BA30A1084F">
    <w:name w:val="01ED06217FF6431A906B56BA30A1084F"/>
    <w:rsid w:val="00897739"/>
  </w:style>
  <w:style w:type="paragraph" w:customStyle="1" w:styleId="2F1E9B86B2804DDFA0ED2265122BA458">
    <w:name w:val="2F1E9B86B2804DDFA0ED2265122BA458"/>
    <w:rsid w:val="00897739"/>
  </w:style>
  <w:style w:type="paragraph" w:customStyle="1" w:styleId="C6EB41C79A814C5487F40A7C873D5408">
    <w:name w:val="C6EB41C79A814C5487F40A7C873D5408"/>
    <w:rsid w:val="00897739"/>
  </w:style>
  <w:style w:type="paragraph" w:customStyle="1" w:styleId="B3B80DC108A242D8B168EC422F3A5354">
    <w:name w:val="B3B80DC108A242D8B168EC422F3A5354"/>
    <w:rsid w:val="00897739"/>
  </w:style>
  <w:style w:type="character" w:styleId="Hyperlink">
    <w:name w:val="Hyperlink"/>
    <w:basedOn w:val="DefaultParagraphFont"/>
    <w:uiPriority w:val="99"/>
    <w:unhideWhenUsed/>
    <w:rsid w:val="00897739"/>
    <w:rPr>
      <w:color w:val="C45911" w:themeColor="accent2" w:themeShade="BF"/>
      <w:u w:val="single"/>
    </w:rPr>
  </w:style>
  <w:style w:type="paragraph" w:customStyle="1" w:styleId="11D791A0B7214DE4956B023BD29AD57E">
    <w:name w:val="11D791A0B7214DE4956B023BD29AD57E"/>
    <w:rsid w:val="00897739"/>
  </w:style>
  <w:style w:type="paragraph" w:customStyle="1" w:styleId="509AB799AE8644CF9DAF01CF63328D85">
    <w:name w:val="509AB799AE8644CF9DAF01CF63328D85"/>
    <w:rsid w:val="003840F1"/>
  </w:style>
  <w:style w:type="paragraph" w:customStyle="1" w:styleId="1106521789A04E7E82215318947D5A71">
    <w:name w:val="1106521789A04E7E82215318947D5A71"/>
    <w:rsid w:val="003840F1"/>
  </w:style>
  <w:style w:type="paragraph" w:customStyle="1" w:styleId="7E5B9B606D854C3DA82E93231ECBC76E">
    <w:name w:val="7E5B9B606D854C3DA82E93231ECBC76E"/>
    <w:rsid w:val="003840F1"/>
  </w:style>
  <w:style w:type="paragraph" w:customStyle="1" w:styleId="C8A22D0383344221A9566A2C6D9808A6">
    <w:name w:val="C8A22D0383344221A9566A2C6D9808A6"/>
    <w:rsid w:val="003840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7B6A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Creative resume, designed by MOO.dotx</Template>
  <TotalTime>5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noelc</dc:creator>
  <cp:keywords/>
  <dc:description/>
  <cp:lastModifiedBy>N Cafferkey</cp:lastModifiedBy>
  <cp:revision>4</cp:revision>
  <dcterms:created xsi:type="dcterms:W3CDTF">2019-05-07T12:27:00Z</dcterms:created>
  <dcterms:modified xsi:type="dcterms:W3CDTF">2019-05-07T15:36:00Z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